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E0EE2" w14:paraId="65C371D3" w14:textId="77777777" w:rsidTr="0098663B">
        <w:trPr>
          <w:trHeight w:hRule="exact" w:val="2948"/>
        </w:trPr>
        <w:tc>
          <w:tcPr>
            <w:tcW w:w="11186" w:type="dxa"/>
            <w:shd w:val="clear" w:color="auto" w:fill="00AFAA"/>
            <w:vAlign w:val="center"/>
          </w:tcPr>
          <w:p w14:paraId="3192BF58" w14:textId="77777777" w:rsidR="00974E99" w:rsidRPr="000E0EE2" w:rsidRDefault="00974E99" w:rsidP="006F032D">
            <w:pPr>
              <w:pStyle w:val="Documenttype"/>
            </w:pPr>
            <w:r w:rsidRPr="000E0EE2">
              <w:t xml:space="preserve">IALA </w:t>
            </w:r>
            <w:r w:rsidR="009A1FCD" w:rsidRPr="000E0EE2">
              <w:t>Model Course</w:t>
            </w:r>
          </w:p>
        </w:tc>
      </w:tr>
    </w:tbl>
    <w:p w14:paraId="09527515" w14:textId="77777777" w:rsidR="0098663B" w:rsidRPr="00C03071" w:rsidRDefault="0098663B" w:rsidP="0098663B"/>
    <w:p w14:paraId="3B6257B5" w14:textId="77777777" w:rsidR="0098663B" w:rsidRPr="00C03071" w:rsidRDefault="0098663B" w:rsidP="0098663B"/>
    <w:p w14:paraId="7B1FCA6A" w14:textId="74350FA3" w:rsidR="007B7FEC" w:rsidRPr="0098663B" w:rsidRDefault="0098663B" w:rsidP="0098663B">
      <w:pPr>
        <w:pStyle w:val="Documentnumber"/>
        <w:rPr>
          <w:szCs w:val="48"/>
        </w:rPr>
      </w:pPr>
      <w:r w:rsidRPr="0098663B">
        <w:rPr>
          <w:szCs w:val="48"/>
          <w:highlight w:val="yellow"/>
        </w:rPr>
        <w:t>L</w:t>
      </w:r>
      <w:commentRangeStart w:id="0"/>
      <w:r w:rsidRPr="0098663B">
        <w:rPr>
          <w:szCs w:val="48"/>
          <w:highlight w:val="yellow"/>
        </w:rPr>
        <w:t>?</w:t>
      </w:r>
      <w:commentRangeEnd w:id="0"/>
      <w:r w:rsidRPr="0098663B">
        <w:rPr>
          <w:rStyle w:val="CommentReference"/>
          <w:caps w:val="0"/>
          <w:color w:val="auto"/>
          <w:highlight w:val="yellow"/>
        </w:rPr>
        <w:commentReference w:id="0"/>
      </w:r>
    </w:p>
    <w:p w14:paraId="0AEAFE93" w14:textId="77777777" w:rsidR="0098663B" w:rsidRPr="000E0EE2" w:rsidRDefault="0098663B" w:rsidP="0098663B"/>
    <w:p w14:paraId="0DA53760" w14:textId="37A96B34" w:rsidR="00776004" w:rsidRDefault="002F5C34" w:rsidP="00476494">
      <w:pPr>
        <w:pStyle w:val="Documentname"/>
      </w:pPr>
      <w:r>
        <w:t>T</w:t>
      </w:r>
      <w:r w:rsidR="005D245B" w:rsidRPr="000E0EE2">
        <w:t>echnician Training</w:t>
      </w:r>
    </w:p>
    <w:p w14:paraId="53F6506A" w14:textId="77777777" w:rsidR="0098663B" w:rsidRPr="000E0EE2" w:rsidRDefault="0098663B" w:rsidP="0098663B"/>
    <w:p w14:paraId="0102CC85" w14:textId="1A3ECA84" w:rsidR="005D245B" w:rsidRPr="000E0EE2" w:rsidRDefault="005D245B" w:rsidP="00FB51A6">
      <w:pPr>
        <w:pStyle w:val="Documentname"/>
      </w:pPr>
      <w:r w:rsidRPr="000E0EE2">
        <w:t>Level 2 – Model Course Overview</w:t>
      </w:r>
    </w:p>
    <w:p w14:paraId="164A22E3" w14:textId="77777777" w:rsidR="00D74AE1" w:rsidRPr="000E0EE2" w:rsidRDefault="00D74AE1" w:rsidP="00D74AE1"/>
    <w:p w14:paraId="35291D1B" w14:textId="77777777" w:rsidR="00BC27F6" w:rsidRPr="000E0EE2" w:rsidRDefault="00BC27F6" w:rsidP="00D74AE1"/>
    <w:p w14:paraId="054E68F5" w14:textId="77777777" w:rsidR="00913B44" w:rsidRPr="000E0EE2" w:rsidRDefault="00913B44" w:rsidP="00D74AE1"/>
    <w:p w14:paraId="2C1D31CF" w14:textId="77777777" w:rsidR="00913B44" w:rsidRPr="000E0EE2" w:rsidRDefault="00913B44" w:rsidP="00D74AE1"/>
    <w:p w14:paraId="770C8B84" w14:textId="77777777" w:rsidR="00913B44" w:rsidRPr="000E0EE2" w:rsidRDefault="00913B44" w:rsidP="00D74AE1"/>
    <w:p w14:paraId="3751456F" w14:textId="77777777" w:rsidR="00913B44" w:rsidRPr="000E0EE2" w:rsidRDefault="00913B44" w:rsidP="00D74AE1"/>
    <w:p w14:paraId="43E17E2D" w14:textId="77777777" w:rsidR="00913B44" w:rsidRPr="000E0EE2" w:rsidRDefault="00913B44" w:rsidP="00D74AE1"/>
    <w:p w14:paraId="3CB26FCC" w14:textId="77777777" w:rsidR="00913B44" w:rsidRPr="000E0EE2" w:rsidRDefault="00913B44" w:rsidP="00D74AE1"/>
    <w:p w14:paraId="0F067447" w14:textId="77777777" w:rsidR="00913B44" w:rsidRPr="000E0EE2" w:rsidRDefault="00913B44" w:rsidP="00D74AE1"/>
    <w:p w14:paraId="05A7731B" w14:textId="77777777" w:rsidR="00913B44" w:rsidRPr="000E0EE2" w:rsidRDefault="00913B44" w:rsidP="00D74AE1"/>
    <w:p w14:paraId="03F785D7" w14:textId="77777777" w:rsidR="00913B44" w:rsidRPr="000E0EE2" w:rsidRDefault="00913B44" w:rsidP="00D74AE1"/>
    <w:p w14:paraId="49D630F8" w14:textId="77777777" w:rsidR="00913B44" w:rsidRPr="000E0EE2" w:rsidRDefault="00913B44" w:rsidP="00D74AE1"/>
    <w:p w14:paraId="392165D9" w14:textId="77777777" w:rsidR="00913B44" w:rsidRPr="000E0EE2" w:rsidRDefault="00913B44" w:rsidP="00D74AE1"/>
    <w:p w14:paraId="514D01CF" w14:textId="77777777" w:rsidR="00913B44" w:rsidRPr="000E0EE2" w:rsidRDefault="00913B44" w:rsidP="00D74AE1"/>
    <w:p w14:paraId="124B4316" w14:textId="77777777" w:rsidR="00913B44" w:rsidRPr="000E0EE2" w:rsidRDefault="00913B44" w:rsidP="00D74AE1"/>
    <w:p w14:paraId="6C595125" w14:textId="77777777" w:rsidR="00913B44" w:rsidRPr="000E0EE2" w:rsidRDefault="00913B44" w:rsidP="00D74AE1"/>
    <w:p w14:paraId="398AF473" w14:textId="77777777" w:rsidR="00913B44" w:rsidRPr="000E0EE2" w:rsidRDefault="00913B44" w:rsidP="00D74AE1"/>
    <w:p w14:paraId="22D0AAEF" w14:textId="77777777" w:rsidR="00913B44" w:rsidRPr="000E0EE2" w:rsidRDefault="00913B44" w:rsidP="00D74AE1"/>
    <w:p w14:paraId="51D87F4E" w14:textId="77777777" w:rsidR="005C71FF" w:rsidRDefault="005C71FF" w:rsidP="00D74AE1"/>
    <w:p w14:paraId="5C313946" w14:textId="77777777" w:rsidR="00476494" w:rsidRPr="000E0EE2" w:rsidRDefault="00476494" w:rsidP="00D74AE1">
      <w:bookmarkStart w:id="1" w:name="_GoBack"/>
      <w:bookmarkEnd w:id="1"/>
    </w:p>
    <w:p w14:paraId="3C79B5AE" w14:textId="77777777" w:rsidR="00883AE3" w:rsidRPr="000E0EE2" w:rsidRDefault="00883AE3" w:rsidP="00D74AE1"/>
    <w:p w14:paraId="78326D3F" w14:textId="77777777" w:rsidR="005D245B" w:rsidRPr="000E0EE2" w:rsidRDefault="005D245B" w:rsidP="00D74AE1"/>
    <w:p w14:paraId="4195FB67" w14:textId="77777777" w:rsidR="005D245B" w:rsidRPr="000E0EE2" w:rsidRDefault="005D245B" w:rsidP="00D74AE1"/>
    <w:p w14:paraId="3A3A4D6B" w14:textId="2658413C" w:rsidR="00913B44" w:rsidRPr="0098663B" w:rsidRDefault="00913B44" w:rsidP="00913B44">
      <w:pPr>
        <w:pStyle w:val="Editionnumber"/>
        <w:rPr>
          <w:szCs w:val="48"/>
        </w:rPr>
      </w:pPr>
      <w:r w:rsidRPr="0098663B">
        <w:rPr>
          <w:szCs w:val="48"/>
        </w:rPr>
        <w:t xml:space="preserve">Edition </w:t>
      </w:r>
      <w:r w:rsidR="005D245B" w:rsidRPr="0098663B">
        <w:rPr>
          <w:szCs w:val="48"/>
        </w:rPr>
        <w:t>3</w:t>
      </w:r>
      <w:r w:rsidRPr="0098663B">
        <w:rPr>
          <w:szCs w:val="48"/>
        </w:rPr>
        <w:t>.0</w:t>
      </w:r>
    </w:p>
    <w:p w14:paraId="7410E3F1" w14:textId="0FA3CE02" w:rsidR="00913B44" w:rsidRPr="000E0EE2" w:rsidRDefault="005D245B" w:rsidP="005C71FF">
      <w:pPr>
        <w:pStyle w:val="Documentdate"/>
      </w:pPr>
      <w:r w:rsidRPr="000E0EE2">
        <w:t>June 2016</w:t>
      </w:r>
    </w:p>
    <w:p w14:paraId="4705865E" w14:textId="77777777" w:rsidR="00913B44" w:rsidRPr="000E0EE2" w:rsidRDefault="00913B44" w:rsidP="00D74AE1">
      <w:pPr>
        <w:sectPr w:rsidR="00913B44" w:rsidRPr="000E0EE2"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3A009AB1" w14:textId="77777777" w:rsidR="00914E26" w:rsidRPr="000E0EE2" w:rsidRDefault="00914E26" w:rsidP="00914E26">
      <w:pPr>
        <w:pStyle w:val="BodyText"/>
      </w:pPr>
      <w:r w:rsidRPr="000E0EE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E0EE2" w14:paraId="0CE11104" w14:textId="77777777" w:rsidTr="005E4659">
        <w:tc>
          <w:tcPr>
            <w:tcW w:w="1908" w:type="dxa"/>
          </w:tcPr>
          <w:p w14:paraId="443B4A46" w14:textId="77777777" w:rsidR="00914E26" w:rsidRPr="000E0EE2" w:rsidRDefault="00914E26" w:rsidP="00ED030E">
            <w:pPr>
              <w:pStyle w:val="Tableheading"/>
              <w:rPr>
                <w:lang w:val="en-GB"/>
              </w:rPr>
            </w:pPr>
            <w:r w:rsidRPr="000E0EE2">
              <w:rPr>
                <w:lang w:val="en-GB"/>
              </w:rPr>
              <w:t>Date</w:t>
            </w:r>
          </w:p>
        </w:tc>
        <w:tc>
          <w:tcPr>
            <w:tcW w:w="3576" w:type="dxa"/>
          </w:tcPr>
          <w:p w14:paraId="319D2E55" w14:textId="77777777" w:rsidR="00914E26" w:rsidRPr="000E0EE2" w:rsidRDefault="00914E26" w:rsidP="00ED030E">
            <w:pPr>
              <w:pStyle w:val="Tableheading"/>
              <w:rPr>
                <w:lang w:val="en-GB"/>
              </w:rPr>
            </w:pPr>
            <w:r w:rsidRPr="000E0EE2">
              <w:rPr>
                <w:lang w:val="en-GB"/>
              </w:rPr>
              <w:t>Page / Section Revised</w:t>
            </w:r>
          </w:p>
        </w:tc>
        <w:tc>
          <w:tcPr>
            <w:tcW w:w="5001" w:type="dxa"/>
          </w:tcPr>
          <w:p w14:paraId="7607309E" w14:textId="77777777" w:rsidR="00914E26" w:rsidRPr="000E0EE2" w:rsidRDefault="00914E26" w:rsidP="00ED030E">
            <w:pPr>
              <w:pStyle w:val="Tableheading"/>
              <w:rPr>
                <w:lang w:val="en-GB"/>
              </w:rPr>
            </w:pPr>
            <w:r w:rsidRPr="000E0EE2">
              <w:rPr>
                <w:lang w:val="en-GB"/>
              </w:rPr>
              <w:t>Requirement for Revision</w:t>
            </w:r>
          </w:p>
        </w:tc>
      </w:tr>
      <w:tr w:rsidR="005D245B" w:rsidRPr="000E0EE2" w14:paraId="510569A3" w14:textId="77777777" w:rsidTr="005E4659">
        <w:trPr>
          <w:trHeight w:val="851"/>
        </w:trPr>
        <w:tc>
          <w:tcPr>
            <w:tcW w:w="1908" w:type="dxa"/>
            <w:vAlign w:val="center"/>
          </w:tcPr>
          <w:p w14:paraId="3156846C" w14:textId="1E1CF22F" w:rsidR="005D245B" w:rsidRPr="000E0EE2" w:rsidRDefault="005D245B" w:rsidP="00914E26">
            <w:pPr>
              <w:pStyle w:val="Tabletext"/>
            </w:pPr>
            <w:r w:rsidRPr="000E0EE2">
              <w:rPr>
                <w:rFonts w:ascii="Calibri" w:hAnsi="Calibri" w:cs="Arial"/>
              </w:rPr>
              <w:t>December 2013</w:t>
            </w:r>
          </w:p>
        </w:tc>
        <w:tc>
          <w:tcPr>
            <w:tcW w:w="3576" w:type="dxa"/>
            <w:vAlign w:val="center"/>
          </w:tcPr>
          <w:p w14:paraId="5F22DF07" w14:textId="18187AA4" w:rsidR="005D245B" w:rsidRPr="000E0EE2" w:rsidRDefault="005D245B" w:rsidP="005D245B">
            <w:pPr>
              <w:pStyle w:val="Tabletext"/>
            </w:pPr>
            <w:r w:rsidRPr="000E0EE2">
              <w:rPr>
                <w:rFonts w:ascii="Calibri" w:hAnsi="Calibri" w:cs="Arial"/>
              </w:rPr>
              <w:t>13-21/PART 2</w:t>
            </w:r>
          </w:p>
        </w:tc>
        <w:tc>
          <w:tcPr>
            <w:tcW w:w="5001" w:type="dxa"/>
            <w:vAlign w:val="center"/>
          </w:tcPr>
          <w:p w14:paraId="57D2E76F" w14:textId="72F6E319" w:rsidR="005D245B" w:rsidRPr="000E0EE2" w:rsidRDefault="005D245B" w:rsidP="00914E26">
            <w:pPr>
              <w:pStyle w:val="Tabletext"/>
            </w:pPr>
            <w:r w:rsidRPr="000E0EE2">
              <w:rPr>
                <w:rFonts w:ascii="Calibri" w:hAnsi="Calibri" w:cs="Arial"/>
              </w:rPr>
              <w:t>Completed detailed training syllabus for all Level 2 Technician model courses</w:t>
            </w:r>
          </w:p>
        </w:tc>
      </w:tr>
      <w:tr w:rsidR="005D245B" w:rsidRPr="000E0EE2" w14:paraId="373B313D" w14:textId="77777777" w:rsidTr="005E4659">
        <w:trPr>
          <w:trHeight w:val="851"/>
        </w:trPr>
        <w:tc>
          <w:tcPr>
            <w:tcW w:w="1908" w:type="dxa"/>
            <w:vAlign w:val="center"/>
          </w:tcPr>
          <w:p w14:paraId="57B263A9" w14:textId="04731878" w:rsidR="005D245B" w:rsidRPr="00DA09C7" w:rsidRDefault="005D245B" w:rsidP="00914E26">
            <w:pPr>
              <w:pStyle w:val="Tabletext"/>
            </w:pPr>
            <w:r w:rsidRPr="00DA09C7">
              <w:rPr>
                <w:rFonts w:ascii="Calibri" w:hAnsi="Calibri" w:cs="Arial"/>
              </w:rPr>
              <w:t>June 2016</w:t>
            </w:r>
          </w:p>
        </w:tc>
        <w:tc>
          <w:tcPr>
            <w:tcW w:w="3576" w:type="dxa"/>
            <w:vAlign w:val="center"/>
          </w:tcPr>
          <w:p w14:paraId="71A6353D" w14:textId="26648ABE" w:rsidR="005D245B" w:rsidRPr="00DA09C7" w:rsidRDefault="006B5B52" w:rsidP="005D245B">
            <w:pPr>
              <w:pStyle w:val="Tabletext"/>
            </w:pPr>
            <w:r w:rsidRPr="00DA09C7">
              <w:rPr>
                <w:rFonts w:ascii="Calibri" w:hAnsi="Calibri" w:cs="Arial"/>
              </w:rPr>
              <w:t xml:space="preserve">Pages </w:t>
            </w:r>
            <w:r w:rsidR="005D245B" w:rsidRPr="00DA09C7">
              <w:rPr>
                <w:rFonts w:ascii="Calibri" w:hAnsi="Calibri" w:cs="Arial"/>
              </w:rPr>
              <w:t>3, 10, 12 &amp; 19</w:t>
            </w:r>
          </w:p>
        </w:tc>
        <w:tc>
          <w:tcPr>
            <w:tcW w:w="5001" w:type="dxa"/>
            <w:vAlign w:val="center"/>
          </w:tcPr>
          <w:p w14:paraId="1055661D" w14:textId="5F5F5093" w:rsidR="005D245B" w:rsidRPr="00DA09C7" w:rsidRDefault="005D245B" w:rsidP="00914E26">
            <w:pPr>
              <w:pStyle w:val="Tabletext"/>
            </w:pPr>
            <w:r w:rsidRPr="00DA09C7">
              <w:rPr>
                <w:rFonts w:ascii="Calibri" w:hAnsi="Calibri" w:cs="Arial"/>
              </w:rPr>
              <w:t>Minor modifications to ensure compatibility with Recommendation E-141</w:t>
            </w:r>
          </w:p>
        </w:tc>
      </w:tr>
      <w:tr w:rsidR="005E4659" w:rsidRPr="000E0EE2" w14:paraId="0FB36C69" w14:textId="77777777" w:rsidTr="005E4659">
        <w:trPr>
          <w:trHeight w:val="851"/>
        </w:trPr>
        <w:tc>
          <w:tcPr>
            <w:tcW w:w="1908" w:type="dxa"/>
            <w:vAlign w:val="center"/>
          </w:tcPr>
          <w:p w14:paraId="74DCCEAB" w14:textId="77777777" w:rsidR="00914E26" w:rsidRPr="000E0EE2" w:rsidRDefault="00914E26" w:rsidP="00914E26">
            <w:pPr>
              <w:pStyle w:val="Tabletext"/>
            </w:pPr>
          </w:p>
        </w:tc>
        <w:tc>
          <w:tcPr>
            <w:tcW w:w="3576" w:type="dxa"/>
            <w:vAlign w:val="center"/>
          </w:tcPr>
          <w:p w14:paraId="55F16A55" w14:textId="77777777" w:rsidR="00914E26" w:rsidRPr="000E0EE2" w:rsidRDefault="00914E26" w:rsidP="00914E26">
            <w:pPr>
              <w:pStyle w:val="Tabletext"/>
            </w:pPr>
          </w:p>
        </w:tc>
        <w:tc>
          <w:tcPr>
            <w:tcW w:w="5001" w:type="dxa"/>
            <w:vAlign w:val="center"/>
          </w:tcPr>
          <w:p w14:paraId="29893498" w14:textId="77777777" w:rsidR="00914E26" w:rsidRPr="000E0EE2" w:rsidRDefault="00914E26" w:rsidP="00914E26">
            <w:pPr>
              <w:pStyle w:val="Tabletext"/>
            </w:pPr>
          </w:p>
        </w:tc>
      </w:tr>
      <w:tr w:rsidR="005E4659" w:rsidRPr="000E0EE2" w14:paraId="3918308C" w14:textId="77777777" w:rsidTr="005E4659">
        <w:trPr>
          <w:trHeight w:val="851"/>
        </w:trPr>
        <w:tc>
          <w:tcPr>
            <w:tcW w:w="1908" w:type="dxa"/>
            <w:vAlign w:val="center"/>
          </w:tcPr>
          <w:p w14:paraId="7152ACAB" w14:textId="77777777" w:rsidR="00914E26" w:rsidRPr="000E0EE2" w:rsidRDefault="00914E26" w:rsidP="00914E26">
            <w:pPr>
              <w:pStyle w:val="Tabletext"/>
            </w:pPr>
          </w:p>
        </w:tc>
        <w:tc>
          <w:tcPr>
            <w:tcW w:w="3576" w:type="dxa"/>
            <w:vAlign w:val="center"/>
          </w:tcPr>
          <w:p w14:paraId="0BB702A0" w14:textId="77777777" w:rsidR="00914E26" w:rsidRPr="000E0EE2" w:rsidRDefault="00914E26" w:rsidP="00914E26">
            <w:pPr>
              <w:pStyle w:val="Tabletext"/>
            </w:pPr>
          </w:p>
        </w:tc>
        <w:tc>
          <w:tcPr>
            <w:tcW w:w="5001" w:type="dxa"/>
            <w:vAlign w:val="center"/>
          </w:tcPr>
          <w:p w14:paraId="06EC7A30" w14:textId="77777777" w:rsidR="00914E26" w:rsidRPr="000E0EE2" w:rsidRDefault="00914E26" w:rsidP="00914E26">
            <w:pPr>
              <w:pStyle w:val="Tabletext"/>
            </w:pPr>
          </w:p>
        </w:tc>
      </w:tr>
      <w:tr w:rsidR="005E4659" w:rsidRPr="000E0EE2" w14:paraId="0A09C773" w14:textId="77777777" w:rsidTr="005E4659">
        <w:trPr>
          <w:trHeight w:val="851"/>
        </w:trPr>
        <w:tc>
          <w:tcPr>
            <w:tcW w:w="1908" w:type="dxa"/>
            <w:vAlign w:val="center"/>
          </w:tcPr>
          <w:p w14:paraId="700B2BAB" w14:textId="77777777" w:rsidR="00914E26" w:rsidRPr="000E0EE2" w:rsidRDefault="00914E26" w:rsidP="00914E26">
            <w:pPr>
              <w:pStyle w:val="Tabletext"/>
            </w:pPr>
          </w:p>
        </w:tc>
        <w:tc>
          <w:tcPr>
            <w:tcW w:w="3576" w:type="dxa"/>
            <w:vAlign w:val="center"/>
          </w:tcPr>
          <w:p w14:paraId="779743E4" w14:textId="77777777" w:rsidR="00914E26" w:rsidRPr="000E0EE2" w:rsidRDefault="00914E26" w:rsidP="00914E26">
            <w:pPr>
              <w:pStyle w:val="Tabletext"/>
            </w:pPr>
          </w:p>
        </w:tc>
        <w:tc>
          <w:tcPr>
            <w:tcW w:w="5001" w:type="dxa"/>
            <w:vAlign w:val="center"/>
          </w:tcPr>
          <w:p w14:paraId="01147CF1" w14:textId="77777777" w:rsidR="00914E26" w:rsidRPr="000E0EE2" w:rsidRDefault="00914E26" w:rsidP="00914E26">
            <w:pPr>
              <w:pStyle w:val="Tabletext"/>
            </w:pPr>
          </w:p>
        </w:tc>
      </w:tr>
      <w:tr w:rsidR="005E4659" w:rsidRPr="000E0EE2" w14:paraId="40F5C665" w14:textId="77777777" w:rsidTr="005E4659">
        <w:trPr>
          <w:trHeight w:val="851"/>
        </w:trPr>
        <w:tc>
          <w:tcPr>
            <w:tcW w:w="1908" w:type="dxa"/>
            <w:vAlign w:val="center"/>
          </w:tcPr>
          <w:p w14:paraId="34354C76" w14:textId="77777777" w:rsidR="00914E26" w:rsidRPr="000E0EE2" w:rsidRDefault="00914E26" w:rsidP="00914E26">
            <w:pPr>
              <w:pStyle w:val="Tabletext"/>
            </w:pPr>
          </w:p>
        </w:tc>
        <w:tc>
          <w:tcPr>
            <w:tcW w:w="3576" w:type="dxa"/>
            <w:vAlign w:val="center"/>
          </w:tcPr>
          <w:p w14:paraId="7BC32D5B" w14:textId="77777777" w:rsidR="00914E26" w:rsidRPr="000E0EE2" w:rsidRDefault="00914E26" w:rsidP="00914E26">
            <w:pPr>
              <w:pStyle w:val="Tabletext"/>
            </w:pPr>
          </w:p>
        </w:tc>
        <w:tc>
          <w:tcPr>
            <w:tcW w:w="5001" w:type="dxa"/>
            <w:vAlign w:val="center"/>
          </w:tcPr>
          <w:p w14:paraId="09B0067E" w14:textId="77777777" w:rsidR="00914E26" w:rsidRPr="000E0EE2" w:rsidRDefault="00914E26" w:rsidP="00914E26">
            <w:pPr>
              <w:pStyle w:val="Tabletext"/>
            </w:pPr>
          </w:p>
        </w:tc>
      </w:tr>
      <w:tr w:rsidR="005E4659" w:rsidRPr="000E0EE2" w14:paraId="28EACB73" w14:textId="77777777" w:rsidTr="005E4659">
        <w:trPr>
          <w:trHeight w:val="851"/>
        </w:trPr>
        <w:tc>
          <w:tcPr>
            <w:tcW w:w="1908" w:type="dxa"/>
            <w:vAlign w:val="center"/>
          </w:tcPr>
          <w:p w14:paraId="2FC8FA7E" w14:textId="77777777" w:rsidR="00914E26" w:rsidRPr="000E0EE2" w:rsidRDefault="00914E26" w:rsidP="00914E26">
            <w:pPr>
              <w:pStyle w:val="Tabletext"/>
            </w:pPr>
          </w:p>
        </w:tc>
        <w:tc>
          <w:tcPr>
            <w:tcW w:w="3576" w:type="dxa"/>
            <w:vAlign w:val="center"/>
          </w:tcPr>
          <w:p w14:paraId="4C3E7988" w14:textId="77777777" w:rsidR="00914E26" w:rsidRPr="000E0EE2" w:rsidRDefault="00914E26" w:rsidP="00914E26">
            <w:pPr>
              <w:pStyle w:val="Tabletext"/>
            </w:pPr>
          </w:p>
        </w:tc>
        <w:tc>
          <w:tcPr>
            <w:tcW w:w="5001" w:type="dxa"/>
            <w:vAlign w:val="center"/>
          </w:tcPr>
          <w:p w14:paraId="13C9345F" w14:textId="77777777" w:rsidR="00914E26" w:rsidRPr="000E0EE2" w:rsidRDefault="00914E26" w:rsidP="00914E26">
            <w:pPr>
              <w:pStyle w:val="Tabletext"/>
            </w:pPr>
          </w:p>
        </w:tc>
      </w:tr>
    </w:tbl>
    <w:p w14:paraId="528BB153" w14:textId="77777777" w:rsidR="00914E26" w:rsidRPr="000E0EE2" w:rsidRDefault="00914E26" w:rsidP="00D74AE1"/>
    <w:p w14:paraId="541E9FFB" w14:textId="77777777" w:rsidR="005E4659" w:rsidRPr="000E0EE2" w:rsidRDefault="005E4659" w:rsidP="00914E26">
      <w:pPr>
        <w:spacing w:after="200" w:line="276" w:lineRule="auto"/>
        <w:sectPr w:rsidR="005E4659" w:rsidRPr="000E0EE2" w:rsidSect="00F00376">
          <w:headerReference w:type="default" r:id="rId12"/>
          <w:footerReference w:type="default" r:id="rId13"/>
          <w:pgSz w:w="11906" w:h="16838" w:code="9"/>
          <w:pgMar w:top="567" w:right="794" w:bottom="567" w:left="907" w:header="567" w:footer="567" w:gutter="0"/>
          <w:cols w:space="708"/>
          <w:docGrid w:linePitch="360"/>
        </w:sectPr>
      </w:pPr>
    </w:p>
    <w:p w14:paraId="2857CEAE" w14:textId="77777777" w:rsidR="000E0EE2" w:rsidRPr="000E0EE2" w:rsidRDefault="002A29D4">
      <w:pPr>
        <w:pStyle w:val="TOC1"/>
        <w:rPr>
          <w:rFonts w:eastAsiaTheme="minorEastAsia"/>
          <w:b w:val="0"/>
          <w:noProof w:val="0"/>
          <w:color w:val="auto"/>
          <w:sz w:val="24"/>
          <w:szCs w:val="24"/>
        </w:rPr>
      </w:pPr>
      <w:r w:rsidRPr="000E0EE2">
        <w:rPr>
          <w:b w:val="0"/>
          <w:noProof w:val="0"/>
        </w:rPr>
        <w:lastRenderedPageBreak/>
        <w:fldChar w:fldCharType="begin"/>
      </w:r>
      <w:r w:rsidRPr="000E0EE2">
        <w:rPr>
          <w:b w:val="0"/>
          <w:noProof w:val="0"/>
        </w:rPr>
        <w:instrText xml:space="preserve"> TOC \o "1-3" \t "Annex,1,Appendix,5,Part,1,Module,4" </w:instrText>
      </w:r>
      <w:r w:rsidRPr="000E0EE2">
        <w:rPr>
          <w:b w:val="0"/>
          <w:noProof w:val="0"/>
        </w:rPr>
        <w:fldChar w:fldCharType="separate"/>
      </w:r>
      <w:r w:rsidR="000E0EE2" w:rsidRPr="000E0EE2">
        <w:rPr>
          <w:noProof w:val="0"/>
        </w:rPr>
        <w:t>PART 1 - COURSE OVERVIEW</w:t>
      </w:r>
      <w:r w:rsidR="000E0EE2" w:rsidRPr="000E0EE2">
        <w:rPr>
          <w:noProof w:val="0"/>
        </w:rPr>
        <w:tab/>
      </w:r>
      <w:r w:rsidR="000E0EE2" w:rsidRPr="000E0EE2">
        <w:rPr>
          <w:noProof w:val="0"/>
        </w:rPr>
        <w:fldChar w:fldCharType="begin"/>
      </w:r>
      <w:r w:rsidR="000E0EE2" w:rsidRPr="000E0EE2">
        <w:rPr>
          <w:noProof w:val="0"/>
        </w:rPr>
        <w:instrText xml:space="preserve"> PAGEREF _Toc449336775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4BA0ABE6"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_Toc449336776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6DEF635B" w14:textId="77777777" w:rsidR="000E0EE2" w:rsidRPr="000E0EE2" w:rsidRDefault="000E0EE2">
      <w:pPr>
        <w:pStyle w:val="TOC2"/>
        <w:rPr>
          <w:rFonts w:eastAsiaTheme="minorEastAsia"/>
          <w:noProof w:val="0"/>
          <w:color w:val="auto"/>
          <w:sz w:val="24"/>
          <w:szCs w:val="24"/>
        </w:rPr>
      </w:pPr>
      <w:r w:rsidRPr="000E0EE2">
        <w:rPr>
          <w:noProof w:val="0"/>
        </w:rPr>
        <w:t>1.1</w:t>
      </w:r>
      <w:r w:rsidRPr="000E0EE2">
        <w:rPr>
          <w:rFonts w:eastAsiaTheme="minorEastAsia"/>
          <w:noProof w:val="0"/>
          <w:color w:val="auto"/>
          <w:sz w:val="24"/>
          <w:szCs w:val="24"/>
        </w:rPr>
        <w:tab/>
      </w:r>
      <w:r w:rsidRPr="000E0EE2">
        <w:rPr>
          <w:noProof w:val="0"/>
        </w:rPr>
        <w:t>Purpose of ‘Level 2’ Technician Model Courses</w:t>
      </w:r>
      <w:r w:rsidRPr="000E0EE2">
        <w:rPr>
          <w:noProof w:val="0"/>
        </w:rPr>
        <w:tab/>
      </w:r>
      <w:r w:rsidRPr="000E0EE2">
        <w:rPr>
          <w:noProof w:val="0"/>
        </w:rPr>
        <w:fldChar w:fldCharType="begin"/>
      </w:r>
      <w:r w:rsidRPr="000E0EE2">
        <w:rPr>
          <w:noProof w:val="0"/>
        </w:rPr>
        <w:instrText xml:space="preserve"> PAGEREF _Toc449336777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13C37ADE" w14:textId="77777777" w:rsidR="000E0EE2" w:rsidRPr="000E0EE2" w:rsidRDefault="000E0EE2">
      <w:pPr>
        <w:pStyle w:val="TOC2"/>
        <w:rPr>
          <w:rFonts w:eastAsiaTheme="minorEastAsia"/>
          <w:noProof w:val="0"/>
          <w:color w:val="auto"/>
          <w:sz w:val="24"/>
          <w:szCs w:val="24"/>
        </w:rPr>
      </w:pPr>
      <w:r w:rsidRPr="000E0EE2">
        <w:rPr>
          <w:noProof w:val="0"/>
        </w:rPr>
        <w:t>1.2</w:t>
      </w:r>
      <w:r w:rsidRPr="000E0EE2">
        <w:rPr>
          <w:rFonts w:eastAsiaTheme="minorEastAsia"/>
          <w:noProof w:val="0"/>
          <w:color w:val="auto"/>
          <w:sz w:val="24"/>
          <w:szCs w:val="24"/>
        </w:rPr>
        <w:tab/>
      </w:r>
      <w:r w:rsidRPr="000E0EE2">
        <w:rPr>
          <w:noProof w:val="0"/>
        </w:rPr>
        <w:t>Purpose of the Model Course</w:t>
      </w:r>
      <w:r w:rsidRPr="000E0EE2">
        <w:rPr>
          <w:noProof w:val="0"/>
        </w:rPr>
        <w:tab/>
      </w:r>
      <w:r w:rsidRPr="000E0EE2">
        <w:rPr>
          <w:noProof w:val="0"/>
        </w:rPr>
        <w:fldChar w:fldCharType="begin"/>
      </w:r>
      <w:r w:rsidRPr="000E0EE2">
        <w:rPr>
          <w:noProof w:val="0"/>
        </w:rPr>
        <w:instrText xml:space="preserve"> PAGEREF _Toc449336778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4D4D6433" w14:textId="77777777" w:rsidR="000E0EE2" w:rsidRPr="000E0EE2" w:rsidRDefault="000E0EE2">
      <w:pPr>
        <w:pStyle w:val="TOC2"/>
        <w:rPr>
          <w:rFonts w:eastAsiaTheme="minorEastAsia"/>
          <w:noProof w:val="0"/>
          <w:color w:val="auto"/>
          <w:sz w:val="24"/>
          <w:szCs w:val="24"/>
        </w:rPr>
      </w:pPr>
      <w:r w:rsidRPr="000E0EE2">
        <w:rPr>
          <w:noProof w:val="0"/>
        </w:rPr>
        <w:t>1.3</w:t>
      </w:r>
      <w:r w:rsidRPr="000E0EE2">
        <w:rPr>
          <w:rFonts w:eastAsiaTheme="minorEastAsia"/>
          <w:noProof w:val="0"/>
          <w:color w:val="auto"/>
          <w:sz w:val="24"/>
          <w:szCs w:val="24"/>
        </w:rPr>
        <w:tab/>
      </w:r>
      <w:r w:rsidRPr="000E0EE2">
        <w:rPr>
          <w:noProof w:val="0"/>
        </w:rPr>
        <w:t>Use of the Suite of Model Courses</w:t>
      </w:r>
      <w:r w:rsidRPr="000E0EE2">
        <w:rPr>
          <w:noProof w:val="0"/>
        </w:rPr>
        <w:tab/>
      </w:r>
      <w:r w:rsidRPr="000E0EE2">
        <w:rPr>
          <w:noProof w:val="0"/>
        </w:rPr>
        <w:fldChar w:fldCharType="begin"/>
      </w:r>
      <w:r w:rsidRPr="000E0EE2">
        <w:rPr>
          <w:noProof w:val="0"/>
        </w:rPr>
        <w:instrText xml:space="preserve"> PAGEREF _Toc449336779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2D09D24B" w14:textId="77777777" w:rsidR="000E0EE2" w:rsidRPr="000E0EE2" w:rsidRDefault="000E0EE2">
      <w:pPr>
        <w:pStyle w:val="TOC2"/>
        <w:rPr>
          <w:rFonts w:eastAsiaTheme="minorEastAsia"/>
          <w:noProof w:val="0"/>
          <w:color w:val="auto"/>
          <w:sz w:val="24"/>
          <w:szCs w:val="24"/>
        </w:rPr>
      </w:pPr>
      <w:r w:rsidRPr="000E0EE2">
        <w:rPr>
          <w:noProof w:val="0"/>
        </w:rPr>
        <w:t>1.4</w:t>
      </w:r>
      <w:r w:rsidRPr="000E0EE2">
        <w:rPr>
          <w:rFonts w:eastAsiaTheme="minorEastAsia"/>
          <w:noProof w:val="0"/>
          <w:color w:val="auto"/>
          <w:sz w:val="24"/>
          <w:szCs w:val="24"/>
        </w:rPr>
        <w:tab/>
      </w:r>
      <w:r w:rsidRPr="000E0EE2">
        <w:rPr>
          <w:noProof w:val="0"/>
        </w:rPr>
        <w:t>Presentation and Lesson Plans</w:t>
      </w:r>
      <w:r w:rsidRPr="000E0EE2">
        <w:rPr>
          <w:noProof w:val="0"/>
        </w:rPr>
        <w:tab/>
      </w:r>
      <w:r w:rsidRPr="000E0EE2">
        <w:rPr>
          <w:noProof w:val="0"/>
        </w:rPr>
        <w:fldChar w:fldCharType="begin"/>
      </w:r>
      <w:r w:rsidRPr="000E0EE2">
        <w:rPr>
          <w:noProof w:val="0"/>
        </w:rPr>
        <w:instrText xml:space="preserve"> PAGEREF _Toc449336780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6CD551F2" w14:textId="77777777" w:rsidR="000E0EE2" w:rsidRPr="000E0EE2" w:rsidRDefault="000E0EE2">
      <w:pPr>
        <w:pStyle w:val="TOC2"/>
        <w:rPr>
          <w:rFonts w:eastAsiaTheme="minorEastAsia"/>
          <w:noProof w:val="0"/>
          <w:color w:val="auto"/>
          <w:sz w:val="24"/>
          <w:szCs w:val="24"/>
        </w:rPr>
      </w:pPr>
      <w:r w:rsidRPr="000E0EE2">
        <w:rPr>
          <w:noProof w:val="0"/>
        </w:rPr>
        <w:t>1.5</w:t>
      </w:r>
      <w:r w:rsidRPr="000E0EE2">
        <w:rPr>
          <w:rFonts w:eastAsiaTheme="minorEastAsia"/>
          <w:noProof w:val="0"/>
          <w:color w:val="auto"/>
          <w:sz w:val="24"/>
          <w:szCs w:val="24"/>
        </w:rPr>
        <w:tab/>
      </w:r>
      <w:r w:rsidRPr="000E0EE2">
        <w:rPr>
          <w:noProof w:val="0"/>
        </w:rPr>
        <w:t>Evaluation or Assessment of Participant Progress</w:t>
      </w:r>
      <w:r w:rsidRPr="000E0EE2">
        <w:rPr>
          <w:noProof w:val="0"/>
        </w:rPr>
        <w:tab/>
      </w:r>
      <w:r w:rsidRPr="000E0EE2">
        <w:rPr>
          <w:noProof w:val="0"/>
        </w:rPr>
        <w:fldChar w:fldCharType="begin"/>
      </w:r>
      <w:r w:rsidRPr="000E0EE2">
        <w:rPr>
          <w:noProof w:val="0"/>
        </w:rPr>
        <w:instrText xml:space="preserve"> PAGEREF _Toc449336781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4EB5B4CA" w14:textId="77777777" w:rsidR="000E0EE2" w:rsidRPr="000E0EE2" w:rsidRDefault="000E0EE2">
      <w:pPr>
        <w:pStyle w:val="TOC2"/>
        <w:rPr>
          <w:rFonts w:eastAsiaTheme="minorEastAsia"/>
          <w:noProof w:val="0"/>
          <w:color w:val="auto"/>
          <w:sz w:val="24"/>
          <w:szCs w:val="24"/>
        </w:rPr>
      </w:pPr>
      <w:r w:rsidRPr="000E0EE2">
        <w:rPr>
          <w:noProof w:val="0"/>
        </w:rPr>
        <w:t>1.6</w:t>
      </w:r>
      <w:r w:rsidRPr="000E0EE2">
        <w:rPr>
          <w:rFonts w:eastAsiaTheme="minorEastAsia"/>
          <w:noProof w:val="0"/>
          <w:color w:val="auto"/>
          <w:sz w:val="24"/>
          <w:szCs w:val="24"/>
        </w:rPr>
        <w:tab/>
      </w:r>
      <w:r w:rsidRPr="000E0EE2">
        <w:rPr>
          <w:noProof w:val="0"/>
        </w:rPr>
        <w:t>Implementation</w:t>
      </w:r>
      <w:r w:rsidRPr="000E0EE2">
        <w:rPr>
          <w:noProof w:val="0"/>
        </w:rPr>
        <w:tab/>
      </w:r>
      <w:r w:rsidRPr="000E0EE2">
        <w:rPr>
          <w:noProof w:val="0"/>
        </w:rPr>
        <w:fldChar w:fldCharType="begin"/>
      </w:r>
      <w:r w:rsidRPr="000E0EE2">
        <w:rPr>
          <w:noProof w:val="0"/>
        </w:rPr>
        <w:instrText xml:space="preserve"> PAGEREF _Toc449336782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2BE5773C" w14:textId="77777777" w:rsidR="000E0EE2" w:rsidRPr="000E0EE2" w:rsidRDefault="000E0EE2">
      <w:pPr>
        <w:pStyle w:val="TOC2"/>
        <w:rPr>
          <w:rFonts w:eastAsiaTheme="minorEastAsia"/>
          <w:noProof w:val="0"/>
          <w:color w:val="auto"/>
          <w:sz w:val="24"/>
          <w:szCs w:val="24"/>
        </w:rPr>
      </w:pPr>
      <w:r w:rsidRPr="000E0EE2">
        <w:rPr>
          <w:noProof w:val="0"/>
        </w:rPr>
        <w:t>1.7</w:t>
      </w:r>
      <w:r w:rsidRPr="000E0EE2">
        <w:rPr>
          <w:rFonts w:eastAsiaTheme="minorEastAsia"/>
          <w:noProof w:val="0"/>
          <w:color w:val="auto"/>
          <w:sz w:val="24"/>
          <w:szCs w:val="24"/>
        </w:rPr>
        <w:tab/>
      </w:r>
      <w:r w:rsidRPr="000E0EE2">
        <w:rPr>
          <w:noProof w:val="0"/>
        </w:rPr>
        <w:t>Validation</w:t>
      </w:r>
      <w:r w:rsidRPr="000E0EE2">
        <w:rPr>
          <w:noProof w:val="0"/>
        </w:rPr>
        <w:tab/>
      </w:r>
      <w:r w:rsidRPr="000E0EE2">
        <w:rPr>
          <w:noProof w:val="0"/>
        </w:rPr>
        <w:fldChar w:fldCharType="begin"/>
      </w:r>
      <w:r w:rsidRPr="000E0EE2">
        <w:rPr>
          <w:noProof w:val="0"/>
        </w:rPr>
        <w:instrText xml:space="preserve"> PAGEREF _Toc449336783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1D1C0813" w14:textId="77777777" w:rsidR="000E0EE2" w:rsidRPr="000E0EE2" w:rsidRDefault="000E0EE2">
      <w:pPr>
        <w:pStyle w:val="TOC1"/>
        <w:rPr>
          <w:rFonts w:eastAsiaTheme="minorEastAsia"/>
          <w:b w:val="0"/>
          <w:noProof w:val="0"/>
          <w:color w:val="auto"/>
          <w:sz w:val="24"/>
          <w:szCs w:val="24"/>
        </w:rPr>
      </w:pPr>
      <w:r w:rsidRPr="000E0EE2">
        <w:rPr>
          <w:noProof w:val="0"/>
        </w:rPr>
        <w:t>2</w:t>
      </w:r>
      <w:r w:rsidRPr="000E0EE2">
        <w:rPr>
          <w:rFonts w:eastAsiaTheme="minorEastAsia"/>
          <w:b w:val="0"/>
          <w:noProof w:val="0"/>
          <w:color w:val="auto"/>
          <w:sz w:val="24"/>
          <w:szCs w:val="24"/>
        </w:rPr>
        <w:tab/>
      </w:r>
      <w:r w:rsidRPr="000E0EE2">
        <w:rPr>
          <w:noProof w:val="0"/>
        </w:rPr>
        <w:t>COURSE FRAMEWORK</w:t>
      </w:r>
      <w:r w:rsidRPr="000E0EE2">
        <w:rPr>
          <w:noProof w:val="0"/>
        </w:rPr>
        <w:tab/>
      </w:r>
      <w:r w:rsidRPr="000E0EE2">
        <w:rPr>
          <w:noProof w:val="0"/>
        </w:rPr>
        <w:fldChar w:fldCharType="begin"/>
      </w:r>
      <w:r w:rsidRPr="000E0EE2">
        <w:rPr>
          <w:noProof w:val="0"/>
        </w:rPr>
        <w:instrText xml:space="preserve"> PAGEREF _Toc449336784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576E7B1F" w14:textId="77777777" w:rsidR="000E0EE2" w:rsidRPr="000E0EE2" w:rsidRDefault="000E0EE2">
      <w:pPr>
        <w:pStyle w:val="TOC2"/>
        <w:rPr>
          <w:rFonts w:eastAsiaTheme="minorEastAsia"/>
          <w:noProof w:val="0"/>
          <w:color w:val="auto"/>
          <w:sz w:val="24"/>
          <w:szCs w:val="24"/>
        </w:rPr>
      </w:pPr>
      <w:r w:rsidRPr="000E0EE2">
        <w:rPr>
          <w:noProof w:val="0"/>
        </w:rPr>
        <w:t>2.1</w:t>
      </w:r>
      <w:r w:rsidRPr="000E0EE2">
        <w:rPr>
          <w:rFonts w:eastAsiaTheme="minorEastAsia"/>
          <w:noProof w:val="0"/>
          <w:color w:val="auto"/>
          <w:sz w:val="24"/>
          <w:szCs w:val="24"/>
        </w:rPr>
        <w:tab/>
      </w:r>
      <w:r w:rsidRPr="000E0EE2">
        <w:rPr>
          <w:noProof w:val="0"/>
        </w:rPr>
        <w:t>Scope</w:t>
      </w:r>
      <w:r w:rsidRPr="000E0EE2">
        <w:rPr>
          <w:noProof w:val="0"/>
        </w:rPr>
        <w:tab/>
      </w:r>
      <w:r w:rsidRPr="000E0EE2">
        <w:rPr>
          <w:noProof w:val="0"/>
        </w:rPr>
        <w:fldChar w:fldCharType="begin"/>
      </w:r>
      <w:r w:rsidRPr="000E0EE2">
        <w:rPr>
          <w:noProof w:val="0"/>
        </w:rPr>
        <w:instrText xml:space="preserve"> PAGEREF _Toc449336785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44763345" w14:textId="77777777" w:rsidR="000E0EE2" w:rsidRPr="000E0EE2" w:rsidRDefault="000E0EE2">
      <w:pPr>
        <w:pStyle w:val="TOC2"/>
        <w:rPr>
          <w:rFonts w:eastAsiaTheme="minorEastAsia"/>
          <w:noProof w:val="0"/>
          <w:color w:val="auto"/>
          <w:sz w:val="24"/>
          <w:szCs w:val="24"/>
        </w:rPr>
      </w:pPr>
      <w:r w:rsidRPr="000E0EE2">
        <w:rPr>
          <w:noProof w:val="0"/>
        </w:rPr>
        <w:t>2.2</w:t>
      </w:r>
      <w:r w:rsidRPr="000E0EE2">
        <w:rPr>
          <w:rFonts w:eastAsiaTheme="minorEastAsia"/>
          <w:noProof w:val="0"/>
          <w:color w:val="auto"/>
          <w:sz w:val="24"/>
          <w:szCs w:val="24"/>
        </w:rPr>
        <w:tab/>
      </w:r>
      <w:r w:rsidRPr="000E0EE2">
        <w:rPr>
          <w:noProof w:val="0"/>
        </w:rPr>
        <w:t>Objective</w:t>
      </w:r>
      <w:r w:rsidRPr="000E0EE2">
        <w:rPr>
          <w:noProof w:val="0"/>
        </w:rPr>
        <w:tab/>
      </w:r>
      <w:r w:rsidRPr="000E0EE2">
        <w:rPr>
          <w:noProof w:val="0"/>
        </w:rPr>
        <w:fldChar w:fldCharType="begin"/>
      </w:r>
      <w:r w:rsidRPr="000E0EE2">
        <w:rPr>
          <w:noProof w:val="0"/>
        </w:rPr>
        <w:instrText xml:space="preserve"> PAGEREF _Toc449336786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0599C433" w14:textId="77777777" w:rsidR="000E0EE2" w:rsidRPr="000E0EE2" w:rsidRDefault="000E0EE2">
      <w:pPr>
        <w:pStyle w:val="TOC2"/>
        <w:rPr>
          <w:rFonts w:eastAsiaTheme="minorEastAsia"/>
          <w:noProof w:val="0"/>
          <w:color w:val="auto"/>
          <w:sz w:val="24"/>
          <w:szCs w:val="24"/>
        </w:rPr>
      </w:pPr>
      <w:r w:rsidRPr="000E0EE2">
        <w:rPr>
          <w:noProof w:val="0"/>
        </w:rPr>
        <w:t>2.3</w:t>
      </w:r>
      <w:r w:rsidRPr="000E0EE2">
        <w:rPr>
          <w:rFonts w:eastAsiaTheme="minorEastAsia"/>
          <w:noProof w:val="0"/>
          <w:color w:val="auto"/>
          <w:sz w:val="24"/>
          <w:szCs w:val="24"/>
        </w:rPr>
        <w:tab/>
      </w:r>
      <w:r w:rsidRPr="000E0EE2">
        <w:rPr>
          <w:noProof w:val="0"/>
        </w:rPr>
        <w:t>Entry Standard</w:t>
      </w:r>
      <w:r w:rsidRPr="000E0EE2">
        <w:rPr>
          <w:noProof w:val="0"/>
        </w:rPr>
        <w:tab/>
      </w:r>
      <w:r w:rsidRPr="000E0EE2">
        <w:rPr>
          <w:noProof w:val="0"/>
        </w:rPr>
        <w:fldChar w:fldCharType="begin"/>
      </w:r>
      <w:r w:rsidRPr="000E0EE2">
        <w:rPr>
          <w:noProof w:val="0"/>
        </w:rPr>
        <w:instrText xml:space="preserve"> PAGEREF _Toc449336787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77087BBE" w14:textId="77777777" w:rsidR="000E0EE2" w:rsidRPr="000E0EE2" w:rsidRDefault="000E0EE2">
      <w:pPr>
        <w:pStyle w:val="TOC2"/>
        <w:rPr>
          <w:rFonts w:eastAsiaTheme="minorEastAsia"/>
          <w:noProof w:val="0"/>
          <w:color w:val="auto"/>
          <w:sz w:val="24"/>
          <w:szCs w:val="24"/>
        </w:rPr>
      </w:pPr>
      <w:r w:rsidRPr="000E0EE2">
        <w:rPr>
          <w:noProof w:val="0"/>
        </w:rPr>
        <w:t>2.4</w:t>
      </w:r>
      <w:r w:rsidRPr="000E0EE2">
        <w:rPr>
          <w:rFonts w:eastAsiaTheme="minorEastAsia"/>
          <w:noProof w:val="0"/>
          <w:color w:val="auto"/>
          <w:sz w:val="24"/>
          <w:szCs w:val="24"/>
        </w:rPr>
        <w:tab/>
      </w:r>
      <w:r w:rsidRPr="000E0EE2">
        <w:rPr>
          <w:noProof w:val="0"/>
        </w:rPr>
        <w:t>Requirements for Certification</w:t>
      </w:r>
      <w:r w:rsidRPr="000E0EE2">
        <w:rPr>
          <w:noProof w:val="0"/>
        </w:rPr>
        <w:tab/>
      </w:r>
      <w:r w:rsidRPr="000E0EE2">
        <w:rPr>
          <w:noProof w:val="0"/>
        </w:rPr>
        <w:fldChar w:fldCharType="begin"/>
      </w:r>
      <w:r w:rsidRPr="000E0EE2">
        <w:rPr>
          <w:noProof w:val="0"/>
        </w:rPr>
        <w:instrText xml:space="preserve"> PAGEREF _Toc449336788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1B80101A" w14:textId="77777777" w:rsidR="000E0EE2" w:rsidRPr="000E0EE2" w:rsidRDefault="000E0EE2">
      <w:pPr>
        <w:pStyle w:val="TOC2"/>
        <w:rPr>
          <w:rFonts w:eastAsiaTheme="minorEastAsia"/>
          <w:noProof w:val="0"/>
          <w:color w:val="auto"/>
          <w:sz w:val="24"/>
          <w:szCs w:val="24"/>
        </w:rPr>
      </w:pPr>
      <w:r w:rsidRPr="000E0EE2">
        <w:rPr>
          <w:noProof w:val="0"/>
        </w:rPr>
        <w:t>2.5</w:t>
      </w:r>
      <w:r w:rsidRPr="000E0EE2">
        <w:rPr>
          <w:rFonts w:eastAsiaTheme="minorEastAsia"/>
          <w:noProof w:val="0"/>
          <w:color w:val="auto"/>
          <w:sz w:val="24"/>
          <w:szCs w:val="24"/>
        </w:rPr>
        <w:tab/>
      </w:r>
      <w:r w:rsidRPr="000E0EE2">
        <w:rPr>
          <w:noProof w:val="0"/>
        </w:rPr>
        <w:t>Course Intake Limitations</w:t>
      </w:r>
      <w:r w:rsidRPr="000E0EE2">
        <w:rPr>
          <w:noProof w:val="0"/>
        </w:rPr>
        <w:tab/>
      </w:r>
      <w:r w:rsidRPr="000E0EE2">
        <w:rPr>
          <w:noProof w:val="0"/>
        </w:rPr>
        <w:fldChar w:fldCharType="begin"/>
      </w:r>
      <w:r w:rsidRPr="000E0EE2">
        <w:rPr>
          <w:noProof w:val="0"/>
        </w:rPr>
        <w:instrText xml:space="preserve"> PAGEREF _Toc449336789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1AF67476" w14:textId="77777777" w:rsidR="000E0EE2" w:rsidRPr="000E0EE2" w:rsidRDefault="000E0EE2">
      <w:pPr>
        <w:pStyle w:val="TOC2"/>
        <w:rPr>
          <w:rFonts w:eastAsiaTheme="minorEastAsia"/>
          <w:noProof w:val="0"/>
          <w:color w:val="auto"/>
          <w:sz w:val="24"/>
          <w:szCs w:val="24"/>
        </w:rPr>
      </w:pPr>
      <w:r w:rsidRPr="000E0EE2">
        <w:rPr>
          <w:noProof w:val="0"/>
        </w:rPr>
        <w:t>2.6</w:t>
      </w:r>
      <w:r w:rsidRPr="000E0EE2">
        <w:rPr>
          <w:rFonts w:eastAsiaTheme="minorEastAsia"/>
          <w:noProof w:val="0"/>
          <w:color w:val="auto"/>
          <w:sz w:val="24"/>
          <w:szCs w:val="24"/>
        </w:rPr>
        <w:tab/>
      </w:r>
      <w:r w:rsidRPr="000E0EE2">
        <w:rPr>
          <w:noProof w:val="0"/>
        </w:rPr>
        <w:t>Training Staff Requirements</w:t>
      </w:r>
      <w:r w:rsidRPr="000E0EE2">
        <w:rPr>
          <w:noProof w:val="0"/>
        </w:rPr>
        <w:tab/>
      </w:r>
      <w:r w:rsidRPr="000E0EE2">
        <w:rPr>
          <w:noProof w:val="0"/>
        </w:rPr>
        <w:fldChar w:fldCharType="begin"/>
      </w:r>
      <w:r w:rsidRPr="000E0EE2">
        <w:rPr>
          <w:noProof w:val="0"/>
        </w:rPr>
        <w:instrText xml:space="preserve"> PAGEREF _Toc449336790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7BDEA37D" w14:textId="77777777" w:rsidR="000E0EE2" w:rsidRPr="000E0EE2" w:rsidRDefault="000E0EE2">
      <w:pPr>
        <w:pStyle w:val="TOC2"/>
        <w:rPr>
          <w:rFonts w:eastAsiaTheme="minorEastAsia"/>
          <w:noProof w:val="0"/>
          <w:color w:val="auto"/>
          <w:sz w:val="24"/>
          <w:szCs w:val="24"/>
        </w:rPr>
      </w:pPr>
      <w:r w:rsidRPr="000E0EE2">
        <w:rPr>
          <w:noProof w:val="0"/>
        </w:rPr>
        <w:t>2.7</w:t>
      </w:r>
      <w:r w:rsidRPr="000E0EE2">
        <w:rPr>
          <w:rFonts w:eastAsiaTheme="minorEastAsia"/>
          <w:noProof w:val="0"/>
          <w:color w:val="auto"/>
          <w:sz w:val="24"/>
          <w:szCs w:val="24"/>
        </w:rPr>
        <w:tab/>
      </w:r>
      <w:r w:rsidRPr="000E0EE2">
        <w:rPr>
          <w:noProof w:val="0"/>
        </w:rPr>
        <w:t>Teaching Facilities and Equipment</w:t>
      </w:r>
      <w:r w:rsidRPr="000E0EE2">
        <w:rPr>
          <w:noProof w:val="0"/>
        </w:rPr>
        <w:tab/>
      </w:r>
      <w:r w:rsidRPr="000E0EE2">
        <w:rPr>
          <w:noProof w:val="0"/>
        </w:rPr>
        <w:fldChar w:fldCharType="begin"/>
      </w:r>
      <w:r w:rsidRPr="000E0EE2">
        <w:rPr>
          <w:noProof w:val="0"/>
        </w:rPr>
        <w:instrText xml:space="preserve"> PAGEREF _Toc449336791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2732DD56" w14:textId="77777777" w:rsidR="000E0EE2" w:rsidRPr="000E0EE2" w:rsidRDefault="000E0EE2">
      <w:pPr>
        <w:pStyle w:val="TOC2"/>
        <w:rPr>
          <w:rFonts w:eastAsiaTheme="minorEastAsia"/>
          <w:noProof w:val="0"/>
          <w:color w:val="auto"/>
          <w:sz w:val="24"/>
          <w:szCs w:val="24"/>
        </w:rPr>
      </w:pPr>
      <w:r w:rsidRPr="000E0EE2">
        <w:rPr>
          <w:noProof w:val="0"/>
        </w:rPr>
        <w:t>2.8</w:t>
      </w:r>
      <w:r w:rsidRPr="000E0EE2">
        <w:rPr>
          <w:rFonts w:eastAsiaTheme="minorEastAsia"/>
          <w:noProof w:val="0"/>
          <w:color w:val="auto"/>
          <w:sz w:val="24"/>
          <w:szCs w:val="24"/>
        </w:rPr>
        <w:tab/>
      </w:r>
      <w:r w:rsidRPr="000E0EE2">
        <w:rPr>
          <w:noProof w:val="0"/>
        </w:rPr>
        <w:t>Teaching Aids and References</w:t>
      </w:r>
      <w:r w:rsidRPr="000E0EE2">
        <w:rPr>
          <w:noProof w:val="0"/>
        </w:rPr>
        <w:tab/>
      </w:r>
      <w:r w:rsidRPr="000E0EE2">
        <w:rPr>
          <w:noProof w:val="0"/>
        </w:rPr>
        <w:fldChar w:fldCharType="begin"/>
      </w:r>
      <w:r w:rsidRPr="000E0EE2">
        <w:rPr>
          <w:noProof w:val="0"/>
        </w:rPr>
        <w:instrText xml:space="preserve"> PAGEREF _Toc449336792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6561E782" w14:textId="77777777" w:rsidR="000E0EE2" w:rsidRPr="000E0EE2" w:rsidRDefault="000E0EE2">
      <w:pPr>
        <w:pStyle w:val="TOC1"/>
        <w:rPr>
          <w:rFonts w:eastAsiaTheme="minorEastAsia"/>
          <w:b w:val="0"/>
          <w:noProof w:val="0"/>
          <w:color w:val="auto"/>
          <w:sz w:val="24"/>
          <w:szCs w:val="24"/>
        </w:rPr>
      </w:pPr>
      <w:r w:rsidRPr="000E0EE2">
        <w:rPr>
          <w:noProof w:val="0"/>
        </w:rPr>
        <w:t>3</w:t>
      </w:r>
      <w:r w:rsidRPr="000E0EE2">
        <w:rPr>
          <w:rFonts w:eastAsiaTheme="minorEastAsia"/>
          <w:b w:val="0"/>
          <w:noProof w:val="0"/>
          <w:color w:val="auto"/>
          <w:sz w:val="24"/>
          <w:szCs w:val="24"/>
        </w:rPr>
        <w:tab/>
      </w:r>
      <w:r w:rsidRPr="000E0EE2">
        <w:rPr>
          <w:noProof w:val="0"/>
        </w:rPr>
        <w:t>OUTLINE OF MODEL COURSES</w:t>
      </w:r>
      <w:r w:rsidRPr="000E0EE2">
        <w:rPr>
          <w:noProof w:val="0"/>
        </w:rPr>
        <w:tab/>
      </w:r>
      <w:r w:rsidRPr="000E0EE2">
        <w:rPr>
          <w:noProof w:val="0"/>
        </w:rPr>
        <w:fldChar w:fldCharType="begin"/>
      </w:r>
      <w:r w:rsidRPr="000E0EE2">
        <w:rPr>
          <w:noProof w:val="0"/>
        </w:rPr>
        <w:instrText xml:space="preserve"> PAGEREF _Toc449336793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77FB5A10" w14:textId="77777777" w:rsidR="000E0EE2" w:rsidRPr="000E0EE2" w:rsidRDefault="000E0EE2">
      <w:pPr>
        <w:pStyle w:val="TOC1"/>
        <w:rPr>
          <w:rFonts w:eastAsiaTheme="minorEastAsia"/>
          <w:b w:val="0"/>
          <w:noProof w:val="0"/>
          <w:color w:val="auto"/>
          <w:sz w:val="24"/>
          <w:szCs w:val="24"/>
        </w:rPr>
      </w:pPr>
      <w:r w:rsidRPr="000E0EE2">
        <w:rPr>
          <w:noProof w:val="0"/>
        </w:rPr>
        <w:t>4</w:t>
      </w:r>
      <w:r w:rsidRPr="000E0EE2">
        <w:rPr>
          <w:rFonts w:eastAsiaTheme="minorEastAsia"/>
          <w:b w:val="0"/>
          <w:noProof w:val="0"/>
          <w:color w:val="auto"/>
          <w:sz w:val="24"/>
          <w:szCs w:val="24"/>
        </w:rPr>
        <w:tab/>
      </w:r>
      <w:r w:rsidRPr="000E0EE2">
        <w:rPr>
          <w:noProof w:val="0"/>
        </w:rPr>
        <w:t>GUIDELINES FOR INSTRUCTORS</w:t>
      </w:r>
      <w:r w:rsidRPr="000E0EE2">
        <w:rPr>
          <w:noProof w:val="0"/>
        </w:rPr>
        <w:tab/>
      </w:r>
      <w:r w:rsidRPr="000E0EE2">
        <w:rPr>
          <w:noProof w:val="0"/>
        </w:rPr>
        <w:fldChar w:fldCharType="begin"/>
      </w:r>
      <w:r w:rsidRPr="000E0EE2">
        <w:rPr>
          <w:noProof w:val="0"/>
        </w:rPr>
        <w:instrText xml:space="preserve"> PAGEREF _Toc449336794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00BB10FA" w14:textId="77777777" w:rsidR="000E0EE2" w:rsidRPr="000E0EE2" w:rsidRDefault="000E0EE2">
      <w:pPr>
        <w:pStyle w:val="TOC2"/>
        <w:rPr>
          <w:rFonts w:eastAsiaTheme="minorEastAsia"/>
          <w:noProof w:val="0"/>
          <w:color w:val="auto"/>
          <w:sz w:val="24"/>
          <w:szCs w:val="24"/>
        </w:rPr>
      </w:pPr>
      <w:r w:rsidRPr="000E0EE2">
        <w:rPr>
          <w:noProof w:val="0"/>
        </w:rPr>
        <w:t>4.1</w:t>
      </w:r>
      <w:r w:rsidRPr="000E0EE2">
        <w:rPr>
          <w:rFonts w:eastAsiaTheme="minorEastAsia"/>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_Toc449336795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2386EF5C" w14:textId="77777777" w:rsidR="000E0EE2" w:rsidRPr="000E0EE2" w:rsidRDefault="000E0EE2">
      <w:pPr>
        <w:pStyle w:val="TOC2"/>
        <w:rPr>
          <w:rFonts w:eastAsiaTheme="minorEastAsia"/>
          <w:noProof w:val="0"/>
          <w:color w:val="auto"/>
          <w:sz w:val="24"/>
          <w:szCs w:val="24"/>
        </w:rPr>
      </w:pPr>
      <w:r w:rsidRPr="000E0EE2">
        <w:rPr>
          <w:noProof w:val="0"/>
        </w:rPr>
        <w:t>4.2</w:t>
      </w:r>
      <w:r w:rsidRPr="000E0EE2">
        <w:rPr>
          <w:rFonts w:eastAsiaTheme="minorEastAsia"/>
          <w:noProof w:val="0"/>
          <w:color w:val="auto"/>
          <w:sz w:val="24"/>
          <w:szCs w:val="24"/>
        </w:rPr>
        <w:tab/>
      </w:r>
      <w:r w:rsidRPr="000E0EE2">
        <w:rPr>
          <w:noProof w:val="0"/>
        </w:rPr>
        <w:t>Curriculum</w:t>
      </w:r>
      <w:r w:rsidRPr="000E0EE2">
        <w:rPr>
          <w:noProof w:val="0"/>
        </w:rPr>
        <w:tab/>
      </w:r>
      <w:r w:rsidRPr="000E0EE2">
        <w:rPr>
          <w:noProof w:val="0"/>
        </w:rPr>
        <w:fldChar w:fldCharType="begin"/>
      </w:r>
      <w:r w:rsidRPr="000E0EE2">
        <w:rPr>
          <w:noProof w:val="0"/>
        </w:rPr>
        <w:instrText xml:space="preserve"> PAGEREF _Toc449336796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0A995A2B" w14:textId="77777777" w:rsidR="000E0EE2" w:rsidRPr="000E0EE2" w:rsidRDefault="000E0EE2">
      <w:pPr>
        <w:pStyle w:val="TOC2"/>
        <w:rPr>
          <w:rFonts w:eastAsiaTheme="minorEastAsia"/>
          <w:noProof w:val="0"/>
          <w:color w:val="auto"/>
          <w:sz w:val="24"/>
          <w:szCs w:val="24"/>
        </w:rPr>
      </w:pPr>
      <w:r w:rsidRPr="000E0EE2">
        <w:rPr>
          <w:noProof w:val="0"/>
        </w:rPr>
        <w:t>4.3</w:t>
      </w:r>
      <w:r w:rsidRPr="000E0EE2">
        <w:rPr>
          <w:rFonts w:eastAsiaTheme="minorEastAsia"/>
          <w:noProof w:val="0"/>
          <w:color w:val="auto"/>
          <w:sz w:val="24"/>
          <w:szCs w:val="24"/>
        </w:rPr>
        <w:tab/>
      </w:r>
      <w:r w:rsidRPr="000E0EE2">
        <w:rPr>
          <w:noProof w:val="0"/>
        </w:rPr>
        <w:t>Practical Training</w:t>
      </w:r>
      <w:r w:rsidRPr="000E0EE2">
        <w:rPr>
          <w:noProof w:val="0"/>
        </w:rPr>
        <w:tab/>
      </w:r>
      <w:r w:rsidRPr="000E0EE2">
        <w:rPr>
          <w:noProof w:val="0"/>
        </w:rPr>
        <w:fldChar w:fldCharType="begin"/>
      </w:r>
      <w:r w:rsidRPr="000E0EE2">
        <w:rPr>
          <w:noProof w:val="0"/>
        </w:rPr>
        <w:instrText xml:space="preserve"> PAGEREF _Toc449336797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3824D603" w14:textId="77777777" w:rsidR="000E0EE2" w:rsidRPr="000E0EE2" w:rsidRDefault="000E0EE2">
      <w:pPr>
        <w:pStyle w:val="TOC1"/>
        <w:rPr>
          <w:rFonts w:eastAsiaTheme="minorEastAsia"/>
          <w:b w:val="0"/>
          <w:noProof w:val="0"/>
          <w:color w:val="auto"/>
          <w:sz w:val="24"/>
          <w:szCs w:val="24"/>
        </w:rPr>
      </w:pPr>
      <w:r w:rsidRPr="000E0EE2">
        <w:rPr>
          <w:noProof w:val="0"/>
        </w:rPr>
        <w:t>5</w:t>
      </w:r>
      <w:r w:rsidRPr="000E0EE2">
        <w:rPr>
          <w:rFonts w:eastAsiaTheme="minorEastAsia"/>
          <w:b w:val="0"/>
          <w:noProof w:val="0"/>
          <w:color w:val="auto"/>
          <w:sz w:val="24"/>
          <w:szCs w:val="24"/>
        </w:rPr>
        <w:tab/>
      </w:r>
      <w:r w:rsidRPr="000E0EE2">
        <w:rPr>
          <w:noProof w:val="0"/>
        </w:rPr>
        <w:t>EVALUATION OR ASSESSMENT</w:t>
      </w:r>
      <w:r w:rsidRPr="000E0EE2">
        <w:rPr>
          <w:noProof w:val="0"/>
        </w:rPr>
        <w:tab/>
      </w:r>
      <w:r w:rsidRPr="000E0EE2">
        <w:rPr>
          <w:noProof w:val="0"/>
        </w:rPr>
        <w:fldChar w:fldCharType="begin"/>
      </w:r>
      <w:r w:rsidRPr="000E0EE2">
        <w:rPr>
          <w:noProof w:val="0"/>
        </w:rPr>
        <w:instrText xml:space="preserve"> PAGEREF _Toc449336798 \h </w:instrText>
      </w:r>
      <w:r w:rsidRPr="000E0EE2">
        <w:rPr>
          <w:noProof w:val="0"/>
        </w:rPr>
      </w:r>
      <w:r w:rsidRPr="000E0EE2">
        <w:rPr>
          <w:noProof w:val="0"/>
        </w:rPr>
        <w:fldChar w:fldCharType="separate"/>
      </w:r>
      <w:r w:rsidRPr="000E0EE2">
        <w:rPr>
          <w:noProof w:val="0"/>
        </w:rPr>
        <w:t>12</w:t>
      </w:r>
      <w:r w:rsidRPr="000E0EE2">
        <w:rPr>
          <w:noProof w:val="0"/>
        </w:rPr>
        <w:fldChar w:fldCharType="end"/>
      </w:r>
    </w:p>
    <w:p w14:paraId="7832FDA0" w14:textId="77777777" w:rsidR="000E0EE2" w:rsidRPr="000E0EE2" w:rsidRDefault="000E0EE2">
      <w:pPr>
        <w:pStyle w:val="TOC1"/>
        <w:rPr>
          <w:rFonts w:eastAsiaTheme="minorEastAsia"/>
          <w:b w:val="0"/>
          <w:noProof w:val="0"/>
          <w:color w:val="auto"/>
          <w:sz w:val="24"/>
          <w:szCs w:val="24"/>
        </w:rPr>
      </w:pPr>
      <w:r w:rsidRPr="000E0EE2">
        <w:rPr>
          <w:noProof w:val="0"/>
        </w:rPr>
        <w:t>PART 2 – LEVEL 2 TECHNICICAN TEACHING SYLLABII</w:t>
      </w:r>
      <w:r w:rsidRPr="000E0EE2">
        <w:rPr>
          <w:noProof w:val="0"/>
        </w:rPr>
        <w:tab/>
      </w:r>
      <w:r w:rsidRPr="000E0EE2">
        <w:rPr>
          <w:noProof w:val="0"/>
        </w:rPr>
        <w:fldChar w:fldCharType="begin"/>
      </w:r>
      <w:r w:rsidRPr="000E0EE2">
        <w:rPr>
          <w:noProof w:val="0"/>
        </w:rPr>
        <w:instrText xml:space="preserve"> PAGEREF _Toc449336799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5738E50D"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MODEL COURSE TEACHING SYLLABUS FOR AtoN LEVEL 2 TECHNICIANS – MODULE 1 – Introduction to AtoN</w:t>
      </w:r>
      <w:r w:rsidRPr="000E0EE2">
        <w:rPr>
          <w:noProof w:val="0"/>
        </w:rPr>
        <w:tab/>
      </w:r>
      <w:r w:rsidRPr="000E0EE2">
        <w:rPr>
          <w:noProof w:val="0"/>
        </w:rPr>
        <w:fldChar w:fldCharType="begin"/>
      </w:r>
      <w:r w:rsidRPr="000E0EE2">
        <w:rPr>
          <w:noProof w:val="0"/>
        </w:rPr>
        <w:instrText xml:space="preserve"> PAGEREF _Toc449336800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3CB7FC5D" w14:textId="77777777" w:rsidR="000E0EE2" w:rsidRPr="000E0EE2" w:rsidRDefault="000E0EE2">
      <w:pPr>
        <w:pStyle w:val="TOC1"/>
        <w:rPr>
          <w:rFonts w:eastAsiaTheme="minorEastAsia"/>
          <w:b w:val="0"/>
          <w:noProof w:val="0"/>
          <w:color w:val="auto"/>
          <w:sz w:val="24"/>
          <w:szCs w:val="24"/>
        </w:rPr>
      </w:pPr>
      <w:r w:rsidRPr="000E0EE2">
        <w:rPr>
          <w:rFonts w:cs="Arial"/>
          <w:noProof w:val="0"/>
        </w:rPr>
        <w:t>6</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2 – Power Supplies</w:t>
      </w:r>
      <w:r w:rsidRPr="000E0EE2">
        <w:rPr>
          <w:noProof w:val="0"/>
        </w:rPr>
        <w:tab/>
      </w:r>
      <w:r w:rsidRPr="000E0EE2">
        <w:rPr>
          <w:noProof w:val="0"/>
        </w:rPr>
        <w:fldChar w:fldCharType="begin"/>
      </w:r>
      <w:r w:rsidRPr="000E0EE2">
        <w:rPr>
          <w:noProof w:val="0"/>
        </w:rPr>
        <w:instrText xml:space="preserve"> PAGEREF _Toc449336801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7959510D" w14:textId="77777777" w:rsidR="000E0EE2" w:rsidRPr="000E0EE2" w:rsidRDefault="000E0EE2">
      <w:pPr>
        <w:pStyle w:val="TOC1"/>
        <w:rPr>
          <w:rFonts w:eastAsiaTheme="minorEastAsia"/>
          <w:b w:val="0"/>
          <w:noProof w:val="0"/>
          <w:color w:val="auto"/>
          <w:sz w:val="24"/>
          <w:szCs w:val="24"/>
        </w:rPr>
      </w:pPr>
      <w:r w:rsidRPr="000E0EE2">
        <w:rPr>
          <w:rFonts w:cs="Arial"/>
          <w:noProof w:val="0"/>
        </w:rPr>
        <w:t>7</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3 – Lights and Marine Lanterns</w:t>
      </w:r>
      <w:r w:rsidRPr="000E0EE2">
        <w:rPr>
          <w:noProof w:val="0"/>
        </w:rPr>
        <w:tab/>
      </w:r>
      <w:r w:rsidRPr="000E0EE2">
        <w:rPr>
          <w:noProof w:val="0"/>
        </w:rPr>
        <w:fldChar w:fldCharType="begin"/>
      </w:r>
      <w:r w:rsidRPr="000E0EE2">
        <w:rPr>
          <w:noProof w:val="0"/>
        </w:rPr>
        <w:instrText xml:space="preserve"> PAGEREF _Toc449336802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728754AF" w14:textId="77777777" w:rsidR="000E0EE2" w:rsidRPr="000E0EE2" w:rsidRDefault="000E0EE2">
      <w:pPr>
        <w:pStyle w:val="TOC1"/>
        <w:rPr>
          <w:rFonts w:eastAsiaTheme="minorEastAsia"/>
          <w:b w:val="0"/>
          <w:noProof w:val="0"/>
          <w:color w:val="auto"/>
          <w:sz w:val="24"/>
          <w:szCs w:val="24"/>
        </w:rPr>
      </w:pPr>
      <w:r w:rsidRPr="000E0EE2">
        <w:rPr>
          <w:rFonts w:cs="Arial"/>
          <w:noProof w:val="0"/>
        </w:rPr>
        <w:t>8</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4 – Sound Signals</w:t>
      </w:r>
      <w:r w:rsidRPr="000E0EE2">
        <w:rPr>
          <w:noProof w:val="0"/>
        </w:rPr>
        <w:tab/>
      </w:r>
      <w:r w:rsidRPr="000E0EE2">
        <w:rPr>
          <w:noProof w:val="0"/>
        </w:rPr>
        <w:fldChar w:fldCharType="begin"/>
      </w:r>
      <w:r w:rsidRPr="000E0EE2">
        <w:rPr>
          <w:noProof w:val="0"/>
        </w:rPr>
        <w:instrText xml:space="preserve"> PAGEREF _Toc449336803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4CC8AC3E" w14:textId="77777777" w:rsidR="000E0EE2" w:rsidRPr="000E0EE2" w:rsidRDefault="000E0EE2">
      <w:pPr>
        <w:pStyle w:val="TOC1"/>
        <w:rPr>
          <w:rFonts w:eastAsiaTheme="minorEastAsia"/>
          <w:b w:val="0"/>
          <w:noProof w:val="0"/>
          <w:color w:val="auto"/>
          <w:sz w:val="24"/>
          <w:szCs w:val="24"/>
        </w:rPr>
      </w:pPr>
      <w:r w:rsidRPr="000E0EE2">
        <w:rPr>
          <w:rFonts w:cs="Arial"/>
          <w:noProof w:val="0"/>
        </w:rPr>
        <w:t>9</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5 – Painting and Coatings</w:t>
      </w:r>
      <w:r w:rsidRPr="000E0EE2">
        <w:rPr>
          <w:noProof w:val="0"/>
        </w:rPr>
        <w:tab/>
      </w:r>
      <w:r w:rsidRPr="000E0EE2">
        <w:rPr>
          <w:noProof w:val="0"/>
        </w:rPr>
        <w:fldChar w:fldCharType="begin"/>
      </w:r>
      <w:r w:rsidRPr="000E0EE2">
        <w:rPr>
          <w:noProof w:val="0"/>
        </w:rPr>
        <w:instrText xml:space="preserve"> PAGEREF _Toc449336804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4984AB4D" w14:textId="77777777" w:rsidR="000E0EE2" w:rsidRPr="000E0EE2" w:rsidRDefault="000E0EE2">
      <w:pPr>
        <w:pStyle w:val="TOC1"/>
        <w:rPr>
          <w:rFonts w:eastAsiaTheme="minorEastAsia"/>
          <w:b w:val="0"/>
          <w:noProof w:val="0"/>
          <w:color w:val="auto"/>
          <w:sz w:val="24"/>
          <w:szCs w:val="24"/>
        </w:rPr>
      </w:pPr>
      <w:r w:rsidRPr="000E0EE2">
        <w:rPr>
          <w:rFonts w:cs="Arial"/>
          <w:noProof w:val="0"/>
        </w:rPr>
        <w:t>10</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6 – AtoN Service Craft and Tenders</w:t>
      </w:r>
      <w:r w:rsidRPr="000E0EE2">
        <w:rPr>
          <w:noProof w:val="0"/>
        </w:rPr>
        <w:tab/>
      </w:r>
      <w:r w:rsidRPr="000E0EE2">
        <w:rPr>
          <w:noProof w:val="0"/>
        </w:rPr>
        <w:fldChar w:fldCharType="begin"/>
      </w:r>
      <w:r w:rsidRPr="000E0EE2">
        <w:rPr>
          <w:noProof w:val="0"/>
        </w:rPr>
        <w:instrText xml:space="preserve"> PAGEREF _Toc449336805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01AC8E94" w14:textId="77777777" w:rsidR="000E0EE2" w:rsidRPr="000E0EE2" w:rsidRDefault="000E0EE2">
      <w:pPr>
        <w:pStyle w:val="TOC1"/>
        <w:rPr>
          <w:rFonts w:eastAsiaTheme="minorEastAsia"/>
          <w:b w:val="0"/>
          <w:noProof w:val="0"/>
          <w:color w:val="auto"/>
          <w:sz w:val="24"/>
          <w:szCs w:val="24"/>
        </w:rPr>
      </w:pPr>
      <w:r w:rsidRPr="000E0EE2">
        <w:rPr>
          <w:rFonts w:cs="Arial"/>
          <w:noProof w:val="0"/>
        </w:rPr>
        <w:lastRenderedPageBreak/>
        <w:t>11</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7 – Radar Beacons</w:t>
      </w:r>
      <w:r w:rsidRPr="000E0EE2">
        <w:rPr>
          <w:noProof w:val="0"/>
        </w:rPr>
        <w:tab/>
      </w:r>
      <w:r w:rsidRPr="000E0EE2">
        <w:rPr>
          <w:noProof w:val="0"/>
        </w:rPr>
        <w:fldChar w:fldCharType="begin"/>
      </w:r>
      <w:r w:rsidRPr="000E0EE2">
        <w:rPr>
          <w:noProof w:val="0"/>
        </w:rPr>
        <w:instrText xml:space="preserve"> PAGEREF _Toc449336806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53E682EE" w14:textId="77777777" w:rsidR="000E0EE2" w:rsidRPr="000E0EE2" w:rsidRDefault="000E0EE2">
      <w:pPr>
        <w:pStyle w:val="TOC1"/>
        <w:rPr>
          <w:rFonts w:eastAsiaTheme="minorEastAsia"/>
          <w:b w:val="0"/>
          <w:noProof w:val="0"/>
          <w:color w:val="auto"/>
          <w:sz w:val="24"/>
          <w:szCs w:val="24"/>
        </w:rPr>
      </w:pPr>
      <w:r w:rsidRPr="000E0EE2">
        <w:rPr>
          <w:rFonts w:cs="Arial"/>
          <w:noProof w:val="0"/>
        </w:rPr>
        <w:t>12</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8 – Automatic Identification System</w:t>
      </w:r>
      <w:r w:rsidRPr="000E0EE2">
        <w:rPr>
          <w:noProof w:val="0"/>
        </w:rPr>
        <w:tab/>
      </w:r>
      <w:r w:rsidRPr="000E0EE2">
        <w:rPr>
          <w:noProof w:val="0"/>
        </w:rPr>
        <w:fldChar w:fldCharType="begin"/>
      </w:r>
      <w:r w:rsidRPr="000E0EE2">
        <w:rPr>
          <w:noProof w:val="0"/>
        </w:rPr>
        <w:instrText xml:space="preserve"> PAGEREF _Toc449336807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4D39C306" w14:textId="77777777" w:rsidR="000E0EE2" w:rsidRPr="000E0EE2" w:rsidRDefault="000E0EE2">
      <w:pPr>
        <w:pStyle w:val="TOC1"/>
        <w:rPr>
          <w:rFonts w:eastAsiaTheme="minorEastAsia"/>
          <w:b w:val="0"/>
          <w:noProof w:val="0"/>
          <w:color w:val="auto"/>
          <w:sz w:val="24"/>
          <w:szCs w:val="24"/>
        </w:rPr>
      </w:pPr>
      <w:r w:rsidRPr="000E0EE2">
        <w:rPr>
          <w:rFonts w:cs="Arial"/>
          <w:noProof w:val="0"/>
        </w:rPr>
        <w:t>13</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9 – RADIONAVIGATION/DGNSS</w:t>
      </w:r>
      <w:r w:rsidRPr="000E0EE2">
        <w:rPr>
          <w:noProof w:val="0"/>
        </w:rPr>
        <w:tab/>
      </w:r>
      <w:r w:rsidRPr="000E0EE2">
        <w:rPr>
          <w:noProof w:val="0"/>
        </w:rPr>
        <w:fldChar w:fldCharType="begin"/>
      </w:r>
      <w:r w:rsidRPr="000E0EE2">
        <w:rPr>
          <w:noProof w:val="0"/>
        </w:rPr>
        <w:instrText xml:space="preserve"> PAGEREF _Toc449336808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3BFB9080" w14:textId="77777777" w:rsidR="000E0EE2" w:rsidRPr="000E0EE2" w:rsidRDefault="000E0EE2">
      <w:pPr>
        <w:pStyle w:val="TOC1"/>
        <w:rPr>
          <w:rFonts w:eastAsiaTheme="minorEastAsia"/>
          <w:b w:val="0"/>
          <w:noProof w:val="0"/>
          <w:color w:val="auto"/>
          <w:sz w:val="24"/>
          <w:szCs w:val="24"/>
        </w:rPr>
      </w:pPr>
      <w:r w:rsidRPr="000E0EE2">
        <w:rPr>
          <w:rFonts w:cs="Arial"/>
          <w:noProof w:val="0"/>
        </w:rPr>
        <w:t>14</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10 – Remote Monitoring and Control</w:t>
      </w:r>
      <w:r w:rsidRPr="000E0EE2">
        <w:rPr>
          <w:noProof w:val="0"/>
        </w:rPr>
        <w:tab/>
      </w:r>
      <w:r w:rsidRPr="000E0EE2">
        <w:rPr>
          <w:noProof w:val="0"/>
        </w:rPr>
        <w:fldChar w:fldCharType="begin"/>
      </w:r>
      <w:r w:rsidRPr="000E0EE2">
        <w:rPr>
          <w:noProof w:val="0"/>
        </w:rPr>
        <w:instrText xml:space="preserve"> PAGEREF _Toc449336809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3CE357BD" w14:textId="77777777" w:rsidR="000E0EE2" w:rsidRPr="000E0EE2" w:rsidRDefault="000E0EE2">
      <w:pPr>
        <w:pStyle w:val="TOC1"/>
        <w:rPr>
          <w:rFonts w:eastAsiaTheme="minorEastAsia"/>
          <w:b w:val="0"/>
          <w:noProof w:val="0"/>
          <w:color w:val="auto"/>
          <w:sz w:val="24"/>
          <w:szCs w:val="24"/>
        </w:rPr>
      </w:pPr>
      <w:r w:rsidRPr="000E0EE2">
        <w:rPr>
          <w:rFonts w:cs="Arial"/>
          <w:noProof w:val="0"/>
        </w:rPr>
        <w:t>15</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11 – Structures, Materials and Maintenance</w:t>
      </w:r>
      <w:r w:rsidRPr="000E0EE2">
        <w:rPr>
          <w:noProof w:val="0"/>
        </w:rPr>
        <w:tab/>
      </w:r>
      <w:r w:rsidRPr="000E0EE2">
        <w:rPr>
          <w:noProof w:val="0"/>
        </w:rPr>
        <w:fldChar w:fldCharType="begin"/>
      </w:r>
      <w:r w:rsidRPr="000E0EE2">
        <w:rPr>
          <w:noProof w:val="0"/>
        </w:rPr>
        <w:instrText xml:space="preserve"> PAGEREF _Toc449336810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754A4607" w14:textId="6049B1A3" w:rsidR="00642025" w:rsidRPr="000E0EE2" w:rsidRDefault="002A29D4" w:rsidP="007B7FEC">
      <w:pPr>
        <w:rPr>
          <w:color w:val="00558C" w:themeColor="accent1"/>
          <w:sz w:val="22"/>
        </w:rPr>
      </w:pPr>
      <w:r w:rsidRPr="000E0EE2">
        <w:rPr>
          <w:b/>
          <w:color w:val="00558C" w:themeColor="accent1"/>
          <w:sz w:val="22"/>
        </w:rPr>
        <w:fldChar w:fldCharType="end"/>
      </w:r>
    </w:p>
    <w:p w14:paraId="04A581EB" w14:textId="639E0DD1" w:rsidR="00D36983" w:rsidRPr="000E0EE2" w:rsidRDefault="00D36983" w:rsidP="00D36983">
      <w:pPr>
        <w:pStyle w:val="ListofFigures"/>
      </w:pPr>
      <w:r w:rsidRPr="000E0EE2">
        <w:t>List of Tables</w:t>
      </w:r>
    </w:p>
    <w:p w14:paraId="763B2C32" w14:textId="77777777" w:rsidR="000E0EE2" w:rsidRPr="000E0EE2" w:rsidRDefault="00D36983">
      <w:pPr>
        <w:pStyle w:val="TableofFigures"/>
        <w:rPr>
          <w:rFonts w:asciiTheme="minorHAnsi" w:eastAsiaTheme="minorEastAsia" w:hAnsiTheme="minorHAnsi" w:cstheme="minorBidi"/>
          <w:i w:val="0"/>
          <w:noProof w:val="0"/>
          <w:sz w:val="24"/>
          <w:szCs w:val="24"/>
        </w:rPr>
      </w:pPr>
      <w:r w:rsidRPr="000E0EE2">
        <w:rPr>
          <w:noProof w:val="0"/>
        </w:rPr>
        <w:fldChar w:fldCharType="begin"/>
      </w:r>
      <w:r w:rsidRPr="000E0EE2">
        <w:rPr>
          <w:noProof w:val="0"/>
        </w:rPr>
        <w:instrText xml:space="preserve"> TOC \t "Table caption" \c </w:instrText>
      </w:r>
      <w:r w:rsidRPr="000E0EE2">
        <w:rPr>
          <w:noProof w:val="0"/>
        </w:rPr>
        <w:fldChar w:fldCharType="separate"/>
      </w:r>
      <w:r w:rsidR="000E0EE2" w:rsidRPr="000E0EE2">
        <w:rPr>
          <w:i w:val="0"/>
          <w:noProof w:val="0"/>
          <w:lang w:eastAsia="de-DE"/>
        </w:rPr>
        <w:t>Table 1</w:t>
      </w:r>
      <w:r w:rsidR="000E0EE2" w:rsidRPr="000E0EE2">
        <w:rPr>
          <w:rFonts w:asciiTheme="minorHAnsi" w:eastAsiaTheme="minorEastAsia" w:hAnsiTheme="minorHAnsi" w:cstheme="minorBidi"/>
          <w:i w:val="0"/>
          <w:noProof w:val="0"/>
          <w:sz w:val="24"/>
          <w:szCs w:val="24"/>
        </w:rPr>
        <w:tab/>
      </w:r>
      <w:r w:rsidR="000E0EE2" w:rsidRPr="000E0EE2">
        <w:rPr>
          <w:i w:val="0"/>
          <w:noProof w:val="0"/>
          <w:lang w:eastAsia="de-DE"/>
        </w:rPr>
        <w:t>Levels of Competence</w:t>
      </w:r>
      <w:r w:rsidR="000E0EE2" w:rsidRPr="000E0EE2">
        <w:rPr>
          <w:noProof w:val="0"/>
        </w:rPr>
        <w:tab/>
      </w:r>
      <w:r w:rsidR="000E0EE2" w:rsidRPr="000E0EE2">
        <w:rPr>
          <w:noProof w:val="0"/>
        </w:rPr>
        <w:fldChar w:fldCharType="begin"/>
      </w:r>
      <w:r w:rsidR="000E0EE2" w:rsidRPr="000E0EE2">
        <w:rPr>
          <w:noProof w:val="0"/>
        </w:rPr>
        <w:instrText xml:space="preserve"> PAGEREF _Toc449336811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571B5E58"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2</w:t>
      </w:r>
      <w:r w:rsidRPr="000E0EE2">
        <w:rPr>
          <w:rFonts w:asciiTheme="minorHAnsi" w:eastAsiaTheme="minorEastAsia" w:hAnsiTheme="minorHAnsi" w:cstheme="minorBidi"/>
          <w:i w:val="0"/>
          <w:noProof w:val="0"/>
          <w:sz w:val="24"/>
          <w:szCs w:val="24"/>
        </w:rPr>
        <w:tab/>
      </w:r>
      <w:r w:rsidRPr="000E0EE2">
        <w:rPr>
          <w:noProof w:val="0"/>
        </w:rPr>
        <w:t>Example Course Outline</w:t>
      </w:r>
      <w:r w:rsidRPr="000E0EE2">
        <w:rPr>
          <w:noProof w:val="0"/>
        </w:rPr>
        <w:tab/>
      </w:r>
      <w:r w:rsidRPr="000E0EE2">
        <w:rPr>
          <w:noProof w:val="0"/>
        </w:rPr>
        <w:fldChar w:fldCharType="begin"/>
      </w:r>
      <w:r w:rsidRPr="000E0EE2">
        <w:rPr>
          <w:noProof w:val="0"/>
        </w:rPr>
        <w:instrText xml:space="preserve"> PAGEREF _Toc449336812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4FFF2A4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3</w:t>
      </w:r>
      <w:r w:rsidRPr="000E0EE2">
        <w:rPr>
          <w:rFonts w:asciiTheme="minorHAnsi" w:eastAsiaTheme="minorEastAsia" w:hAnsiTheme="minorHAnsi" w:cstheme="minorBidi"/>
          <w:i w:val="0"/>
          <w:noProof w:val="0"/>
          <w:sz w:val="24"/>
          <w:szCs w:val="24"/>
        </w:rPr>
        <w:tab/>
      </w:r>
      <w:r w:rsidRPr="000E0EE2">
        <w:rPr>
          <w:noProof w:val="0"/>
        </w:rPr>
        <w:t>Teaching Syllabus Module 1 – Introduction to Aids to Navigation</w:t>
      </w:r>
      <w:r w:rsidRPr="000E0EE2">
        <w:rPr>
          <w:noProof w:val="0"/>
        </w:rPr>
        <w:tab/>
      </w:r>
      <w:r w:rsidRPr="000E0EE2">
        <w:rPr>
          <w:noProof w:val="0"/>
        </w:rPr>
        <w:fldChar w:fldCharType="begin"/>
      </w:r>
      <w:r w:rsidRPr="000E0EE2">
        <w:rPr>
          <w:noProof w:val="0"/>
        </w:rPr>
        <w:instrText xml:space="preserve"> PAGEREF _Toc449336813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0B053372"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4</w:t>
      </w:r>
      <w:r w:rsidRPr="000E0EE2">
        <w:rPr>
          <w:rFonts w:asciiTheme="minorHAnsi" w:eastAsiaTheme="minorEastAsia" w:hAnsiTheme="minorHAnsi" w:cstheme="minorBidi"/>
          <w:i w:val="0"/>
          <w:noProof w:val="0"/>
          <w:sz w:val="24"/>
          <w:szCs w:val="24"/>
        </w:rPr>
        <w:tab/>
      </w:r>
      <w:r w:rsidRPr="000E0EE2">
        <w:rPr>
          <w:noProof w:val="0"/>
        </w:rPr>
        <w:t>Teaching Syllabus Module 2 – Power Supplies</w:t>
      </w:r>
      <w:r w:rsidRPr="000E0EE2">
        <w:rPr>
          <w:noProof w:val="0"/>
        </w:rPr>
        <w:tab/>
      </w:r>
      <w:r w:rsidRPr="000E0EE2">
        <w:rPr>
          <w:noProof w:val="0"/>
        </w:rPr>
        <w:fldChar w:fldCharType="begin"/>
      </w:r>
      <w:r w:rsidRPr="000E0EE2">
        <w:rPr>
          <w:noProof w:val="0"/>
        </w:rPr>
        <w:instrText xml:space="preserve"> PAGEREF _Toc449336814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61934D7E"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5</w:t>
      </w:r>
      <w:r w:rsidRPr="000E0EE2">
        <w:rPr>
          <w:rFonts w:asciiTheme="minorHAnsi" w:eastAsiaTheme="minorEastAsia" w:hAnsiTheme="minorHAnsi" w:cstheme="minorBidi"/>
          <w:i w:val="0"/>
          <w:noProof w:val="0"/>
          <w:sz w:val="24"/>
          <w:szCs w:val="24"/>
        </w:rPr>
        <w:tab/>
      </w:r>
      <w:r w:rsidRPr="000E0EE2">
        <w:rPr>
          <w:noProof w:val="0"/>
        </w:rPr>
        <w:t>Teaching Syllabus Module 3 – Lights and Marine Lanterns</w:t>
      </w:r>
      <w:r w:rsidRPr="000E0EE2">
        <w:rPr>
          <w:noProof w:val="0"/>
        </w:rPr>
        <w:tab/>
      </w:r>
      <w:r w:rsidRPr="000E0EE2">
        <w:rPr>
          <w:noProof w:val="0"/>
        </w:rPr>
        <w:fldChar w:fldCharType="begin"/>
      </w:r>
      <w:r w:rsidRPr="000E0EE2">
        <w:rPr>
          <w:noProof w:val="0"/>
        </w:rPr>
        <w:instrText xml:space="preserve"> PAGEREF _Toc449336815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6B10B3A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6</w:t>
      </w:r>
      <w:r w:rsidRPr="000E0EE2">
        <w:rPr>
          <w:rFonts w:asciiTheme="minorHAnsi" w:eastAsiaTheme="minorEastAsia" w:hAnsiTheme="minorHAnsi" w:cstheme="minorBidi"/>
          <w:i w:val="0"/>
          <w:noProof w:val="0"/>
          <w:sz w:val="24"/>
          <w:szCs w:val="24"/>
        </w:rPr>
        <w:tab/>
      </w:r>
      <w:r w:rsidRPr="000E0EE2">
        <w:rPr>
          <w:noProof w:val="0"/>
        </w:rPr>
        <w:t>Teaching Syllabus Module 4 – Sound Signals</w:t>
      </w:r>
      <w:r w:rsidRPr="000E0EE2">
        <w:rPr>
          <w:noProof w:val="0"/>
        </w:rPr>
        <w:tab/>
      </w:r>
      <w:r w:rsidRPr="000E0EE2">
        <w:rPr>
          <w:noProof w:val="0"/>
        </w:rPr>
        <w:fldChar w:fldCharType="begin"/>
      </w:r>
      <w:r w:rsidRPr="000E0EE2">
        <w:rPr>
          <w:noProof w:val="0"/>
        </w:rPr>
        <w:instrText xml:space="preserve"> PAGEREF _Toc449336816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7AC85E6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7</w:t>
      </w:r>
      <w:r w:rsidRPr="000E0EE2">
        <w:rPr>
          <w:rFonts w:asciiTheme="minorHAnsi" w:eastAsiaTheme="minorEastAsia" w:hAnsiTheme="minorHAnsi" w:cstheme="minorBidi"/>
          <w:i w:val="0"/>
          <w:noProof w:val="0"/>
          <w:sz w:val="24"/>
          <w:szCs w:val="24"/>
        </w:rPr>
        <w:tab/>
      </w:r>
      <w:r w:rsidRPr="000E0EE2">
        <w:rPr>
          <w:noProof w:val="0"/>
        </w:rPr>
        <w:t>Teaching Syllabus Module 5 – Paintings and Coatings</w:t>
      </w:r>
      <w:r w:rsidRPr="000E0EE2">
        <w:rPr>
          <w:noProof w:val="0"/>
        </w:rPr>
        <w:tab/>
      </w:r>
      <w:r w:rsidRPr="000E0EE2">
        <w:rPr>
          <w:noProof w:val="0"/>
        </w:rPr>
        <w:fldChar w:fldCharType="begin"/>
      </w:r>
      <w:r w:rsidRPr="000E0EE2">
        <w:rPr>
          <w:noProof w:val="0"/>
        </w:rPr>
        <w:instrText xml:space="preserve"> PAGEREF _Toc449336817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73D9E4A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8</w:t>
      </w:r>
      <w:r w:rsidRPr="000E0EE2">
        <w:rPr>
          <w:rFonts w:asciiTheme="minorHAnsi" w:eastAsiaTheme="minorEastAsia" w:hAnsiTheme="minorHAnsi" w:cstheme="minorBidi"/>
          <w:i w:val="0"/>
          <w:noProof w:val="0"/>
          <w:sz w:val="24"/>
          <w:szCs w:val="24"/>
        </w:rPr>
        <w:tab/>
      </w:r>
      <w:r w:rsidRPr="000E0EE2">
        <w:rPr>
          <w:noProof w:val="0"/>
        </w:rPr>
        <w:t>Teaching Syllabus Module 6 – AtoN service Craft and Buoy Tenders</w:t>
      </w:r>
      <w:r w:rsidRPr="000E0EE2">
        <w:rPr>
          <w:noProof w:val="0"/>
        </w:rPr>
        <w:tab/>
      </w:r>
      <w:r w:rsidRPr="000E0EE2">
        <w:rPr>
          <w:noProof w:val="0"/>
        </w:rPr>
        <w:fldChar w:fldCharType="begin"/>
      </w:r>
      <w:r w:rsidRPr="000E0EE2">
        <w:rPr>
          <w:noProof w:val="0"/>
        </w:rPr>
        <w:instrText xml:space="preserve"> PAGEREF _Toc449336818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092537FB"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9</w:t>
      </w:r>
      <w:r w:rsidRPr="000E0EE2">
        <w:rPr>
          <w:rFonts w:asciiTheme="minorHAnsi" w:eastAsiaTheme="minorEastAsia" w:hAnsiTheme="minorHAnsi" w:cstheme="minorBidi"/>
          <w:i w:val="0"/>
          <w:noProof w:val="0"/>
          <w:sz w:val="24"/>
          <w:szCs w:val="24"/>
        </w:rPr>
        <w:tab/>
      </w:r>
      <w:r w:rsidRPr="000E0EE2">
        <w:rPr>
          <w:noProof w:val="0"/>
        </w:rPr>
        <w:t>Teaching Syllabus Module 7 – Radar Beacon</w:t>
      </w:r>
      <w:r w:rsidRPr="000E0EE2">
        <w:rPr>
          <w:noProof w:val="0"/>
        </w:rPr>
        <w:tab/>
      </w:r>
      <w:r w:rsidRPr="000E0EE2">
        <w:rPr>
          <w:noProof w:val="0"/>
        </w:rPr>
        <w:fldChar w:fldCharType="begin"/>
      </w:r>
      <w:r w:rsidRPr="000E0EE2">
        <w:rPr>
          <w:noProof w:val="0"/>
        </w:rPr>
        <w:instrText xml:space="preserve"> PAGEREF _Toc449336819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73E147E9"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10</w:t>
      </w:r>
      <w:r w:rsidRPr="000E0EE2">
        <w:rPr>
          <w:rFonts w:asciiTheme="minorHAnsi" w:eastAsiaTheme="minorEastAsia" w:hAnsiTheme="minorHAnsi" w:cstheme="minorBidi"/>
          <w:i w:val="0"/>
          <w:noProof w:val="0"/>
          <w:sz w:val="24"/>
          <w:szCs w:val="24"/>
        </w:rPr>
        <w:tab/>
      </w:r>
      <w:r w:rsidRPr="000E0EE2">
        <w:rPr>
          <w:noProof w:val="0"/>
        </w:rPr>
        <w:t>Teaching Syllabus Module 8 – Automatic Identification System</w:t>
      </w:r>
      <w:r w:rsidRPr="000E0EE2">
        <w:rPr>
          <w:noProof w:val="0"/>
        </w:rPr>
        <w:tab/>
      </w:r>
      <w:r w:rsidRPr="000E0EE2">
        <w:rPr>
          <w:noProof w:val="0"/>
        </w:rPr>
        <w:fldChar w:fldCharType="begin"/>
      </w:r>
      <w:r w:rsidRPr="000E0EE2">
        <w:rPr>
          <w:noProof w:val="0"/>
        </w:rPr>
        <w:instrText xml:space="preserve"> PAGEREF _Toc449336820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2490AA89"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11</w:t>
      </w:r>
      <w:r w:rsidRPr="000E0EE2">
        <w:rPr>
          <w:rFonts w:asciiTheme="minorHAnsi" w:eastAsiaTheme="minorEastAsia" w:hAnsiTheme="minorHAnsi" w:cstheme="minorBidi"/>
          <w:i w:val="0"/>
          <w:noProof w:val="0"/>
          <w:sz w:val="24"/>
          <w:szCs w:val="24"/>
        </w:rPr>
        <w:tab/>
      </w:r>
      <w:r w:rsidRPr="000E0EE2">
        <w:rPr>
          <w:noProof w:val="0"/>
        </w:rPr>
        <w:t>Teaching Syllabus Module 9 – Radionavigation and Differential Global Navigation Satellite Systems</w:t>
      </w:r>
      <w:r w:rsidRPr="000E0EE2">
        <w:rPr>
          <w:noProof w:val="0"/>
        </w:rPr>
        <w:tab/>
      </w:r>
      <w:r w:rsidRPr="000E0EE2">
        <w:rPr>
          <w:noProof w:val="0"/>
        </w:rPr>
        <w:fldChar w:fldCharType="begin"/>
      </w:r>
      <w:r w:rsidRPr="000E0EE2">
        <w:rPr>
          <w:noProof w:val="0"/>
        </w:rPr>
        <w:instrText xml:space="preserve"> PAGEREF _Toc449336821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5CEB0B08"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12</w:t>
      </w:r>
      <w:r w:rsidRPr="000E0EE2">
        <w:rPr>
          <w:rFonts w:asciiTheme="minorHAnsi" w:eastAsiaTheme="minorEastAsia" w:hAnsiTheme="minorHAnsi" w:cstheme="minorBidi"/>
          <w:i w:val="0"/>
          <w:noProof w:val="0"/>
          <w:sz w:val="24"/>
          <w:szCs w:val="24"/>
        </w:rPr>
        <w:tab/>
      </w:r>
      <w:r w:rsidRPr="000E0EE2">
        <w:rPr>
          <w:noProof w:val="0"/>
        </w:rPr>
        <w:t>Teaching Syllabus Module 10 – Remote Monitoring and Control</w:t>
      </w:r>
      <w:r w:rsidRPr="000E0EE2">
        <w:rPr>
          <w:noProof w:val="0"/>
        </w:rPr>
        <w:tab/>
      </w:r>
      <w:r w:rsidRPr="000E0EE2">
        <w:rPr>
          <w:noProof w:val="0"/>
        </w:rPr>
        <w:fldChar w:fldCharType="begin"/>
      </w:r>
      <w:r w:rsidRPr="000E0EE2">
        <w:rPr>
          <w:noProof w:val="0"/>
        </w:rPr>
        <w:instrText xml:space="preserve"> PAGEREF _Toc449336822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401313C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13</w:t>
      </w:r>
      <w:r w:rsidRPr="000E0EE2">
        <w:rPr>
          <w:rFonts w:asciiTheme="minorHAnsi" w:eastAsiaTheme="minorEastAsia" w:hAnsiTheme="minorHAnsi" w:cstheme="minorBidi"/>
          <w:i w:val="0"/>
          <w:noProof w:val="0"/>
          <w:sz w:val="24"/>
          <w:szCs w:val="24"/>
        </w:rPr>
        <w:tab/>
      </w:r>
      <w:r w:rsidRPr="000E0EE2">
        <w:rPr>
          <w:noProof w:val="0"/>
        </w:rPr>
        <w:t>Teaching Syllabus Module 11 – Structures, Materials and AtoN Maintenance</w:t>
      </w:r>
      <w:r w:rsidRPr="000E0EE2">
        <w:rPr>
          <w:noProof w:val="0"/>
        </w:rPr>
        <w:tab/>
      </w:r>
      <w:r w:rsidRPr="000E0EE2">
        <w:rPr>
          <w:noProof w:val="0"/>
        </w:rPr>
        <w:fldChar w:fldCharType="begin"/>
      </w:r>
      <w:r w:rsidRPr="000E0EE2">
        <w:rPr>
          <w:noProof w:val="0"/>
        </w:rPr>
        <w:instrText xml:space="preserve"> PAGEREF _Toc449336823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4184FBB1" w14:textId="7964FF04" w:rsidR="00D36983" w:rsidRPr="000E0EE2" w:rsidRDefault="00D36983" w:rsidP="00D36983">
      <w:r w:rsidRPr="000E0EE2">
        <w:fldChar w:fldCharType="end"/>
      </w:r>
    </w:p>
    <w:p w14:paraId="48D39945" w14:textId="35A2437C" w:rsidR="00EB6F3C" w:rsidRPr="000E0EE2" w:rsidRDefault="00EB6F3C" w:rsidP="00883AE3"/>
    <w:p w14:paraId="78ABBA83" w14:textId="77777777" w:rsidR="00790277" w:rsidRPr="000E0EE2" w:rsidRDefault="00790277" w:rsidP="003274DB">
      <w:pPr>
        <w:sectPr w:rsidR="00790277" w:rsidRPr="000E0EE2" w:rsidSect="00292085">
          <w:headerReference w:type="default" r:id="rId14"/>
          <w:pgSz w:w="11906" w:h="16838" w:code="9"/>
          <w:pgMar w:top="567" w:right="794" w:bottom="567" w:left="907" w:header="567" w:footer="567" w:gutter="0"/>
          <w:cols w:space="708"/>
          <w:docGrid w:linePitch="360"/>
        </w:sectPr>
      </w:pPr>
    </w:p>
    <w:p w14:paraId="6F1F3A9C" w14:textId="77777777" w:rsidR="00465491" w:rsidRPr="000E0EE2" w:rsidRDefault="00465491" w:rsidP="00465491">
      <w:pPr>
        <w:pStyle w:val="Forward"/>
      </w:pPr>
      <w:bookmarkStart w:id="2" w:name="_Toc419881195"/>
      <w:r w:rsidRPr="000E0EE2">
        <w:lastRenderedPageBreak/>
        <w:t>FOREWORD</w:t>
      </w:r>
      <w:bookmarkEnd w:id="2"/>
    </w:p>
    <w:p w14:paraId="15776D46" w14:textId="77777777" w:rsidR="00DF331D" w:rsidRPr="000E0EE2" w:rsidRDefault="00DF331D" w:rsidP="00DF331D">
      <w:pPr>
        <w:pStyle w:val="BodyText"/>
        <w:rPr>
          <w:lang w:eastAsia="de-DE"/>
        </w:rPr>
      </w:pPr>
      <w:r w:rsidRPr="000E0EE2">
        <w:rPr>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21A7E329" w14:textId="3AD282F9" w:rsidR="00DF331D" w:rsidRPr="000E0EE2" w:rsidRDefault="00DF331D" w:rsidP="00DF331D">
      <w:pPr>
        <w:pStyle w:val="BodyText"/>
        <w:rPr>
          <w:lang w:eastAsia="de-DE"/>
        </w:rPr>
      </w:pPr>
      <w:r w:rsidRPr="000E0EE2">
        <w:rPr>
          <w:lang w:eastAsia="de-DE"/>
        </w:rPr>
        <w:t xml:space="preserve">Under the SOLAS Convention, Chapter 5, Regulation 13, paragraph 2; Contracting Governments, mindful of their obligations published by the International Maritime Organisation, undertake to consider international recommendations and guidelines when establishing aids to navigation. </w:t>
      </w:r>
      <w:r w:rsidR="00556969">
        <w:rPr>
          <w:lang w:eastAsia="de-DE"/>
        </w:rPr>
        <w:t xml:space="preserve"> </w:t>
      </w:r>
      <w:r w:rsidRPr="000E0EE2">
        <w:rPr>
          <w:lang w:eastAsia="de-DE"/>
        </w:rPr>
        <w:t>Because such publications should include recommendations on the training and qualification of AtoN technicians, IALA has adopted Recommendation E-141 on Standards for Training and Certification of AtoN personnel.</w:t>
      </w:r>
    </w:p>
    <w:p w14:paraId="796BC12E" w14:textId="30493421" w:rsidR="00DF331D" w:rsidRPr="000E0EE2" w:rsidRDefault="00DF331D" w:rsidP="00DF331D">
      <w:pPr>
        <w:pStyle w:val="BodyText"/>
        <w:rPr>
          <w:lang w:eastAsia="de-DE"/>
        </w:rPr>
      </w:pPr>
      <w:r w:rsidRPr="00DA09C7">
        <w:rPr>
          <w:lang w:eastAsia="de-DE"/>
        </w:rPr>
        <w:t xml:space="preserve">Mindful of the desire to ensure conformance with Recommendation E-141 on </w:t>
      </w:r>
      <w:r w:rsidRPr="00DA09C7">
        <w:rPr>
          <w:bCs/>
          <w:color w:val="000000"/>
        </w:rPr>
        <w:t>Standards for Training and Certification of AtoN Personnel</w:t>
      </w:r>
      <w:r w:rsidRPr="00DA09C7">
        <w:rPr>
          <w:lang w:eastAsia="de-DE"/>
        </w:rPr>
        <w:t>, IALA Committees working closely with the IALA World Wide Academy (The Academy) have developed a series of Model Courses covering elements of training for AtoN personnel having Level 2 technician functions.  It is intended that such courses shall be conducted by a Training Institute or Organisation accredited by a Competent Authority.</w:t>
      </w:r>
      <w:r w:rsidRPr="00DA09C7">
        <w:rPr>
          <w:rStyle w:val="FootnoteReference"/>
          <w:rFonts w:ascii="Calibri" w:hAnsi="Calibri"/>
        </w:rPr>
        <w:footnoteReference w:id="1"/>
      </w:r>
    </w:p>
    <w:p w14:paraId="1D8FDD75" w14:textId="35DF0177" w:rsidR="00465491" w:rsidRPr="000E0EE2" w:rsidRDefault="00DF331D" w:rsidP="00DF331D">
      <w:pPr>
        <w:pStyle w:val="BodyText"/>
      </w:pPr>
      <w:r w:rsidRPr="000E0EE2">
        <w:rPr>
          <w:lang w:eastAsia="de-DE"/>
        </w:rPr>
        <w:t>This model course is intended to provide national members and other appropriate authorities charged with the provision of AtoN services with an overview and specific guidance on the training of AtoN technicians.  Assistance in implementing this and other model courses may be obtained from the IALA World Wide Academy at the following address:</w:t>
      </w:r>
    </w:p>
    <w:p w14:paraId="332F831C" w14:textId="77777777" w:rsidR="00D95BDA" w:rsidRPr="000E0EE2" w:rsidRDefault="00D95BDA" w:rsidP="00465491">
      <w:pPr>
        <w:pStyle w:val="BodyText"/>
      </w:pPr>
    </w:p>
    <w:p w14:paraId="40C58617" w14:textId="77777777" w:rsidR="00D95BDA" w:rsidRPr="000E0EE2" w:rsidRDefault="00D95BDA" w:rsidP="00465491">
      <w:pPr>
        <w:pStyle w:val="BodyText"/>
      </w:pPr>
    </w:p>
    <w:p w14:paraId="4E57A769" w14:textId="77777777" w:rsidR="00E65014" w:rsidRPr="000E0EE2" w:rsidRDefault="00E65014" w:rsidP="00465491">
      <w:pPr>
        <w:pStyle w:val="BodyText"/>
      </w:pPr>
    </w:p>
    <w:p w14:paraId="39C0006A" w14:textId="77777777" w:rsidR="00E65014" w:rsidRPr="000E0EE2" w:rsidRDefault="00E65014" w:rsidP="00E65014">
      <w:pPr>
        <w:pStyle w:val="BodyText"/>
        <w:tabs>
          <w:tab w:val="left" w:pos="6521"/>
          <w:tab w:val="left" w:pos="7513"/>
        </w:tabs>
        <w:spacing w:after="0"/>
        <w:rPr>
          <w:lang w:eastAsia="de-DE"/>
        </w:rPr>
      </w:pPr>
      <w:r w:rsidRPr="000E0EE2">
        <w:rPr>
          <w:lang w:eastAsia="de-DE"/>
        </w:rPr>
        <w:t>The Secretary-General</w:t>
      </w:r>
    </w:p>
    <w:p w14:paraId="15DCC50B" w14:textId="77777777" w:rsidR="00E65014" w:rsidRPr="000E0EE2" w:rsidRDefault="00E65014" w:rsidP="00E65014">
      <w:pPr>
        <w:pStyle w:val="BodyText"/>
        <w:tabs>
          <w:tab w:val="left" w:pos="6521"/>
          <w:tab w:val="left" w:pos="7513"/>
        </w:tabs>
        <w:spacing w:after="0"/>
        <w:rPr>
          <w:lang w:eastAsia="de-DE"/>
        </w:rPr>
      </w:pPr>
      <w:r w:rsidRPr="000E0EE2">
        <w:rPr>
          <w:lang w:eastAsia="de-DE"/>
        </w:rPr>
        <w:t>IALA</w:t>
      </w:r>
      <w:r w:rsidRPr="000E0EE2">
        <w:rPr>
          <w:lang w:eastAsia="de-DE"/>
        </w:rPr>
        <w:tab/>
        <w:t>Tel:</w:t>
      </w:r>
      <w:r w:rsidRPr="000E0EE2">
        <w:rPr>
          <w:lang w:eastAsia="de-DE"/>
        </w:rPr>
        <w:tab/>
        <w:t>(+) 33 1 34 51 70 01</w:t>
      </w:r>
    </w:p>
    <w:p w14:paraId="517FFC01" w14:textId="77777777" w:rsidR="00E65014" w:rsidRPr="000E0EE2" w:rsidRDefault="00E65014" w:rsidP="00E65014">
      <w:pPr>
        <w:pStyle w:val="BodyText"/>
        <w:tabs>
          <w:tab w:val="left" w:pos="6521"/>
          <w:tab w:val="left" w:pos="7513"/>
        </w:tabs>
        <w:spacing w:after="0"/>
        <w:rPr>
          <w:lang w:eastAsia="de-DE"/>
        </w:rPr>
      </w:pPr>
      <w:r w:rsidRPr="000E0EE2">
        <w:rPr>
          <w:lang w:eastAsia="de-DE"/>
        </w:rPr>
        <w:t>10 rue des Gaudines</w:t>
      </w:r>
      <w:r w:rsidRPr="000E0EE2">
        <w:rPr>
          <w:lang w:eastAsia="de-DE"/>
        </w:rPr>
        <w:tab/>
        <w:t>Fax:</w:t>
      </w:r>
      <w:r w:rsidRPr="000E0EE2">
        <w:rPr>
          <w:lang w:eastAsia="de-DE"/>
        </w:rPr>
        <w:tab/>
        <w:t>(+) 33 1 34 51 82 05</w:t>
      </w:r>
    </w:p>
    <w:p w14:paraId="35F3975E" w14:textId="77777777" w:rsidR="00E65014" w:rsidRPr="000E0EE2" w:rsidRDefault="00E65014" w:rsidP="00E65014">
      <w:pPr>
        <w:pStyle w:val="BodyText"/>
        <w:tabs>
          <w:tab w:val="left" w:pos="6521"/>
          <w:tab w:val="left" w:pos="7513"/>
        </w:tabs>
        <w:spacing w:after="0"/>
      </w:pPr>
      <w:r w:rsidRPr="000E0EE2">
        <w:rPr>
          <w:lang w:eastAsia="de-DE"/>
        </w:rPr>
        <w:t>78100 Saint Germain-en-Laye</w:t>
      </w:r>
      <w:r w:rsidRPr="000E0EE2">
        <w:rPr>
          <w:lang w:eastAsia="de-DE"/>
        </w:rPr>
        <w:tab/>
        <w:t>e-mail:</w:t>
      </w:r>
      <w:r w:rsidRPr="000E0EE2">
        <w:rPr>
          <w:lang w:eastAsia="de-DE"/>
        </w:rPr>
        <w:tab/>
      </w:r>
      <w:hyperlink r:id="rId15" w:history="1">
        <w:r w:rsidRPr="000E0EE2">
          <w:rPr>
            <w:rStyle w:val="Hyperlink"/>
            <w:rFonts w:eastAsia="Calibri"/>
          </w:rPr>
          <w:t>academy@iala-aism.org</w:t>
        </w:r>
      </w:hyperlink>
    </w:p>
    <w:p w14:paraId="5D02C54B" w14:textId="77777777" w:rsidR="00E65014" w:rsidRPr="000E0EE2" w:rsidRDefault="00E65014" w:rsidP="00E65014">
      <w:pPr>
        <w:pStyle w:val="BodyText"/>
        <w:tabs>
          <w:tab w:val="left" w:pos="6521"/>
          <w:tab w:val="left" w:pos="7513"/>
        </w:tabs>
        <w:rPr>
          <w:rStyle w:val="Hyperlink"/>
          <w:rFonts w:cs="Arial"/>
          <w:lang w:eastAsia="de-DE"/>
        </w:rPr>
      </w:pPr>
      <w:r w:rsidRPr="000E0EE2">
        <w:rPr>
          <w:lang w:eastAsia="de-DE"/>
        </w:rPr>
        <w:t>France</w:t>
      </w:r>
      <w:r w:rsidRPr="000E0EE2">
        <w:rPr>
          <w:lang w:eastAsia="de-DE"/>
        </w:rPr>
        <w:tab/>
        <w:t>Internet:</w:t>
      </w:r>
      <w:r w:rsidRPr="000E0EE2">
        <w:rPr>
          <w:lang w:eastAsia="de-DE"/>
        </w:rPr>
        <w:tab/>
      </w:r>
      <w:hyperlink r:id="rId16" w:history="1">
        <w:r w:rsidRPr="000E0EE2">
          <w:rPr>
            <w:rStyle w:val="Hyperlink"/>
            <w:rFonts w:cs="Arial"/>
            <w:lang w:eastAsia="de-DE"/>
          </w:rPr>
          <w:t>www.iala-aism.org</w:t>
        </w:r>
      </w:hyperlink>
    </w:p>
    <w:p w14:paraId="2A0687D6" w14:textId="01D093BA" w:rsidR="002E22F4" w:rsidRPr="000E0EE2" w:rsidRDefault="002E22F4" w:rsidP="00AC1940">
      <w:pPr>
        <w:pStyle w:val="BodyText"/>
        <w:tabs>
          <w:tab w:val="left" w:pos="6521"/>
          <w:tab w:val="left" w:pos="7513"/>
        </w:tabs>
        <w:rPr>
          <w:rStyle w:val="Hyperlink"/>
          <w:rFonts w:cs="Arial"/>
          <w:lang w:eastAsia="de-DE"/>
        </w:rPr>
      </w:pPr>
    </w:p>
    <w:p w14:paraId="19961472" w14:textId="5795F6F4" w:rsidR="00465491" w:rsidRPr="000E0EE2" w:rsidRDefault="00465491" w:rsidP="00AC1940">
      <w:pPr>
        <w:pStyle w:val="BodyText"/>
        <w:tabs>
          <w:tab w:val="left" w:pos="6521"/>
          <w:tab w:val="left" w:pos="7513"/>
        </w:tabs>
      </w:pPr>
      <w:r w:rsidRPr="000E0EE2">
        <w:br w:type="page"/>
      </w:r>
    </w:p>
    <w:p w14:paraId="2D9B1FD9" w14:textId="0F9A97E6" w:rsidR="00465491" w:rsidRPr="000E0EE2" w:rsidRDefault="00513460" w:rsidP="00513460">
      <w:pPr>
        <w:pStyle w:val="Part"/>
      </w:pPr>
      <w:bookmarkStart w:id="3" w:name="_Toc442348085"/>
      <w:bookmarkStart w:id="4" w:name="_Toc449336775"/>
      <w:bookmarkStart w:id="5" w:name="_Ref449337564"/>
      <w:r w:rsidRPr="000E0EE2">
        <w:lastRenderedPageBreak/>
        <w:t xml:space="preserve">- </w:t>
      </w:r>
      <w:r w:rsidR="007D747F" w:rsidRPr="000E0EE2">
        <w:rPr>
          <w:caps w:val="0"/>
        </w:rPr>
        <w:t>COURSE OVERVIEW</w:t>
      </w:r>
      <w:bookmarkEnd w:id="3"/>
      <w:bookmarkEnd w:id="4"/>
      <w:bookmarkEnd w:id="5"/>
    </w:p>
    <w:p w14:paraId="332197C8" w14:textId="614BDC6E" w:rsidR="00465491" w:rsidRPr="000E0EE2" w:rsidRDefault="00954409" w:rsidP="006F0D31">
      <w:pPr>
        <w:pStyle w:val="Heading1"/>
        <w:numPr>
          <w:ilvl w:val="0"/>
          <w:numId w:val="19"/>
        </w:numPr>
      </w:pPr>
      <w:bookmarkStart w:id="6" w:name="_Toc449336776"/>
      <w:r w:rsidRPr="000E0EE2">
        <w:t>INTRODUCTION</w:t>
      </w:r>
      <w:bookmarkEnd w:id="6"/>
    </w:p>
    <w:p w14:paraId="2AC8A63B" w14:textId="77777777" w:rsidR="00465491" w:rsidRPr="000E0EE2" w:rsidRDefault="00465491" w:rsidP="00465491">
      <w:pPr>
        <w:pStyle w:val="Heading1separatationline"/>
      </w:pPr>
    </w:p>
    <w:p w14:paraId="365455F5" w14:textId="0861F327" w:rsidR="00954409" w:rsidRPr="000E0EE2" w:rsidRDefault="00954409" w:rsidP="00422062">
      <w:pPr>
        <w:pStyle w:val="Heading2"/>
      </w:pPr>
      <w:bookmarkStart w:id="7" w:name="_Toc306303372"/>
      <w:bookmarkStart w:id="8" w:name="_Toc181271152"/>
      <w:bookmarkStart w:id="9" w:name="_Toc431993274"/>
      <w:bookmarkStart w:id="10" w:name="_Toc449336777"/>
      <w:r w:rsidRPr="000E0EE2">
        <w:t>Purpose of ‘Level 2’ Technician Model Course</w:t>
      </w:r>
      <w:bookmarkEnd w:id="7"/>
      <w:bookmarkEnd w:id="8"/>
      <w:r w:rsidRPr="000E0EE2">
        <w:t>s</w:t>
      </w:r>
      <w:bookmarkEnd w:id="9"/>
      <w:bookmarkEnd w:id="10"/>
    </w:p>
    <w:p w14:paraId="30B9D052" w14:textId="77777777" w:rsidR="00954409" w:rsidRPr="000E0EE2" w:rsidRDefault="00954409" w:rsidP="00954409">
      <w:pPr>
        <w:pStyle w:val="Heading2separationline"/>
      </w:pPr>
    </w:p>
    <w:p w14:paraId="6D5465A5" w14:textId="77777777" w:rsidR="00954409" w:rsidRPr="000E0EE2" w:rsidRDefault="00954409" w:rsidP="00954409">
      <w:pPr>
        <w:pStyle w:val="BodyText"/>
        <w:rPr>
          <w:rFonts w:ascii="Calibri" w:hAnsi="Calibri" w:cs="Arial"/>
        </w:rPr>
      </w:pPr>
      <w:r w:rsidRPr="000E0EE2">
        <w:rPr>
          <w:rFonts w:ascii="Calibri" w:hAnsi="Calibri" w:cs="Arial"/>
        </w:rPr>
        <w:t>The purpose of this suite of model courses for Level 2 AtoN technicians is to assist training institutes and their teaching staff in organizing and introducing new training courses, or in enhancing, updating, or supplementing existing training material where the quality and effectiveness of the training courses may thereby be improved.</w:t>
      </w:r>
    </w:p>
    <w:p w14:paraId="59CC4F32" w14:textId="77777777" w:rsidR="00954409" w:rsidRPr="000E0EE2" w:rsidRDefault="00954409" w:rsidP="00954409">
      <w:pPr>
        <w:pStyle w:val="BodyText"/>
        <w:rPr>
          <w:rFonts w:ascii="Calibri" w:hAnsi="Calibri" w:cs="Arial"/>
        </w:rPr>
      </w:pPr>
      <w:r w:rsidRPr="000E0EE2">
        <w:rPr>
          <w:rFonts w:ascii="Calibri" w:hAnsi="Calibri" w:cs="Arial"/>
        </w:rPr>
        <w:t>This overview document expands on the recommended syllabus for Level 2 AtoN technicians set out in Appendix 1 to IALA Recommendation E-141.  Each subject module is sub-divided into elements and sub-elements.  Individual model courses covering specific elements and/or sub-elements will be issued periodically by the IALA World Wide Academy.</w:t>
      </w:r>
    </w:p>
    <w:p w14:paraId="6E9DDF5A" w14:textId="0E070C81" w:rsidR="00465491" w:rsidRPr="000E0EE2" w:rsidRDefault="00954409" w:rsidP="00954409">
      <w:pPr>
        <w:pStyle w:val="BodyText"/>
      </w:pPr>
      <w:r w:rsidRPr="000E0EE2">
        <w:rPr>
          <w:rFonts w:ascii="Calibri" w:hAnsi="Calibri" w:cs="Arial"/>
        </w:rPr>
        <w:t>It is not the intention of these model courses to present instructors with a rigid teaching package that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w:t>
      </w:r>
    </w:p>
    <w:p w14:paraId="398E6932" w14:textId="6B07AF51" w:rsidR="00465491" w:rsidRPr="000E0EE2" w:rsidRDefault="00465491" w:rsidP="00422062">
      <w:pPr>
        <w:pStyle w:val="Heading2"/>
      </w:pPr>
      <w:bookmarkStart w:id="11" w:name="_Toc419881199"/>
      <w:bookmarkStart w:id="12" w:name="_Toc442348087"/>
      <w:bookmarkStart w:id="13" w:name="_Toc449336778"/>
      <w:r w:rsidRPr="000E0EE2">
        <w:t>P</w:t>
      </w:r>
      <w:bookmarkEnd w:id="11"/>
      <w:bookmarkEnd w:id="12"/>
      <w:r w:rsidR="006B5B52" w:rsidRPr="000E0EE2">
        <w:t>urpose of the Model Course</w:t>
      </w:r>
      <w:bookmarkEnd w:id="13"/>
    </w:p>
    <w:p w14:paraId="3F777473" w14:textId="77777777" w:rsidR="00954409" w:rsidRPr="000E0EE2" w:rsidRDefault="00954409" w:rsidP="00954409">
      <w:pPr>
        <w:pStyle w:val="Heading2separationline"/>
      </w:pPr>
    </w:p>
    <w:p w14:paraId="21E94FD8" w14:textId="47835B4C" w:rsidR="00954409" w:rsidRPr="000E0EE2" w:rsidRDefault="00954409" w:rsidP="00954409">
      <w:pPr>
        <w:pStyle w:val="BodyText"/>
        <w:rPr>
          <w:rFonts w:ascii="Calibri" w:hAnsi="Calibri" w:cs="Arial"/>
        </w:rPr>
      </w:pPr>
      <w:r w:rsidRPr="000E0EE2">
        <w:rPr>
          <w:rFonts w:ascii="Calibri" w:hAnsi="Calibri" w:cs="Arial"/>
        </w:rPr>
        <w:t xml:space="preserve">Successful completion of some or all of the Level 2 model courses for AtoN technicians preferably should be considered as the </w:t>
      </w:r>
      <w:r w:rsidRPr="000E0EE2">
        <w:rPr>
          <w:rFonts w:ascii="Calibri" w:hAnsi="Calibri" w:cs="Arial"/>
          <w:b/>
        </w:rPr>
        <w:t>minimum</w:t>
      </w:r>
      <w:r w:rsidRPr="000E0EE2">
        <w:rPr>
          <w:rFonts w:ascii="Calibri" w:hAnsi="Calibri" w:cs="Arial"/>
        </w:rPr>
        <w:t xml:space="preserve"> competency level for personnel tasked with conducting the installation, servicing, maintenance or replacement of marine aids to navigation and their components.  Subsequent career development training is encouraged so that it forms part of the process towards the management of aids to navigation for candidates with the</w:t>
      </w:r>
      <w:r w:rsidR="00B15AD3">
        <w:rPr>
          <w:rFonts w:ascii="Calibri" w:hAnsi="Calibri" w:cs="Arial"/>
        </w:rPr>
        <w:t xml:space="preserve"> necessary potential and drive.</w:t>
      </w:r>
    </w:p>
    <w:p w14:paraId="0EA8CC37" w14:textId="77777777" w:rsidR="00954409" w:rsidRPr="000E0EE2" w:rsidRDefault="00954409" w:rsidP="00954409">
      <w:pPr>
        <w:pStyle w:val="BodyText"/>
        <w:rPr>
          <w:rFonts w:ascii="Calibri" w:hAnsi="Calibri" w:cs="Arial"/>
        </w:rPr>
      </w:pPr>
      <w:r w:rsidRPr="000E0EE2">
        <w:rPr>
          <w:rFonts w:ascii="Calibri" w:hAnsi="Calibri" w:cs="Arial"/>
        </w:rPr>
        <w:t>The required standard of competence is considered to be the level of proficiency that should be achieved for the proper performance of the duties carried out by the technician in his or her organization.  Example levels of competence are listed in Table 1 below.</w:t>
      </w:r>
    </w:p>
    <w:p w14:paraId="20667197" w14:textId="4539CDB6" w:rsidR="00465491" w:rsidRPr="000E0EE2" w:rsidRDefault="00954409" w:rsidP="00954409">
      <w:pPr>
        <w:pStyle w:val="BodyText"/>
        <w:rPr>
          <w:rFonts w:ascii="Calibri" w:hAnsi="Calibri" w:cs="Arial"/>
        </w:rPr>
      </w:pPr>
      <w:r w:rsidRPr="000E0EE2">
        <w:rPr>
          <w:rFonts w:ascii="Calibri" w:hAnsi="Calibri" w:cs="Arial"/>
        </w:rPr>
        <w:t>The level of competence required from an AtoN technician is shown for each element and sub-element of each Module as re</w:t>
      </w:r>
      <w:r w:rsidR="00814D46">
        <w:rPr>
          <w:rFonts w:ascii="Calibri" w:hAnsi="Calibri" w:cs="Arial"/>
        </w:rPr>
        <w:t>quired.  These are graded from l</w:t>
      </w:r>
      <w:r w:rsidRPr="000E0EE2">
        <w:rPr>
          <w:rFonts w:ascii="Calibri" w:hAnsi="Calibri" w:cs="Arial"/>
        </w:rPr>
        <w:t>evel 1 (basic understanding) to level 3 (good understanding).  Level 4 (detailed understanding) is reserved for senior technicians and AtoN Managers.</w:t>
      </w:r>
    </w:p>
    <w:p w14:paraId="64F9F846" w14:textId="25CE2944" w:rsidR="00954409" w:rsidRPr="000E0EE2" w:rsidRDefault="00954409" w:rsidP="00954409">
      <w:pPr>
        <w:pStyle w:val="Tablecaption"/>
        <w:jc w:val="center"/>
        <w:rPr>
          <w:rFonts w:ascii="Calibri" w:hAnsi="Calibri" w:cs="Arial"/>
          <w:i w:val="0"/>
          <w:lang w:eastAsia="de-DE"/>
        </w:rPr>
      </w:pPr>
      <w:bookmarkStart w:id="14" w:name="_Toc196487037"/>
      <w:bookmarkStart w:id="15" w:name="_Toc196487100"/>
      <w:bookmarkStart w:id="16" w:name="_Toc196487122"/>
      <w:bookmarkStart w:id="17" w:name="_Toc369087490"/>
      <w:bookmarkStart w:id="18" w:name="_Toc449336811"/>
      <w:bookmarkStart w:id="19" w:name="_Ref449337831"/>
      <w:r w:rsidRPr="000E0EE2">
        <w:rPr>
          <w:rFonts w:ascii="Calibri" w:hAnsi="Calibri" w:cs="Arial"/>
          <w:i w:val="0"/>
          <w:lang w:eastAsia="de-DE"/>
        </w:rPr>
        <w:t>Levels of Competence</w:t>
      </w:r>
      <w:bookmarkEnd w:id="14"/>
      <w:bookmarkEnd w:id="15"/>
      <w:bookmarkEnd w:id="16"/>
      <w:bookmarkEnd w:id="17"/>
      <w:bookmarkEnd w:id="18"/>
      <w:bookmarkEnd w:id="1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954409" w:rsidRPr="000E0EE2" w14:paraId="74D638DF" w14:textId="77777777" w:rsidTr="00B47A3F">
        <w:trPr>
          <w:cantSplit/>
          <w:tblHeader/>
        </w:trPr>
        <w:tc>
          <w:tcPr>
            <w:tcW w:w="1557" w:type="dxa"/>
            <w:tcMar>
              <w:top w:w="57" w:type="dxa"/>
              <w:bottom w:w="57" w:type="dxa"/>
            </w:tcMar>
          </w:tcPr>
          <w:p w14:paraId="04834724" w14:textId="77777777" w:rsidR="00954409" w:rsidRPr="000E0EE2" w:rsidRDefault="00954409" w:rsidP="00B47A3F">
            <w:pPr>
              <w:pStyle w:val="Tableheading"/>
              <w:jc w:val="center"/>
              <w:rPr>
                <w:lang w:val="en-GB"/>
              </w:rPr>
            </w:pPr>
            <w:r w:rsidRPr="000E0EE2">
              <w:rPr>
                <w:lang w:val="en-GB"/>
              </w:rPr>
              <w:t>Competence Level</w:t>
            </w:r>
          </w:p>
        </w:tc>
        <w:tc>
          <w:tcPr>
            <w:tcW w:w="1670" w:type="dxa"/>
            <w:tcMar>
              <w:top w:w="57" w:type="dxa"/>
              <w:bottom w:w="57" w:type="dxa"/>
            </w:tcMar>
          </w:tcPr>
          <w:p w14:paraId="3B4CD611" w14:textId="77777777" w:rsidR="00954409" w:rsidRPr="000E0EE2" w:rsidRDefault="00954409" w:rsidP="00954409">
            <w:pPr>
              <w:pStyle w:val="Tableheading"/>
              <w:rPr>
                <w:lang w:val="en-GB"/>
              </w:rPr>
            </w:pPr>
            <w:r w:rsidRPr="000E0EE2">
              <w:rPr>
                <w:lang w:val="en-GB"/>
              </w:rPr>
              <w:t>Learning Outcome</w:t>
            </w:r>
          </w:p>
        </w:tc>
        <w:tc>
          <w:tcPr>
            <w:tcW w:w="2977" w:type="dxa"/>
            <w:tcMar>
              <w:top w:w="57" w:type="dxa"/>
              <w:bottom w:w="57" w:type="dxa"/>
            </w:tcMar>
            <w:vAlign w:val="center"/>
          </w:tcPr>
          <w:p w14:paraId="0DBD278A" w14:textId="77777777" w:rsidR="00954409" w:rsidRPr="000E0EE2" w:rsidRDefault="00954409" w:rsidP="00954409">
            <w:pPr>
              <w:pStyle w:val="Tableheading"/>
              <w:rPr>
                <w:lang w:val="en-GB"/>
              </w:rPr>
            </w:pPr>
            <w:r w:rsidRPr="000E0EE2">
              <w:rPr>
                <w:lang w:val="en-GB"/>
              </w:rPr>
              <w:t>Instructional Objectives</w:t>
            </w:r>
          </w:p>
        </w:tc>
        <w:tc>
          <w:tcPr>
            <w:tcW w:w="3543" w:type="dxa"/>
            <w:tcMar>
              <w:top w:w="57" w:type="dxa"/>
              <w:bottom w:w="57" w:type="dxa"/>
            </w:tcMar>
            <w:vAlign w:val="center"/>
          </w:tcPr>
          <w:p w14:paraId="2CA2990C" w14:textId="77777777" w:rsidR="00954409" w:rsidRPr="000E0EE2" w:rsidRDefault="00954409" w:rsidP="00954409">
            <w:pPr>
              <w:pStyle w:val="Tableheading"/>
              <w:rPr>
                <w:lang w:val="en-GB"/>
              </w:rPr>
            </w:pPr>
            <w:r w:rsidRPr="000E0EE2">
              <w:rPr>
                <w:lang w:val="en-GB"/>
              </w:rPr>
              <w:t>Required skills</w:t>
            </w:r>
          </w:p>
        </w:tc>
      </w:tr>
      <w:tr w:rsidR="00954409" w:rsidRPr="000E0EE2" w14:paraId="49BE6D53" w14:textId="77777777" w:rsidTr="00B47A3F">
        <w:trPr>
          <w:cantSplit/>
        </w:trPr>
        <w:tc>
          <w:tcPr>
            <w:tcW w:w="1557" w:type="dxa"/>
            <w:tcMar>
              <w:top w:w="57" w:type="dxa"/>
              <w:bottom w:w="57" w:type="dxa"/>
            </w:tcMar>
            <w:vAlign w:val="center"/>
          </w:tcPr>
          <w:p w14:paraId="5950C935" w14:textId="77777777" w:rsidR="00954409" w:rsidRPr="000E0EE2" w:rsidRDefault="00954409" w:rsidP="00954409">
            <w:pPr>
              <w:pStyle w:val="Tabletext"/>
            </w:pPr>
            <w:r w:rsidRPr="000E0EE2">
              <w:t>1</w:t>
            </w:r>
          </w:p>
        </w:tc>
        <w:tc>
          <w:tcPr>
            <w:tcW w:w="1670" w:type="dxa"/>
            <w:tcMar>
              <w:top w:w="57" w:type="dxa"/>
              <w:bottom w:w="57" w:type="dxa"/>
            </w:tcMar>
            <w:vAlign w:val="center"/>
          </w:tcPr>
          <w:p w14:paraId="0B43DC62" w14:textId="77777777" w:rsidR="00954409" w:rsidRPr="000E0EE2" w:rsidRDefault="00954409" w:rsidP="00954409">
            <w:pPr>
              <w:pStyle w:val="Tabletext"/>
            </w:pPr>
            <w:r w:rsidRPr="000E0EE2">
              <w:t>The conduct of routine tasks with some supervision</w:t>
            </w:r>
          </w:p>
        </w:tc>
        <w:tc>
          <w:tcPr>
            <w:tcW w:w="2977" w:type="dxa"/>
            <w:tcMar>
              <w:top w:w="57" w:type="dxa"/>
              <w:bottom w:w="57" w:type="dxa"/>
            </w:tcMar>
            <w:vAlign w:val="center"/>
          </w:tcPr>
          <w:p w14:paraId="456A652E" w14:textId="77777777" w:rsidR="00954409" w:rsidRPr="000E0EE2" w:rsidRDefault="00954409" w:rsidP="00954409">
            <w:pPr>
              <w:pStyle w:val="Tabletext"/>
            </w:pPr>
            <w:r w:rsidRPr="000E0EE2">
              <w:t xml:space="preserve">A </w:t>
            </w:r>
            <w:r w:rsidRPr="000E0EE2">
              <w:rPr>
                <w:b/>
              </w:rPr>
              <w:t>basic</w:t>
            </w:r>
            <w:r w:rsidRPr="000E0EE2">
              <w:t xml:space="preserve"> understanding of facts and principles </w:t>
            </w:r>
          </w:p>
        </w:tc>
        <w:tc>
          <w:tcPr>
            <w:tcW w:w="3543" w:type="dxa"/>
            <w:tcMar>
              <w:top w:w="57" w:type="dxa"/>
              <w:bottom w:w="57" w:type="dxa"/>
            </w:tcMar>
            <w:vAlign w:val="center"/>
          </w:tcPr>
          <w:p w14:paraId="1DB87DCA" w14:textId="77777777" w:rsidR="00954409" w:rsidRPr="000E0EE2" w:rsidRDefault="00954409" w:rsidP="00954409">
            <w:pPr>
              <w:pStyle w:val="Tabletext"/>
            </w:pPr>
            <w:r w:rsidRPr="000E0EE2">
              <w:t>First stage in acquiring competency of a complex skill.  Appropriate responses are identified through trial and error</w:t>
            </w:r>
          </w:p>
        </w:tc>
      </w:tr>
      <w:tr w:rsidR="00954409" w:rsidRPr="000E0EE2" w14:paraId="17203171" w14:textId="77777777" w:rsidTr="00B47A3F">
        <w:trPr>
          <w:cantSplit/>
        </w:trPr>
        <w:tc>
          <w:tcPr>
            <w:tcW w:w="1557" w:type="dxa"/>
            <w:tcMar>
              <w:top w:w="57" w:type="dxa"/>
              <w:bottom w:w="57" w:type="dxa"/>
            </w:tcMar>
            <w:vAlign w:val="center"/>
          </w:tcPr>
          <w:p w14:paraId="2974D2CF" w14:textId="77777777" w:rsidR="00954409" w:rsidRPr="000E0EE2" w:rsidRDefault="00954409" w:rsidP="00954409">
            <w:pPr>
              <w:pStyle w:val="Tabletext"/>
            </w:pPr>
            <w:r w:rsidRPr="000E0EE2">
              <w:t>2</w:t>
            </w:r>
          </w:p>
        </w:tc>
        <w:tc>
          <w:tcPr>
            <w:tcW w:w="1670" w:type="dxa"/>
            <w:tcMar>
              <w:top w:w="57" w:type="dxa"/>
              <w:bottom w:w="57" w:type="dxa"/>
            </w:tcMar>
            <w:vAlign w:val="center"/>
          </w:tcPr>
          <w:p w14:paraId="01C817E2" w14:textId="77777777" w:rsidR="00954409" w:rsidRPr="000E0EE2" w:rsidRDefault="00954409" w:rsidP="00954409">
            <w:pPr>
              <w:pStyle w:val="Tabletext"/>
            </w:pPr>
            <w:r w:rsidRPr="000E0EE2">
              <w:t>The conduct of routine tasks unsupervised and some more complex tasks under guidance</w:t>
            </w:r>
          </w:p>
        </w:tc>
        <w:tc>
          <w:tcPr>
            <w:tcW w:w="2977" w:type="dxa"/>
            <w:tcMar>
              <w:top w:w="57" w:type="dxa"/>
              <w:bottom w:w="57" w:type="dxa"/>
            </w:tcMar>
            <w:vAlign w:val="center"/>
          </w:tcPr>
          <w:p w14:paraId="7448F3EB" w14:textId="77777777" w:rsidR="00954409" w:rsidRPr="000E0EE2" w:rsidRDefault="00954409" w:rsidP="00954409">
            <w:pPr>
              <w:pStyle w:val="Tabletext"/>
            </w:pPr>
            <w:r w:rsidRPr="000E0EE2">
              <w:t xml:space="preserve">A </w:t>
            </w:r>
            <w:r w:rsidRPr="000E0EE2">
              <w:rPr>
                <w:b/>
              </w:rPr>
              <w:t>satisfactory</w:t>
            </w:r>
            <w:r w:rsidRPr="000E0EE2">
              <w:t xml:space="preserve"> understanding of theoretical concepts and principles so that they can be applied in practice</w:t>
            </w:r>
          </w:p>
        </w:tc>
        <w:tc>
          <w:tcPr>
            <w:tcW w:w="3543" w:type="dxa"/>
            <w:tcMar>
              <w:top w:w="57" w:type="dxa"/>
              <w:bottom w:w="57" w:type="dxa"/>
            </w:tcMar>
            <w:vAlign w:val="center"/>
          </w:tcPr>
          <w:p w14:paraId="2DC26EC4" w14:textId="77777777" w:rsidR="00954409" w:rsidRPr="000E0EE2" w:rsidRDefault="00954409" w:rsidP="00954409">
            <w:pPr>
              <w:pStyle w:val="Tabletext"/>
            </w:pPr>
            <w:r w:rsidRPr="000E0EE2">
              <w:t>Correctly acquired responses have become habitual.  Actions can be performed confidently and efficiently</w:t>
            </w:r>
          </w:p>
        </w:tc>
      </w:tr>
      <w:tr w:rsidR="00954409" w:rsidRPr="000E0EE2" w14:paraId="39F5F332" w14:textId="77777777" w:rsidTr="00B47A3F">
        <w:trPr>
          <w:cantSplit/>
        </w:trPr>
        <w:tc>
          <w:tcPr>
            <w:tcW w:w="1557" w:type="dxa"/>
            <w:tcMar>
              <w:top w:w="57" w:type="dxa"/>
              <w:bottom w:w="57" w:type="dxa"/>
            </w:tcMar>
            <w:vAlign w:val="center"/>
          </w:tcPr>
          <w:p w14:paraId="49158687" w14:textId="77777777" w:rsidR="00954409" w:rsidRPr="000E0EE2" w:rsidRDefault="00954409" w:rsidP="00954409">
            <w:pPr>
              <w:pStyle w:val="Tabletext"/>
            </w:pPr>
            <w:r w:rsidRPr="000E0EE2">
              <w:lastRenderedPageBreak/>
              <w:t>3</w:t>
            </w:r>
          </w:p>
        </w:tc>
        <w:tc>
          <w:tcPr>
            <w:tcW w:w="1670" w:type="dxa"/>
            <w:tcMar>
              <w:top w:w="57" w:type="dxa"/>
              <w:bottom w:w="57" w:type="dxa"/>
            </w:tcMar>
            <w:vAlign w:val="center"/>
          </w:tcPr>
          <w:p w14:paraId="59D6D803" w14:textId="77777777" w:rsidR="00954409" w:rsidRPr="000E0EE2" w:rsidRDefault="00954409" w:rsidP="00954409">
            <w:pPr>
              <w:pStyle w:val="Tabletext"/>
            </w:pPr>
            <w:r w:rsidRPr="000E0EE2">
              <w:t xml:space="preserve">The skilful conduct of many complex and non-routine tasks </w:t>
            </w:r>
          </w:p>
        </w:tc>
        <w:tc>
          <w:tcPr>
            <w:tcW w:w="2977" w:type="dxa"/>
            <w:tcMar>
              <w:top w:w="57" w:type="dxa"/>
              <w:bottom w:w="57" w:type="dxa"/>
            </w:tcMar>
            <w:vAlign w:val="center"/>
          </w:tcPr>
          <w:p w14:paraId="2229C54E" w14:textId="77777777" w:rsidR="00954409" w:rsidRPr="000E0EE2" w:rsidRDefault="00954409" w:rsidP="00954409">
            <w:pPr>
              <w:pStyle w:val="Tabletext"/>
            </w:pPr>
            <w:r w:rsidRPr="000E0EE2">
              <w:t xml:space="preserve">A </w:t>
            </w:r>
            <w:r w:rsidRPr="000E0EE2">
              <w:rPr>
                <w:b/>
              </w:rPr>
              <w:t xml:space="preserve">good </w:t>
            </w:r>
            <w:r w:rsidRPr="000E0EE2">
              <w:t>understanding of the subject matter and its interaction with others leading to an analytical distinction between facts and inferences</w:t>
            </w:r>
          </w:p>
        </w:tc>
        <w:tc>
          <w:tcPr>
            <w:tcW w:w="3543" w:type="dxa"/>
            <w:tcMar>
              <w:top w:w="57" w:type="dxa"/>
              <w:bottom w:w="57" w:type="dxa"/>
            </w:tcMar>
            <w:vAlign w:val="center"/>
          </w:tcPr>
          <w:p w14:paraId="37830F7D" w14:textId="77777777" w:rsidR="00954409" w:rsidRPr="000E0EE2" w:rsidRDefault="00954409" w:rsidP="00954409">
            <w:pPr>
              <w:pStyle w:val="Tabletext"/>
            </w:pPr>
            <w:r w:rsidRPr="000E0EE2">
              <w:t xml:space="preserve">Complex actions are inherently co-ordinated and performed smoothly, accurately and skilfully </w:t>
            </w:r>
          </w:p>
        </w:tc>
      </w:tr>
    </w:tbl>
    <w:p w14:paraId="6ABF968B" w14:textId="77777777" w:rsidR="00954409" w:rsidRPr="000E0EE2" w:rsidRDefault="00954409" w:rsidP="00954409">
      <w:pPr>
        <w:jc w:val="center"/>
      </w:pPr>
    </w:p>
    <w:p w14:paraId="273E7AEB" w14:textId="77777777" w:rsidR="007F588D" w:rsidRPr="000E0EE2" w:rsidRDefault="007F588D" w:rsidP="00422062">
      <w:pPr>
        <w:pStyle w:val="Heading2"/>
      </w:pPr>
      <w:bookmarkStart w:id="20" w:name="_Toc431993276"/>
      <w:bookmarkStart w:id="21" w:name="_Toc449336779"/>
      <w:r w:rsidRPr="000E0EE2">
        <w:t>Use of the Suite of Model Courses</w:t>
      </w:r>
      <w:bookmarkEnd w:id="20"/>
      <w:bookmarkEnd w:id="21"/>
    </w:p>
    <w:p w14:paraId="316598BE" w14:textId="77777777" w:rsidR="00422062" w:rsidRPr="000E0EE2" w:rsidRDefault="00422062" w:rsidP="00422062">
      <w:pPr>
        <w:pStyle w:val="Heading2separationline"/>
      </w:pPr>
    </w:p>
    <w:p w14:paraId="22FE43E4" w14:textId="5E33ECA4" w:rsidR="007F588D" w:rsidRPr="000E0EE2" w:rsidRDefault="007F588D" w:rsidP="007F588D">
      <w:pPr>
        <w:pStyle w:val="BodyText"/>
        <w:rPr>
          <w:rFonts w:ascii="Calibri" w:hAnsi="Calibri" w:cs="Arial"/>
        </w:rPr>
      </w:pPr>
      <w:r w:rsidRPr="000E0EE2">
        <w:rPr>
          <w:rFonts w:ascii="Calibri" w:hAnsi="Calibri" w:cs="Arial"/>
        </w:rPr>
        <w:t xml:space="preserve">The complete suite of model courses comprises 11 modules each covering a specific subject or area of knowledge in which AtoN technicians tasked with the application of such knowledge are required to have competence. </w:t>
      </w:r>
      <w:r w:rsidR="00814D46">
        <w:rPr>
          <w:rFonts w:ascii="Calibri" w:hAnsi="Calibri" w:cs="Arial"/>
        </w:rPr>
        <w:t xml:space="preserve"> </w:t>
      </w:r>
      <w:r w:rsidRPr="000E0EE2">
        <w:rPr>
          <w:rFonts w:ascii="Calibri" w:hAnsi="Calibri" w:cs="Arial"/>
        </w:rPr>
        <w:t xml:space="preserve">The full syllabus is set out in </w:t>
      </w:r>
      <w:r w:rsidR="00814D46">
        <w:rPr>
          <w:rFonts w:ascii="Calibri" w:hAnsi="Calibri" w:cs="Arial"/>
        </w:rPr>
        <w:fldChar w:fldCharType="begin"/>
      </w:r>
      <w:r w:rsidR="00814D46">
        <w:rPr>
          <w:rFonts w:ascii="Calibri" w:hAnsi="Calibri" w:cs="Arial"/>
        </w:rPr>
        <w:instrText xml:space="preserve"> REF _Ref449337333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2</w:t>
      </w:r>
      <w:r w:rsidR="00814D46">
        <w:rPr>
          <w:rFonts w:ascii="Calibri" w:hAnsi="Calibri" w:cs="Arial"/>
        </w:rPr>
        <w:fldChar w:fldCharType="end"/>
      </w:r>
      <w:r w:rsidRPr="000E0EE2">
        <w:rPr>
          <w:rFonts w:ascii="Calibri" w:hAnsi="Calibri" w:cs="Arial"/>
        </w:rPr>
        <w:t>.  Not all technicians will need to be competent in all subject areas.  It will be for the Competent Authority or approved AtoN service provider to determine which technicians require to take which modules.  A certificate of competence will be issued to candidates on the successful completion of each module or element</w:t>
      </w:r>
      <w:r w:rsidRPr="000E0EE2">
        <w:rPr>
          <w:rStyle w:val="FootnoteReference"/>
          <w:rFonts w:ascii="Calibri" w:hAnsi="Calibri" w:cs="Arial"/>
        </w:rPr>
        <w:footnoteReference w:id="2"/>
      </w:r>
      <w:r w:rsidRPr="000E0EE2">
        <w:rPr>
          <w:rFonts w:ascii="Calibri" w:hAnsi="Calibri" w:cs="Arial"/>
        </w:rPr>
        <w:t>.</w:t>
      </w:r>
    </w:p>
    <w:p w14:paraId="0F7F565A" w14:textId="0C4BD2D1" w:rsidR="007F588D" w:rsidRPr="000E0EE2" w:rsidRDefault="007F588D" w:rsidP="007F588D">
      <w:pPr>
        <w:pStyle w:val="BodyText"/>
        <w:rPr>
          <w:rFonts w:ascii="Calibri" w:hAnsi="Calibri" w:cs="Arial"/>
        </w:rPr>
      </w:pPr>
      <w:r w:rsidRPr="000E0EE2">
        <w:rPr>
          <w:rFonts w:ascii="Calibri" w:hAnsi="Calibri" w:cs="Arial"/>
        </w:rPr>
        <w:t xml:space="preserve">Each module is sub-divided into a number of subject elements.  These elements are intended to cover the appropriate degree of knowledge and practical competence required for a technician to properly install; service; maintain or replace specific components of marine AtoN used on both fixed and floating aids.  Each specific model course begins by stating its scope and aims, and then provides a detailed teaching syllabus based on that shown </w:t>
      </w:r>
      <w:r w:rsidR="00814D46">
        <w:rPr>
          <w:rFonts w:ascii="Calibri" w:hAnsi="Calibri" w:cs="Arial"/>
        </w:rPr>
        <w:t xml:space="preserve">in </w:t>
      </w:r>
      <w:r w:rsidR="00814D46">
        <w:rPr>
          <w:rFonts w:ascii="Calibri" w:hAnsi="Calibri" w:cs="Arial"/>
        </w:rPr>
        <w:fldChar w:fldCharType="begin"/>
      </w:r>
      <w:r w:rsidR="00814D46">
        <w:rPr>
          <w:rFonts w:ascii="Calibri" w:hAnsi="Calibri" w:cs="Arial"/>
        </w:rPr>
        <w:instrText xml:space="preserve"> REF _Ref449337333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2</w:t>
      </w:r>
      <w:r w:rsidR="00814D46">
        <w:rPr>
          <w:rFonts w:ascii="Calibri" w:hAnsi="Calibri" w:cs="Arial"/>
        </w:rPr>
        <w:fldChar w:fldCharType="end"/>
      </w:r>
      <w:r w:rsidRPr="000E0EE2">
        <w:rPr>
          <w:rFonts w:ascii="Calibri" w:hAnsi="Calibri" w:cs="Arial"/>
        </w:rPr>
        <w:t>.  The syllabus takes account of appropriate IALA Recommendations and Guidelines, which are listed as References in each model course.</w:t>
      </w:r>
    </w:p>
    <w:p w14:paraId="232069FA" w14:textId="77777777" w:rsidR="007F588D" w:rsidRPr="000E0EE2" w:rsidRDefault="007F588D" w:rsidP="00422062">
      <w:pPr>
        <w:pStyle w:val="Heading2"/>
      </w:pPr>
      <w:bookmarkStart w:id="22" w:name="_Toc306303374"/>
      <w:bookmarkStart w:id="23" w:name="_Toc181271154"/>
      <w:bookmarkStart w:id="24" w:name="_Toc431993277"/>
      <w:bookmarkStart w:id="25" w:name="_Toc449336780"/>
      <w:r w:rsidRPr="000E0EE2">
        <w:t>Presentation and Lesson Plans</w:t>
      </w:r>
      <w:bookmarkEnd w:id="22"/>
      <w:bookmarkEnd w:id="23"/>
      <w:bookmarkEnd w:id="24"/>
      <w:bookmarkEnd w:id="25"/>
    </w:p>
    <w:p w14:paraId="21A17E0D" w14:textId="77777777" w:rsidR="00422062" w:rsidRPr="000E0EE2" w:rsidRDefault="00422062" w:rsidP="00422062">
      <w:pPr>
        <w:pStyle w:val="Heading2separationline"/>
      </w:pPr>
    </w:p>
    <w:p w14:paraId="2D8E66E6" w14:textId="77777777" w:rsidR="007F588D" w:rsidRPr="000E0EE2" w:rsidRDefault="007F588D" w:rsidP="007F588D">
      <w:pPr>
        <w:pStyle w:val="BodyText"/>
        <w:rPr>
          <w:rFonts w:ascii="Calibri" w:hAnsi="Calibri" w:cs="Arial"/>
        </w:rPr>
      </w:pPr>
      <w:r w:rsidRPr="000E0EE2">
        <w:rPr>
          <w:rFonts w:ascii="Calibri" w:hAnsi="Calibri" w:cs="Arial"/>
        </w:rPr>
        <w:t>The majority of these model courses are practical and job-centred.  They are designed to provide participants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 presentation of the material.</w:t>
      </w:r>
    </w:p>
    <w:p w14:paraId="4B0E5F8B" w14:textId="77777777" w:rsidR="007F588D" w:rsidRPr="000E0EE2" w:rsidRDefault="007F588D" w:rsidP="007F588D">
      <w:pPr>
        <w:pStyle w:val="BodyText"/>
        <w:rPr>
          <w:rFonts w:ascii="Calibri" w:hAnsi="Calibri" w:cs="Arial"/>
        </w:rPr>
      </w:pPr>
      <w:r w:rsidRPr="000E0EE2">
        <w:rPr>
          <w:rFonts w:ascii="Calibri" w:hAnsi="Calibri" w:cs="Arial"/>
        </w:rPr>
        <w:t>The detailed teaching syllabus for each individual module or element is laid out in a learning-objective format in which the objective for each sub-element describes what each participant must achieve to demonstrate that the necessary level of knowledge has been acquired.  The learning-objective format assumes that the objective for each sub-element or lesson in each specific model course is preceded by the phrase:</w:t>
      </w:r>
    </w:p>
    <w:p w14:paraId="0174371C" w14:textId="77777777" w:rsidR="007F588D" w:rsidRPr="000E0EE2" w:rsidRDefault="007F588D" w:rsidP="007F588D">
      <w:pPr>
        <w:pStyle w:val="BodyText"/>
        <w:ind w:left="720"/>
        <w:rPr>
          <w:rFonts w:ascii="Calibri" w:hAnsi="Calibri" w:cs="Arial"/>
          <w:i/>
        </w:rPr>
      </w:pPr>
      <w:r w:rsidRPr="000E0EE2">
        <w:rPr>
          <w:rFonts w:ascii="Calibri" w:hAnsi="Calibri" w:cs="Arial"/>
          <w:i/>
        </w:rPr>
        <w:t>The expected learning outcome is that the participant [trainee] has acquired the recommended level of competence in ……………………………</w:t>
      </w:r>
    </w:p>
    <w:p w14:paraId="6272D7F4" w14:textId="65DD08F0" w:rsidR="007F588D" w:rsidRPr="000E0EE2" w:rsidRDefault="007F588D" w:rsidP="007F588D">
      <w:pPr>
        <w:pStyle w:val="BodyText"/>
        <w:rPr>
          <w:rFonts w:ascii="Calibri" w:hAnsi="Calibri" w:cs="Arial"/>
        </w:rPr>
      </w:pPr>
      <w:r w:rsidRPr="000E0EE2">
        <w:rPr>
          <w:rFonts w:ascii="Calibri" w:hAnsi="Calibri" w:cs="Arial"/>
        </w:rPr>
        <w:t>IALA</w:t>
      </w:r>
      <w:r w:rsidR="00814D46">
        <w:rPr>
          <w:rFonts w:ascii="Calibri" w:hAnsi="Calibri" w:cs="Arial"/>
        </w:rPr>
        <w:t xml:space="preserve"> publications, including other Model C</w:t>
      </w:r>
      <w:r w:rsidRPr="000E0EE2">
        <w:rPr>
          <w:rFonts w:ascii="Calibri" w:hAnsi="Calibri" w:cs="Arial"/>
        </w:rPr>
        <w:t xml:space="preserve">ourses issued by The Academy, are written in English as the standard international language.  However, it is recognised that many technicians will </w:t>
      </w:r>
      <w:bookmarkStart w:id="26" w:name="_Toc306303375"/>
      <w:bookmarkStart w:id="27" w:name="_Toc181271155"/>
      <w:r w:rsidRPr="000E0EE2">
        <w:rPr>
          <w:rFonts w:ascii="Calibri" w:hAnsi="Calibri" w:cs="Arial"/>
        </w:rPr>
        <w:t xml:space="preserve">work in their native language. </w:t>
      </w:r>
      <w:r w:rsidR="00814D46">
        <w:rPr>
          <w:rFonts w:ascii="Calibri" w:hAnsi="Calibri" w:cs="Arial"/>
        </w:rPr>
        <w:t xml:space="preserve"> </w:t>
      </w:r>
      <w:r w:rsidRPr="000E0EE2">
        <w:rPr>
          <w:rFonts w:ascii="Calibri" w:hAnsi="Calibri" w:cs="Arial"/>
        </w:rPr>
        <w:t>It is anticipated that accredited training organisations and institutes will adopt the most appropriate language for the instruction of participants.</w:t>
      </w:r>
      <w:bookmarkEnd w:id="26"/>
      <w:bookmarkEnd w:id="27"/>
    </w:p>
    <w:p w14:paraId="4EFF073E" w14:textId="77777777" w:rsidR="00422062" w:rsidRPr="000E0EE2" w:rsidRDefault="00422062">
      <w:pPr>
        <w:spacing w:after="200" w:line="276" w:lineRule="auto"/>
        <w:rPr>
          <w:rFonts w:ascii="Calibri" w:eastAsiaTheme="majorEastAsia" w:hAnsi="Calibri" w:cs="Arial"/>
          <w:b/>
          <w:bCs/>
          <w:caps/>
          <w:color w:val="00AFAA"/>
          <w:sz w:val="24"/>
          <w:szCs w:val="24"/>
        </w:rPr>
      </w:pPr>
      <w:bookmarkStart w:id="28" w:name="_Toc431993278"/>
      <w:bookmarkStart w:id="29" w:name="_Toc306303376"/>
      <w:bookmarkStart w:id="30" w:name="_Toc181271156"/>
      <w:r w:rsidRPr="000E0EE2">
        <w:br w:type="page"/>
      </w:r>
    </w:p>
    <w:p w14:paraId="6AD3A0FA" w14:textId="440A0217" w:rsidR="007F588D" w:rsidRPr="000E0EE2" w:rsidRDefault="007F588D" w:rsidP="00422062">
      <w:pPr>
        <w:pStyle w:val="Heading2"/>
      </w:pPr>
      <w:bookmarkStart w:id="31" w:name="_Toc449336781"/>
      <w:r w:rsidRPr="000E0EE2">
        <w:lastRenderedPageBreak/>
        <w:t>Evaluation or Assessment of Participant Progress</w:t>
      </w:r>
      <w:bookmarkEnd w:id="28"/>
      <w:bookmarkEnd w:id="31"/>
    </w:p>
    <w:p w14:paraId="4B6D8812" w14:textId="77777777" w:rsidR="00422062" w:rsidRPr="000E0EE2" w:rsidRDefault="00422062" w:rsidP="00422062">
      <w:pPr>
        <w:pStyle w:val="Heading2separationline"/>
      </w:pPr>
    </w:p>
    <w:p w14:paraId="53D38D5B" w14:textId="120960EB" w:rsidR="007F588D" w:rsidRPr="000E0EE2" w:rsidRDefault="007F588D" w:rsidP="007F588D">
      <w:pPr>
        <w:pStyle w:val="BodyText"/>
        <w:rPr>
          <w:rFonts w:ascii="Calibri" w:hAnsi="Calibri" w:cs="Arial"/>
        </w:rPr>
      </w:pPr>
      <w:r w:rsidRPr="000E0EE2">
        <w:rPr>
          <w:rFonts w:ascii="Calibri" w:hAnsi="Calibri" w:cs="Arial"/>
        </w:rPr>
        <w:t>‘</w:t>
      </w:r>
      <w:r w:rsidRPr="000E0EE2">
        <w:rPr>
          <w:rFonts w:ascii="Calibri" w:hAnsi="Calibri" w:cs="Arial"/>
          <w:i/>
        </w:rPr>
        <w:t>The award of AtoN qualifications should be based on the principle that satisfactory results are obtained during the basic training course</w:t>
      </w:r>
      <w:r w:rsidR="00B15AD3">
        <w:rPr>
          <w:rFonts w:ascii="Calibri" w:hAnsi="Calibri" w:cs="Arial"/>
          <w:i/>
        </w:rPr>
        <w:t>.</w:t>
      </w:r>
      <w:r w:rsidRPr="000E0EE2">
        <w:rPr>
          <w:rFonts w:ascii="Calibri" w:hAnsi="Calibri" w:cs="Arial"/>
          <w:i/>
        </w:rPr>
        <w:t>’</w:t>
      </w:r>
      <w:r w:rsidRPr="000E0EE2">
        <w:rPr>
          <w:rStyle w:val="FootnoteReference"/>
          <w:rFonts w:ascii="Calibri" w:hAnsi="Calibri" w:cs="Arial"/>
        </w:rPr>
        <w:footnoteReference w:id="3"/>
      </w:r>
      <w:r w:rsidRPr="000E0EE2">
        <w:rPr>
          <w:rFonts w:ascii="Calibri" w:hAnsi="Calibri" w:cs="Arial"/>
        </w:rPr>
        <w:t xml:space="preserve"> </w:t>
      </w:r>
      <w:r w:rsidR="00814D46">
        <w:rPr>
          <w:rFonts w:ascii="Calibri" w:hAnsi="Calibri" w:cs="Arial"/>
        </w:rPr>
        <w:t xml:space="preserve"> </w:t>
      </w:r>
      <w:r w:rsidRPr="000E0EE2">
        <w:rPr>
          <w:rFonts w:ascii="Calibri" w:hAnsi="Calibri" w:cs="Arial"/>
        </w:rPr>
        <w:t>Participants should be evaluated on their understanding of the material and their ability to carry out the tasks associated with each sub-element or lesson of each model course.  Additional</w:t>
      </w:r>
      <w:r w:rsidR="00814D46">
        <w:rPr>
          <w:rFonts w:ascii="Calibri" w:hAnsi="Calibri" w:cs="Arial"/>
        </w:rPr>
        <w:t xml:space="preserve"> guidance is provided in </w:t>
      </w:r>
      <w:r w:rsidR="00814D46">
        <w:rPr>
          <w:rFonts w:ascii="Calibri" w:hAnsi="Calibri" w:cs="Arial"/>
        </w:rPr>
        <w:fldChar w:fldCharType="begin"/>
      </w:r>
      <w:r w:rsidR="00814D46">
        <w:rPr>
          <w:rFonts w:ascii="Calibri" w:hAnsi="Calibri" w:cs="Arial"/>
        </w:rPr>
        <w:instrText xml:space="preserve"> REF _Ref449337564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1</w:t>
      </w:r>
      <w:r w:rsidR="00814D46">
        <w:rPr>
          <w:rFonts w:ascii="Calibri" w:hAnsi="Calibri" w:cs="Arial"/>
        </w:rPr>
        <w:fldChar w:fldCharType="end"/>
      </w:r>
      <w:r w:rsidR="00814D46">
        <w:rPr>
          <w:rFonts w:ascii="Calibri" w:hAnsi="Calibri" w:cs="Arial"/>
        </w:rPr>
        <w:t xml:space="preserve"> section </w:t>
      </w:r>
      <w:r w:rsidR="00814D46">
        <w:rPr>
          <w:rFonts w:ascii="Calibri" w:hAnsi="Calibri" w:cs="Arial"/>
        </w:rPr>
        <w:fldChar w:fldCharType="begin"/>
      </w:r>
      <w:r w:rsidR="00814D46">
        <w:rPr>
          <w:rFonts w:ascii="Calibri" w:hAnsi="Calibri" w:cs="Arial"/>
        </w:rPr>
        <w:instrText xml:space="preserve"> REF _Ref449337534 \r \h </w:instrText>
      </w:r>
      <w:r w:rsidR="00814D46">
        <w:rPr>
          <w:rFonts w:ascii="Calibri" w:hAnsi="Calibri" w:cs="Arial"/>
        </w:rPr>
      </w:r>
      <w:r w:rsidR="00814D46">
        <w:rPr>
          <w:rFonts w:ascii="Calibri" w:hAnsi="Calibri" w:cs="Arial"/>
        </w:rPr>
        <w:fldChar w:fldCharType="separate"/>
      </w:r>
      <w:r w:rsidR="00814D46">
        <w:rPr>
          <w:rFonts w:ascii="Calibri" w:hAnsi="Calibri" w:cs="Arial"/>
        </w:rPr>
        <w:t>5</w:t>
      </w:r>
      <w:r w:rsidR="00814D46">
        <w:rPr>
          <w:rFonts w:ascii="Calibri" w:hAnsi="Calibri" w:cs="Arial"/>
        </w:rPr>
        <w:fldChar w:fldCharType="end"/>
      </w:r>
      <w:r w:rsidRPr="000E0EE2">
        <w:rPr>
          <w:rFonts w:ascii="Calibri" w:hAnsi="Calibri" w:cs="Arial"/>
        </w:rPr>
        <w:t>.</w:t>
      </w:r>
    </w:p>
    <w:p w14:paraId="75E2C3AE" w14:textId="5DE49A43" w:rsidR="007F588D" w:rsidRPr="000E0EE2" w:rsidRDefault="007F588D" w:rsidP="00422062">
      <w:pPr>
        <w:pStyle w:val="Heading2"/>
      </w:pPr>
      <w:bookmarkStart w:id="32" w:name="_Toc431993279"/>
      <w:bookmarkStart w:id="33" w:name="_Toc449336782"/>
      <w:r w:rsidRPr="000E0EE2">
        <w:t>Implementation</w:t>
      </w:r>
      <w:bookmarkEnd w:id="29"/>
      <w:bookmarkEnd w:id="30"/>
      <w:bookmarkEnd w:id="32"/>
      <w:bookmarkEnd w:id="33"/>
    </w:p>
    <w:p w14:paraId="7C3E7A29" w14:textId="77777777" w:rsidR="00422062" w:rsidRPr="000E0EE2" w:rsidRDefault="00422062" w:rsidP="00422062">
      <w:pPr>
        <w:pStyle w:val="Heading2separationline"/>
      </w:pPr>
    </w:p>
    <w:p w14:paraId="1779F26F" w14:textId="77777777" w:rsidR="007F588D" w:rsidRPr="000E0EE2" w:rsidRDefault="007F588D" w:rsidP="007F588D">
      <w:pPr>
        <w:pStyle w:val="BodyText"/>
        <w:rPr>
          <w:rFonts w:ascii="Calibri" w:hAnsi="Calibri" w:cs="Arial"/>
        </w:rPr>
      </w:pPr>
      <w:r w:rsidRPr="000E0EE2">
        <w:rPr>
          <w:rFonts w:ascii="Calibri" w:hAnsi="Calibri" w:cs="Arial"/>
        </w:rPr>
        <w:t>Thorough preparation is the key to successful implementation of the course.  For the course to run smoothly and effectively, considerable attention must be paid to the availability and use of:</w:t>
      </w:r>
    </w:p>
    <w:p w14:paraId="3C56487E" w14:textId="77777777" w:rsidR="007F588D" w:rsidRPr="000E0EE2" w:rsidRDefault="007F588D" w:rsidP="007F588D">
      <w:pPr>
        <w:pStyle w:val="Bullet1"/>
      </w:pPr>
      <w:r w:rsidRPr="000E0EE2">
        <w:t>qualified instructors;</w:t>
      </w:r>
      <w:r w:rsidRPr="000E0EE2">
        <w:rPr>
          <w:rStyle w:val="FootnoteReference"/>
          <w:rFonts w:ascii="Calibri" w:hAnsi="Calibri"/>
        </w:rPr>
        <w:footnoteReference w:id="4"/>
      </w:r>
    </w:p>
    <w:p w14:paraId="2379E669" w14:textId="33AAC07B" w:rsidR="007F588D" w:rsidRPr="000E0EE2" w:rsidRDefault="007F588D" w:rsidP="006F0D31">
      <w:pPr>
        <w:pStyle w:val="Bullet1"/>
      </w:pPr>
      <w:r w:rsidRPr="000E0EE2">
        <w:t>support staff;</w:t>
      </w:r>
    </w:p>
    <w:p w14:paraId="16890AA9" w14:textId="38A6F8CA" w:rsidR="007F588D" w:rsidRPr="000E0EE2" w:rsidRDefault="007F588D" w:rsidP="006F0D31">
      <w:pPr>
        <w:pStyle w:val="Bullet1"/>
      </w:pPr>
      <w:r w:rsidRPr="000E0EE2">
        <w:t>rooms and other spaces;</w:t>
      </w:r>
    </w:p>
    <w:p w14:paraId="226AB7EF" w14:textId="78A32982" w:rsidR="007F588D" w:rsidRPr="000E0EE2" w:rsidRDefault="007F588D" w:rsidP="006F0D31">
      <w:pPr>
        <w:pStyle w:val="Bullet1"/>
      </w:pPr>
      <w:r w:rsidRPr="000E0EE2">
        <w:t>training equipment;</w:t>
      </w:r>
    </w:p>
    <w:p w14:paraId="731F0AB0" w14:textId="267C4F0C" w:rsidR="007F588D" w:rsidRPr="000E0EE2" w:rsidRDefault="007F588D" w:rsidP="006F0D31">
      <w:pPr>
        <w:pStyle w:val="Bullet1"/>
      </w:pPr>
      <w:r w:rsidRPr="000E0EE2">
        <w:t>practical training sites ashore;</w:t>
      </w:r>
    </w:p>
    <w:p w14:paraId="08E9EAFE" w14:textId="09F14BB7" w:rsidR="007F588D" w:rsidRPr="000E0EE2" w:rsidRDefault="007F588D" w:rsidP="006F0D31">
      <w:pPr>
        <w:pStyle w:val="Bullet1"/>
      </w:pPr>
      <w:r w:rsidRPr="000E0EE2">
        <w:t>buoy Tenders or other AtoN service craft;</w:t>
      </w:r>
    </w:p>
    <w:p w14:paraId="10E8B8DD" w14:textId="08F2627B" w:rsidR="007F588D" w:rsidRPr="000E0EE2" w:rsidRDefault="007F588D" w:rsidP="006F0D31">
      <w:pPr>
        <w:pStyle w:val="Bullet1"/>
      </w:pPr>
      <w:r w:rsidRPr="000E0EE2">
        <w:t>safety equipment;</w:t>
      </w:r>
    </w:p>
    <w:p w14:paraId="4B08BEAA" w14:textId="55B8C899" w:rsidR="007F588D" w:rsidRPr="000E0EE2" w:rsidRDefault="007F588D" w:rsidP="006F0D31">
      <w:pPr>
        <w:pStyle w:val="Bullet1"/>
      </w:pPr>
      <w:r w:rsidRPr="000E0EE2">
        <w:t>reference material.</w:t>
      </w:r>
    </w:p>
    <w:p w14:paraId="29876B6E" w14:textId="2CF46D1A" w:rsidR="007F588D" w:rsidRPr="000E0EE2" w:rsidRDefault="007F588D" w:rsidP="00422062">
      <w:pPr>
        <w:pStyle w:val="Heading2"/>
      </w:pPr>
      <w:bookmarkStart w:id="34" w:name="_Toc449336783"/>
      <w:r w:rsidRPr="000E0EE2">
        <w:t>Validation</w:t>
      </w:r>
      <w:bookmarkEnd w:id="34"/>
    </w:p>
    <w:p w14:paraId="03E177B3" w14:textId="77777777" w:rsidR="00422062" w:rsidRPr="000E0EE2" w:rsidRDefault="00422062" w:rsidP="00422062">
      <w:pPr>
        <w:pStyle w:val="Heading2separationline"/>
      </w:pPr>
    </w:p>
    <w:p w14:paraId="4B313579" w14:textId="77777777" w:rsidR="007F588D" w:rsidRPr="000E0EE2" w:rsidRDefault="007F588D" w:rsidP="007F588D">
      <w:pPr>
        <w:pStyle w:val="BodyText"/>
      </w:pPr>
      <w:r w:rsidRPr="000E0EE2">
        <w:t>The information contained in this document has been validated on behalf of The Academy by a group of subject matter experts drawn from the IALA membership.  Validation in the context of this document means that the group has found no grounds to object to its contents.</w:t>
      </w:r>
    </w:p>
    <w:p w14:paraId="39DD4CFB" w14:textId="380A37EB" w:rsidR="007F588D" w:rsidRPr="000E0EE2" w:rsidRDefault="007F588D" w:rsidP="00D11D60">
      <w:pPr>
        <w:pStyle w:val="Heading1"/>
      </w:pPr>
      <w:bookmarkStart w:id="35" w:name="_Toc449336784"/>
      <w:r w:rsidRPr="000E0EE2">
        <w:t>COURSE FRAMEWORK</w:t>
      </w:r>
      <w:bookmarkEnd w:id="35"/>
    </w:p>
    <w:p w14:paraId="7B0FF20F" w14:textId="77777777" w:rsidR="007F588D" w:rsidRPr="000E0EE2" w:rsidRDefault="007F588D" w:rsidP="007F588D">
      <w:pPr>
        <w:pStyle w:val="Heading1separatationline"/>
      </w:pPr>
    </w:p>
    <w:p w14:paraId="79DF13D8" w14:textId="2DC6126D" w:rsidR="007F588D" w:rsidRPr="000E0EE2" w:rsidRDefault="007F588D" w:rsidP="00422062">
      <w:pPr>
        <w:pStyle w:val="Heading2"/>
      </w:pPr>
      <w:bookmarkStart w:id="36" w:name="_Toc449336785"/>
      <w:r w:rsidRPr="000E0EE2">
        <w:t>Scope</w:t>
      </w:r>
      <w:bookmarkEnd w:id="36"/>
    </w:p>
    <w:p w14:paraId="205BB4EC" w14:textId="77777777" w:rsidR="00997F7E" w:rsidRPr="000E0EE2" w:rsidRDefault="00997F7E" w:rsidP="00997F7E">
      <w:pPr>
        <w:pStyle w:val="Heading2separationline"/>
      </w:pPr>
    </w:p>
    <w:p w14:paraId="7E093D6D" w14:textId="77777777" w:rsidR="007F588D" w:rsidRPr="000E0EE2" w:rsidRDefault="007F588D" w:rsidP="007F588D">
      <w:pPr>
        <w:pStyle w:val="BodyText"/>
      </w:pPr>
      <w:r w:rsidRPr="000E0EE2">
        <w:t>This suite of courses is intended to provide technicians with the practical training necessary to become efficient and competent in specific aspects of installation; servicing; maintenance or replacement of marine AtoN and their associated components.</w:t>
      </w:r>
    </w:p>
    <w:p w14:paraId="43867775" w14:textId="5173815A" w:rsidR="007F588D" w:rsidRPr="000E0EE2" w:rsidRDefault="007F588D" w:rsidP="00422062">
      <w:pPr>
        <w:pStyle w:val="Heading2"/>
      </w:pPr>
      <w:bookmarkStart w:id="37" w:name="_Toc449336786"/>
      <w:r w:rsidRPr="000E0EE2">
        <w:t>Objective</w:t>
      </w:r>
      <w:bookmarkEnd w:id="37"/>
    </w:p>
    <w:p w14:paraId="79387C51" w14:textId="77777777" w:rsidR="00997F7E" w:rsidRPr="000E0EE2" w:rsidRDefault="00997F7E" w:rsidP="00997F7E">
      <w:pPr>
        <w:pStyle w:val="Heading2separationline"/>
      </w:pPr>
    </w:p>
    <w:p w14:paraId="18A19CE5" w14:textId="77777777" w:rsidR="007F588D" w:rsidRPr="000E0EE2" w:rsidRDefault="007F588D" w:rsidP="00997F7E">
      <w:pPr>
        <w:pStyle w:val="BodyText"/>
      </w:pPr>
      <w:r w:rsidRPr="000E0EE2">
        <w:t>Upon successful completion of each of these courses, participants will have acquired sufficient knowledge and skill to install; service; maintain or replace specific marine AtoN components on the job within their organizations.</w:t>
      </w:r>
    </w:p>
    <w:p w14:paraId="0B0CCB6C" w14:textId="1A104A5F" w:rsidR="007F588D" w:rsidRPr="000E0EE2" w:rsidRDefault="007F588D" w:rsidP="00422062">
      <w:pPr>
        <w:pStyle w:val="Heading2"/>
      </w:pPr>
      <w:bookmarkStart w:id="38" w:name="_Toc449336787"/>
      <w:r w:rsidRPr="000E0EE2">
        <w:t>Entry Standard</w:t>
      </w:r>
      <w:bookmarkEnd w:id="38"/>
    </w:p>
    <w:p w14:paraId="07062208" w14:textId="77777777" w:rsidR="00997F7E" w:rsidRPr="000E0EE2" w:rsidRDefault="00997F7E" w:rsidP="00997F7E">
      <w:pPr>
        <w:pStyle w:val="Heading2separationline"/>
      </w:pPr>
    </w:p>
    <w:p w14:paraId="04E493A1" w14:textId="77777777" w:rsidR="007F588D" w:rsidRPr="000E0EE2" w:rsidRDefault="007F588D" w:rsidP="00997F7E">
      <w:pPr>
        <w:pStyle w:val="BodyText"/>
      </w:pPr>
      <w:r w:rsidRPr="000E0EE2">
        <w:t xml:space="preserve">The Competent Authority may prescribe minimum standards for education or work experience for prospective participants to enter these courses.  In preparing each of these courses, it has been assumed that participants </w:t>
      </w:r>
      <w:r w:rsidRPr="000E0EE2">
        <w:lastRenderedPageBreak/>
        <w:t>would have the minimum physical ability and educational background necessary to carry out successfully the function of installing; servicing; maintaining or replacing marine AtoN and their components.</w:t>
      </w:r>
    </w:p>
    <w:p w14:paraId="50002D1A" w14:textId="77777777" w:rsidR="007F588D" w:rsidRPr="000E0EE2" w:rsidRDefault="007F588D" w:rsidP="00997F7E">
      <w:pPr>
        <w:pStyle w:val="BodyText"/>
      </w:pPr>
      <w:r w:rsidRPr="000E0EE2">
        <w:t>It is anticipated that the minimum entry standard will include a basic technical education and a basic Health and Safety at work pre-qualification.</w:t>
      </w:r>
    </w:p>
    <w:p w14:paraId="31CF1F54" w14:textId="11544CAC" w:rsidR="007F588D" w:rsidRPr="000E0EE2" w:rsidRDefault="007F588D" w:rsidP="00422062">
      <w:pPr>
        <w:pStyle w:val="Heading2"/>
      </w:pPr>
      <w:bookmarkStart w:id="39" w:name="_Toc449336788"/>
      <w:r w:rsidRPr="000E0EE2">
        <w:t>Requirements for Certification</w:t>
      </w:r>
      <w:bookmarkEnd w:id="39"/>
    </w:p>
    <w:p w14:paraId="50D36D14" w14:textId="77777777" w:rsidR="00997F7E" w:rsidRPr="000E0EE2" w:rsidRDefault="00997F7E" w:rsidP="00997F7E">
      <w:pPr>
        <w:pStyle w:val="Heading2separationline"/>
      </w:pPr>
    </w:p>
    <w:p w14:paraId="71F1AE08" w14:textId="77777777" w:rsidR="007F588D" w:rsidRPr="000E0EE2" w:rsidRDefault="007F588D" w:rsidP="00997F7E">
      <w:pPr>
        <w:pStyle w:val="BodyText"/>
      </w:pPr>
      <w:r w:rsidRPr="000E0EE2">
        <w:t>Every candidate for certification should:</w:t>
      </w:r>
    </w:p>
    <w:p w14:paraId="5FAE64E9" w14:textId="5A0C697D" w:rsidR="007F588D" w:rsidRPr="000E0EE2" w:rsidRDefault="007F588D" w:rsidP="006F0D31">
      <w:pPr>
        <w:pStyle w:val="Bullet1"/>
      </w:pPr>
      <w:r w:rsidRPr="000E0EE2">
        <w:t>be not less than 18 years of age;</w:t>
      </w:r>
    </w:p>
    <w:p w14:paraId="40623029" w14:textId="2937B65B" w:rsidR="007F588D" w:rsidRPr="000E0EE2" w:rsidRDefault="007F588D" w:rsidP="006F0D31">
      <w:pPr>
        <w:pStyle w:val="Bullet1"/>
      </w:pPr>
      <w:r w:rsidRPr="000E0EE2">
        <w:t>satisfy the Competent Authority that they possess the theoretical and practical knowledge necessary to carry out the responsibility of installing; servicing; maintaining or replacing marine AtoN and their components.</w:t>
      </w:r>
    </w:p>
    <w:p w14:paraId="11DE75DB" w14:textId="595B81A5" w:rsidR="007F588D" w:rsidRPr="000E0EE2" w:rsidRDefault="007F588D" w:rsidP="00422062">
      <w:pPr>
        <w:pStyle w:val="Heading2"/>
      </w:pPr>
      <w:bookmarkStart w:id="40" w:name="_Toc449336789"/>
      <w:r w:rsidRPr="000E0EE2">
        <w:t>Course Intake Limitations</w:t>
      </w:r>
      <w:bookmarkEnd w:id="40"/>
    </w:p>
    <w:p w14:paraId="19868154" w14:textId="77777777" w:rsidR="00997F7E" w:rsidRPr="000E0EE2" w:rsidRDefault="00997F7E" w:rsidP="00997F7E">
      <w:pPr>
        <w:pStyle w:val="Heading2separationline"/>
      </w:pPr>
    </w:p>
    <w:p w14:paraId="1E5C07AF" w14:textId="77777777" w:rsidR="007F588D" w:rsidRPr="000E0EE2" w:rsidRDefault="007F588D" w:rsidP="00997F7E">
      <w:pPr>
        <w:pStyle w:val="BodyText"/>
      </w:pPr>
      <w:r w:rsidRPr="000E0EE2">
        <w:t>Class sizes may be limited at the discretion of the Competent Authority in order to allow the instructor to give adequate attention to individual trainees.  In general, it is recommended that a maximum of 10 participants be the upper limit that a single instructor can be expected to train satisfactorily to the level of competence required.</w:t>
      </w:r>
    </w:p>
    <w:p w14:paraId="4B9F9619" w14:textId="581C29FD" w:rsidR="007F588D" w:rsidRPr="000E0EE2" w:rsidRDefault="007F588D" w:rsidP="00422062">
      <w:pPr>
        <w:pStyle w:val="Heading2"/>
      </w:pPr>
      <w:bookmarkStart w:id="41" w:name="_Toc449336790"/>
      <w:r w:rsidRPr="000E0EE2">
        <w:t>Training Staff Requirements</w:t>
      </w:r>
      <w:bookmarkEnd w:id="41"/>
    </w:p>
    <w:p w14:paraId="4B83AAC6" w14:textId="77777777" w:rsidR="00997F7E" w:rsidRPr="000E0EE2" w:rsidRDefault="00997F7E" w:rsidP="00997F7E">
      <w:pPr>
        <w:pStyle w:val="Heading2separationline"/>
      </w:pPr>
    </w:p>
    <w:p w14:paraId="444E0889" w14:textId="77777777" w:rsidR="007F588D" w:rsidRPr="000E0EE2" w:rsidRDefault="007F588D" w:rsidP="00191E32">
      <w:pPr>
        <w:pStyle w:val="BodyText"/>
      </w:pPr>
      <w:r w:rsidRPr="000E0EE2">
        <w:t>All instructors, supervisors and assessors should be appropriately qualified in the subject matter covered by this course.  It is expected that some if not all training staff will have held an IALA AtoN Level 1 Managers Certificate for at least 3 years.  In addition to technical expertise in the subject matter, approved training programmes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w:t>
      </w:r>
    </w:p>
    <w:p w14:paraId="00AA463E" w14:textId="21C16DE1" w:rsidR="007F588D" w:rsidRPr="000E0EE2" w:rsidRDefault="007F588D" w:rsidP="00422062">
      <w:pPr>
        <w:pStyle w:val="Heading2"/>
      </w:pPr>
      <w:bookmarkStart w:id="42" w:name="_Toc449336791"/>
      <w:r w:rsidRPr="000E0EE2">
        <w:t>Teaching Facilities and Equipment</w:t>
      </w:r>
      <w:bookmarkEnd w:id="42"/>
    </w:p>
    <w:p w14:paraId="14A11F1E" w14:textId="77777777" w:rsidR="00191E32" w:rsidRPr="000E0EE2" w:rsidRDefault="00191E32" w:rsidP="00191E32">
      <w:pPr>
        <w:pStyle w:val="Heading2separationline"/>
      </w:pPr>
    </w:p>
    <w:p w14:paraId="1F555D2A" w14:textId="77777777" w:rsidR="007F588D" w:rsidRPr="000E0EE2" w:rsidRDefault="007F588D" w:rsidP="00191E32">
      <w:pPr>
        <w:pStyle w:val="BodyText"/>
      </w:pPr>
      <w:r w:rsidRPr="000E0EE2">
        <w:t>This suite of courses involves both classroom instruction and practical visits to work areas at sea or on land.  Theoretical courses conducted in classrooms should be supported with blackboards or whiteboards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w:t>
      </w:r>
    </w:p>
    <w:p w14:paraId="28E3E748" w14:textId="77777777" w:rsidR="007F588D" w:rsidRPr="000E0EE2" w:rsidRDefault="007F588D" w:rsidP="00191E32">
      <w:pPr>
        <w:pStyle w:val="BodyText"/>
      </w:pPr>
      <w:r w:rsidRPr="000E0EE2">
        <w:t>Practical instruction in the field will require the identification of suitable shore-based training sites, such as an operational lighthouse or beacon.  Sea experience for practical instruction in buoy work will require the use of a suitable buoy tender or other AtoN service craft.  Pre-booking of these facilities will be required to avoid conflict with planned operations.</w:t>
      </w:r>
    </w:p>
    <w:p w14:paraId="4A2C7E06" w14:textId="12D21E89" w:rsidR="007F588D" w:rsidRPr="000E0EE2" w:rsidRDefault="007F588D" w:rsidP="00422062">
      <w:pPr>
        <w:pStyle w:val="Heading2"/>
      </w:pPr>
      <w:bookmarkStart w:id="43" w:name="_Toc449336792"/>
      <w:r w:rsidRPr="000E0EE2">
        <w:t>Teaching Aids and References</w:t>
      </w:r>
      <w:bookmarkEnd w:id="43"/>
    </w:p>
    <w:p w14:paraId="21EA1FAD" w14:textId="77777777" w:rsidR="00191E32" w:rsidRPr="000E0EE2" w:rsidRDefault="00191E32" w:rsidP="00191E32">
      <w:pPr>
        <w:pStyle w:val="Heading2separationline"/>
      </w:pPr>
    </w:p>
    <w:p w14:paraId="27EB8B9A" w14:textId="77777777" w:rsidR="007F588D" w:rsidRPr="000E0EE2" w:rsidRDefault="007F588D" w:rsidP="00191E32">
      <w:pPr>
        <w:pStyle w:val="BodyText"/>
      </w:pPr>
      <w:r w:rsidRPr="000E0EE2">
        <w:t>Participants should have access to the types of equipment that they will be expected to work with on the job.  Each model course will specify which teaching aids might be most appropriate to the course of instruction.</w:t>
      </w:r>
    </w:p>
    <w:p w14:paraId="125765D2" w14:textId="77777777" w:rsidR="007F588D" w:rsidRPr="000E0EE2" w:rsidRDefault="007F588D" w:rsidP="00191E32">
      <w:pPr>
        <w:pStyle w:val="BodyText"/>
      </w:pPr>
      <w:r w:rsidRPr="000E0EE2">
        <w:t>In addition to any specific reference required by the Competent Authority, each model course will list those IALA Recommendations, Guidelines or NAVGUIDE references relevant to that course.</w:t>
      </w:r>
    </w:p>
    <w:p w14:paraId="21A5B380"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3DE9D8B8" w14:textId="7BB9CACA" w:rsidR="007F588D" w:rsidRPr="000E0EE2" w:rsidRDefault="00191E32" w:rsidP="00191E32">
      <w:pPr>
        <w:pStyle w:val="Heading1"/>
      </w:pPr>
      <w:bookmarkStart w:id="44" w:name="_Toc449336793"/>
      <w:r w:rsidRPr="000E0EE2">
        <w:lastRenderedPageBreak/>
        <w:t>OUTLINE OF MODEL COURSES</w:t>
      </w:r>
      <w:bookmarkEnd w:id="44"/>
    </w:p>
    <w:p w14:paraId="7F638592" w14:textId="77777777" w:rsidR="00191E32" w:rsidRPr="000E0EE2" w:rsidRDefault="00191E32" w:rsidP="00191E32">
      <w:pPr>
        <w:pStyle w:val="Heading1separatationline"/>
      </w:pPr>
    </w:p>
    <w:p w14:paraId="4F2BE3DC" w14:textId="542BDA65" w:rsidR="007F588D" w:rsidRPr="000E0EE2" w:rsidRDefault="00E601F9" w:rsidP="00191E32">
      <w:pPr>
        <w:pStyle w:val="BodyText"/>
      </w:pPr>
      <w:r>
        <w:t>The complete suite of Level 2 Model C</w:t>
      </w:r>
      <w:r w:rsidR="007F588D" w:rsidRPr="000E0EE2">
        <w:t xml:space="preserve">ourses comprises 11 modules, sub-divided into topic elements.  These are listed in the syllabus for all courses </w:t>
      </w:r>
      <w:r>
        <w:t xml:space="preserve">shown in </w:t>
      </w:r>
      <w:r>
        <w:rPr>
          <w:rFonts w:ascii="Calibri" w:hAnsi="Calibri" w:cs="Arial"/>
        </w:rPr>
        <w:fldChar w:fldCharType="begin"/>
      </w:r>
      <w:r>
        <w:rPr>
          <w:rFonts w:ascii="Calibri" w:hAnsi="Calibri" w:cs="Arial"/>
        </w:rPr>
        <w:instrText xml:space="preserve"> REF _Ref449337333 \r \h </w:instrText>
      </w:r>
      <w:r>
        <w:rPr>
          <w:rFonts w:ascii="Calibri" w:hAnsi="Calibri" w:cs="Arial"/>
        </w:rPr>
      </w:r>
      <w:r>
        <w:rPr>
          <w:rFonts w:ascii="Calibri" w:hAnsi="Calibri" w:cs="Arial"/>
        </w:rPr>
        <w:fldChar w:fldCharType="separate"/>
      </w:r>
      <w:r>
        <w:rPr>
          <w:rFonts w:ascii="Calibri" w:hAnsi="Calibri" w:cs="Arial"/>
        </w:rPr>
        <w:t>PART 2</w:t>
      </w:r>
      <w:r>
        <w:rPr>
          <w:rFonts w:ascii="Calibri" w:hAnsi="Calibri" w:cs="Arial"/>
        </w:rPr>
        <w:fldChar w:fldCharType="end"/>
      </w:r>
      <w:r w:rsidR="007F588D" w:rsidRPr="000E0EE2">
        <w:t>.  The elements of each model course are broken down into teaching modules.  These should provide the course outline for a specific topic which specifies a recommended number of minimum of theoretical or practical lessons required for developing that Level 2 course.  However</w:t>
      </w:r>
      <w:r w:rsidR="00191E32" w:rsidRPr="000E0EE2">
        <w:t>,</w:t>
      </w:r>
      <w:r w:rsidR="007F588D" w:rsidRPr="000E0EE2">
        <w:t xml:space="preserve"> the lesson content can be adapted or expanded to meet the specific requirements of each Competent Authority.</w:t>
      </w:r>
    </w:p>
    <w:p w14:paraId="4504E6EB" w14:textId="6888F7BD" w:rsidR="007F588D" w:rsidRPr="000E0EE2" w:rsidRDefault="007F588D" w:rsidP="00191E32">
      <w:pPr>
        <w:pStyle w:val="BodyText"/>
      </w:pPr>
      <w:r w:rsidRPr="000E0EE2">
        <w:t>Each model course will propose the recommended duration for lessons and site visits; an assessment of competency and the total time to complete the whole course. An example format for each model course is shown in Table 2 below.  The actual content will be decided by each Competent Authority</w:t>
      </w:r>
      <w:r w:rsidR="00191E32" w:rsidRPr="000E0EE2">
        <w:t>.</w:t>
      </w:r>
    </w:p>
    <w:p w14:paraId="7D57AAC0" w14:textId="5DB01F21" w:rsidR="007F588D" w:rsidRPr="000E0EE2" w:rsidRDefault="00873FDD" w:rsidP="00873FDD">
      <w:pPr>
        <w:pStyle w:val="Tablecaption"/>
        <w:jc w:val="center"/>
        <w:rPr>
          <w:rFonts w:ascii="Calibri" w:hAnsi="Calibri" w:cs="Arial"/>
        </w:rPr>
      </w:pPr>
      <w:bookmarkStart w:id="45" w:name="_Toc196487038"/>
      <w:bookmarkStart w:id="46" w:name="_Toc196487101"/>
      <w:bookmarkStart w:id="47" w:name="_Toc196487123"/>
      <w:bookmarkStart w:id="48" w:name="_Toc369087491"/>
      <w:bookmarkStart w:id="49" w:name="_Toc449336812"/>
      <w:r w:rsidRPr="000E0EE2">
        <w:rPr>
          <w:rFonts w:ascii="Calibri" w:hAnsi="Calibri" w:cs="Arial"/>
        </w:rPr>
        <w:t>Example Course Outline</w:t>
      </w:r>
      <w:bookmarkEnd w:id="45"/>
      <w:bookmarkEnd w:id="46"/>
      <w:bookmarkEnd w:id="47"/>
      <w:bookmarkEnd w:id="48"/>
      <w:bookmarkEnd w:id="49"/>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2"/>
        <w:gridCol w:w="804"/>
        <w:gridCol w:w="4678"/>
        <w:gridCol w:w="850"/>
        <w:gridCol w:w="2800"/>
      </w:tblGrid>
      <w:tr w:rsidR="00D849AF" w:rsidRPr="000E0EE2" w14:paraId="28EA6E16" w14:textId="77777777" w:rsidTr="00D849AF">
        <w:trPr>
          <w:cantSplit/>
          <w:trHeight w:val="1134"/>
          <w:jc w:val="center"/>
        </w:trPr>
        <w:tc>
          <w:tcPr>
            <w:tcW w:w="722" w:type="dxa"/>
            <w:textDirection w:val="btLr"/>
          </w:tcPr>
          <w:p w14:paraId="13E59A01" w14:textId="77777777" w:rsidR="00D849AF" w:rsidRPr="000E0EE2" w:rsidRDefault="00D849AF" w:rsidP="00D849AF">
            <w:pPr>
              <w:pStyle w:val="Tableheading"/>
              <w:jc w:val="center"/>
              <w:rPr>
                <w:lang w:val="en-GB"/>
              </w:rPr>
            </w:pPr>
            <w:r w:rsidRPr="000E0EE2">
              <w:rPr>
                <w:lang w:val="en-GB"/>
              </w:rPr>
              <w:t>Module</w:t>
            </w:r>
          </w:p>
        </w:tc>
        <w:tc>
          <w:tcPr>
            <w:tcW w:w="804" w:type="dxa"/>
            <w:textDirection w:val="btLr"/>
          </w:tcPr>
          <w:p w14:paraId="631939D5" w14:textId="26740723" w:rsidR="00D849AF" w:rsidRPr="000E0EE2" w:rsidRDefault="00D849AF" w:rsidP="00D849AF">
            <w:pPr>
              <w:pStyle w:val="Tableheading"/>
              <w:jc w:val="center"/>
              <w:rPr>
                <w:lang w:val="en-GB"/>
              </w:rPr>
            </w:pPr>
            <w:r w:rsidRPr="000E0EE2">
              <w:rPr>
                <w:lang w:val="en-GB"/>
              </w:rPr>
              <w:t>Element</w:t>
            </w:r>
          </w:p>
        </w:tc>
        <w:tc>
          <w:tcPr>
            <w:tcW w:w="4678" w:type="dxa"/>
            <w:vAlign w:val="center"/>
          </w:tcPr>
          <w:p w14:paraId="59CC79FE" w14:textId="77777777" w:rsidR="00D849AF" w:rsidRPr="000E0EE2" w:rsidRDefault="00D849AF" w:rsidP="00D849AF">
            <w:pPr>
              <w:pStyle w:val="Tableheading"/>
              <w:rPr>
                <w:lang w:val="en-GB"/>
              </w:rPr>
            </w:pPr>
            <w:r w:rsidRPr="000E0EE2">
              <w:rPr>
                <w:lang w:val="en-GB"/>
              </w:rPr>
              <w:t>Subject</w:t>
            </w:r>
          </w:p>
        </w:tc>
        <w:tc>
          <w:tcPr>
            <w:tcW w:w="850" w:type="dxa"/>
            <w:textDirection w:val="btLr"/>
          </w:tcPr>
          <w:p w14:paraId="1470E868" w14:textId="77777777" w:rsidR="00D849AF" w:rsidRPr="000E0EE2" w:rsidRDefault="00D849AF" w:rsidP="00D849AF">
            <w:pPr>
              <w:pStyle w:val="Tableheading"/>
              <w:jc w:val="center"/>
              <w:rPr>
                <w:lang w:val="en-GB"/>
              </w:rPr>
            </w:pPr>
            <w:r w:rsidRPr="000E0EE2">
              <w:rPr>
                <w:lang w:val="en-GB"/>
              </w:rPr>
              <w:t>Duration (hours)</w:t>
            </w:r>
          </w:p>
        </w:tc>
        <w:tc>
          <w:tcPr>
            <w:tcW w:w="2800" w:type="dxa"/>
            <w:vAlign w:val="center"/>
          </w:tcPr>
          <w:p w14:paraId="4A909D2C" w14:textId="77777777" w:rsidR="00D849AF" w:rsidRPr="000E0EE2" w:rsidRDefault="00D849AF" w:rsidP="00D849AF">
            <w:pPr>
              <w:pStyle w:val="Tableheading"/>
              <w:rPr>
                <w:lang w:val="en-GB"/>
              </w:rPr>
            </w:pPr>
            <w:r w:rsidRPr="000E0EE2">
              <w:rPr>
                <w:lang w:val="en-GB"/>
              </w:rPr>
              <w:t>Description and Remarks</w:t>
            </w:r>
          </w:p>
        </w:tc>
      </w:tr>
      <w:tr w:rsidR="00D849AF" w:rsidRPr="000E0EE2" w14:paraId="6B24303F" w14:textId="77777777" w:rsidTr="00984AE9">
        <w:trPr>
          <w:jc w:val="center"/>
        </w:trPr>
        <w:tc>
          <w:tcPr>
            <w:tcW w:w="722" w:type="dxa"/>
          </w:tcPr>
          <w:p w14:paraId="448E184F" w14:textId="77777777" w:rsidR="00D849AF" w:rsidRPr="000E0EE2" w:rsidRDefault="00D849AF" w:rsidP="00984AE9">
            <w:pPr>
              <w:pStyle w:val="Tabletext"/>
            </w:pPr>
            <w:r w:rsidRPr="000E0EE2">
              <w:t>1</w:t>
            </w:r>
          </w:p>
        </w:tc>
        <w:tc>
          <w:tcPr>
            <w:tcW w:w="804" w:type="dxa"/>
            <w:shd w:val="clear" w:color="auto" w:fill="00AFAA"/>
          </w:tcPr>
          <w:p w14:paraId="1A477222" w14:textId="77777777" w:rsidR="00D849AF" w:rsidRPr="000E0EE2" w:rsidRDefault="00D849AF" w:rsidP="00984AE9">
            <w:pPr>
              <w:pStyle w:val="Tabletext"/>
            </w:pPr>
          </w:p>
        </w:tc>
        <w:tc>
          <w:tcPr>
            <w:tcW w:w="4678" w:type="dxa"/>
            <w:shd w:val="clear" w:color="auto" w:fill="D5F0ED"/>
          </w:tcPr>
          <w:p w14:paraId="41F23740" w14:textId="77777777" w:rsidR="00D849AF" w:rsidRPr="000E0EE2" w:rsidRDefault="00D849AF" w:rsidP="00984AE9">
            <w:pPr>
              <w:pStyle w:val="Tabletext"/>
            </w:pPr>
            <w:r w:rsidRPr="000E0EE2">
              <w:t xml:space="preserve">Introduction to AtoN </w:t>
            </w:r>
          </w:p>
        </w:tc>
        <w:tc>
          <w:tcPr>
            <w:tcW w:w="3650" w:type="dxa"/>
            <w:gridSpan w:val="2"/>
            <w:shd w:val="clear" w:color="auto" w:fill="00AFAA"/>
          </w:tcPr>
          <w:p w14:paraId="043E753C" w14:textId="77777777" w:rsidR="00D849AF" w:rsidRPr="000E0EE2" w:rsidRDefault="00D849AF" w:rsidP="00984AE9">
            <w:pPr>
              <w:pStyle w:val="Tabletext"/>
            </w:pPr>
          </w:p>
        </w:tc>
      </w:tr>
      <w:tr w:rsidR="00D849AF" w:rsidRPr="000E0EE2" w14:paraId="5990380F" w14:textId="77777777" w:rsidTr="00D11D60">
        <w:trPr>
          <w:jc w:val="center"/>
        </w:trPr>
        <w:tc>
          <w:tcPr>
            <w:tcW w:w="722" w:type="dxa"/>
            <w:vMerge w:val="restart"/>
          </w:tcPr>
          <w:p w14:paraId="665BDC97" w14:textId="77777777" w:rsidR="00D849AF" w:rsidRPr="000E0EE2" w:rsidRDefault="00D849AF" w:rsidP="00984AE9">
            <w:pPr>
              <w:pStyle w:val="Tabletext"/>
            </w:pPr>
          </w:p>
        </w:tc>
        <w:tc>
          <w:tcPr>
            <w:tcW w:w="804" w:type="dxa"/>
          </w:tcPr>
          <w:p w14:paraId="6D2A88DC" w14:textId="77777777" w:rsidR="00D849AF" w:rsidRPr="000E0EE2" w:rsidRDefault="00D849AF" w:rsidP="00984AE9">
            <w:pPr>
              <w:pStyle w:val="Tabletext"/>
            </w:pPr>
            <w:r w:rsidRPr="000E0EE2">
              <w:t>1.1</w:t>
            </w:r>
          </w:p>
        </w:tc>
        <w:tc>
          <w:tcPr>
            <w:tcW w:w="4678" w:type="dxa"/>
          </w:tcPr>
          <w:p w14:paraId="13D1515E" w14:textId="77777777" w:rsidR="00D849AF" w:rsidRPr="000E0EE2" w:rsidRDefault="00D849AF" w:rsidP="00984AE9">
            <w:pPr>
              <w:pStyle w:val="Tabletext"/>
            </w:pPr>
            <w:r w:rsidRPr="000E0EE2">
              <w:t>IALA and the NAVGUIDE</w:t>
            </w:r>
          </w:p>
        </w:tc>
        <w:tc>
          <w:tcPr>
            <w:tcW w:w="850" w:type="dxa"/>
            <w:vMerge w:val="restart"/>
            <w:vAlign w:val="center"/>
          </w:tcPr>
          <w:p w14:paraId="602B36EC" w14:textId="77777777" w:rsidR="00D849AF" w:rsidRPr="000E0EE2" w:rsidRDefault="00D849AF" w:rsidP="00984AE9">
            <w:pPr>
              <w:pStyle w:val="Tabletext"/>
            </w:pPr>
            <w:r w:rsidRPr="000E0EE2">
              <w:t>5</w:t>
            </w:r>
          </w:p>
        </w:tc>
        <w:tc>
          <w:tcPr>
            <w:tcW w:w="2800" w:type="dxa"/>
          </w:tcPr>
          <w:p w14:paraId="74E6E947" w14:textId="77777777" w:rsidR="00D849AF" w:rsidRPr="000E0EE2" w:rsidRDefault="00D849AF" w:rsidP="00984AE9">
            <w:pPr>
              <w:pStyle w:val="Tabletext"/>
            </w:pPr>
            <w:r w:rsidRPr="000E0EE2">
              <w:t>Function of AtoN</w:t>
            </w:r>
          </w:p>
        </w:tc>
      </w:tr>
      <w:tr w:rsidR="00D849AF" w:rsidRPr="000E0EE2" w14:paraId="66CEB8F6" w14:textId="77777777" w:rsidTr="00D11D60">
        <w:trPr>
          <w:jc w:val="center"/>
        </w:trPr>
        <w:tc>
          <w:tcPr>
            <w:tcW w:w="722" w:type="dxa"/>
            <w:vMerge/>
          </w:tcPr>
          <w:p w14:paraId="0CC38D9D" w14:textId="77777777" w:rsidR="00D849AF" w:rsidRPr="000E0EE2" w:rsidRDefault="00D849AF" w:rsidP="00984AE9">
            <w:pPr>
              <w:pStyle w:val="Tabletext"/>
            </w:pPr>
          </w:p>
        </w:tc>
        <w:tc>
          <w:tcPr>
            <w:tcW w:w="804" w:type="dxa"/>
          </w:tcPr>
          <w:p w14:paraId="451C84AB" w14:textId="77777777" w:rsidR="00D849AF" w:rsidRPr="000E0EE2" w:rsidRDefault="00D849AF" w:rsidP="00984AE9">
            <w:pPr>
              <w:pStyle w:val="Tabletext"/>
            </w:pPr>
            <w:r w:rsidRPr="000E0EE2">
              <w:t>1.2</w:t>
            </w:r>
          </w:p>
        </w:tc>
        <w:tc>
          <w:tcPr>
            <w:tcW w:w="4678" w:type="dxa"/>
          </w:tcPr>
          <w:p w14:paraId="721A7CA5" w14:textId="77777777" w:rsidR="00D849AF" w:rsidRPr="000E0EE2" w:rsidRDefault="00D849AF" w:rsidP="00984AE9">
            <w:pPr>
              <w:pStyle w:val="Tabletext"/>
            </w:pPr>
            <w:r w:rsidRPr="000E0EE2">
              <w:t>The IALA Maritime Buoyage System</w:t>
            </w:r>
          </w:p>
        </w:tc>
        <w:tc>
          <w:tcPr>
            <w:tcW w:w="850" w:type="dxa"/>
            <w:vMerge/>
          </w:tcPr>
          <w:p w14:paraId="7D2CAEB0" w14:textId="77777777" w:rsidR="00D849AF" w:rsidRPr="000E0EE2" w:rsidRDefault="00D849AF" w:rsidP="00984AE9">
            <w:pPr>
              <w:pStyle w:val="Tabletext"/>
            </w:pPr>
          </w:p>
        </w:tc>
        <w:tc>
          <w:tcPr>
            <w:tcW w:w="2800" w:type="dxa"/>
          </w:tcPr>
          <w:p w14:paraId="363693BE" w14:textId="77777777" w:rsidR="00D849AF" w:rsidRPr="000E0EE2" w:rsidRDefault="00D849AF" w:rsidP="00984AE9">
            <w:pPr>
              <w:pStyle w:val="Tabletext"/>
            </w:pPr>
            <w:r w:rsidRPr="000E0EE2">
              <w:t>Categories and types</w:t>
            </w:r>
          </w:p>
        </w:tc>
      </w:tr>
      <w:tr w:rsidR="00D849AF" w:rsidRPr="000E0EE2" w14:paraId="13DEBCFA" w14:textId="77777777" w:rsidTr="00D11D60">
        <w:trPr>
          <w:jc w:val="center"/>
        </w:trPr>
        <w:tc>
          <w:tcPr>
            <w:tcW w:w="722" w:type="dxa"/>
            <w:vMerge/>
          </w:tcPr>
          <w:p w14:paraId="239AA683" w14:textId="77777777" w:rsidR="00D849AF" w:rsidRPr="000E0EE2" w:rsidRDefault="00D849AF" w:rsidP="00984AE9">
            <w:pPr>
              <w:pStyle w:val="Tabletext"/>
            </w:pPr>
          </w:p>
        </w:tc>
        <w:tc>
          <w:tcPr>
            <w:tcW w:w="804" w:type="dxa"/>
            <w:vAlign w:val="center"/>
          </w:tcPr>
          <w:p w14:paraId="7EF2ADB4" w14:textId="77777777" w:rsidR="00D849AF" w:rsidRPr="000E0EE2" w:rsidRDefault="00D849AF" w:rsidP="00984AE9">
            <w:pPr>
              <w:pStyle w:val="Tabletext"/>
            </w:pPr>
            <w:r w:rsidRPr="000E0EE2">
              <w:t>1.3</w:t>
            </w:r>
          </w:p>
        </w:tc>
        <w:tc>
          <w:tcPr>
            <w:tcW w:w="4678" w:type="dxa"/>
          </w:tcPr>
          <w:p w14:paraId="3EFEC27C" w14:textId="77777777" w:rsidR="00D849AF" w:rsidRPr="000E0EE2" w:rsidRDefault="00D849AF" w:rsidP="00984AE9">
            <w:pPr>
              <w:pStyle w:val="Tabletext"/>
            </w:pPr>
            <w:r w:rsidRPr="000E0EE2">
              <w:t>Introduction to buoys and the light sources fitted to them</w:t>
            </w:r>
          </w:p>
        </w:tc>
        <w:tc>
          <w:tcPr>
            <w:tcW w:w="850" w:type="dxa"/>
            <w:vMerge w:val="restart"/>
            <w:vAlign w:val="center"/>
          </w:tcPr>
          <w:p w14:paraId="4E77DEB2" w14:textId="77777777" w:rsidR="00D849AF" w:rsidRPr="000E0EE2" w:rsidRDefault="00D849AF" w:rsidP="00984AE9">
            <w:pPr>
              <w:pStyle w:val="Tabletext"/>
            </w:pPr>
            <w:r w:rsidRPr="000E0EE2">
              <w:t>8</w:t>
            </w:r>
          </w:p>
        </w:tc>
        <w:tc>
          <w:tcPr>
            <w:tcW w:w="2800" w:type="dxa"/>
            <w:vAlign w:val="center"/>
          </w:tcPr>
          <w:p w14:paraId="67A72FB9" w14:textId="77777777" w:rsidR="00D849AF" w:rsidRPr="000E0EE2" w:rsidRDefault="00D849AF" w:rsidP="00984AE9">
            <w:pPr>
              <w:pStyle w:val="Tabletext"/>
            </w:pPr>
            <w:r w:rsidRPr="000E0EE2">
              <w:t>Types of marine lantern</w:t>
            </w:r>
          </w:p>
        </w:tc>
      </w:tr>
      <w:tr w:rsidR="00D849AF" w:rsidRPr="000E0EE2" w14:paraId="7684AEAE" w14:textId="77777777" w:rsidTr="00D11D60">
        <w:trPr>
          <w:jc w:val="center"/>
        </w:trPr>
        <w:tc>
          <w:tcPr>
            <w:tcW w:w="722" w:type="dxa"/>
            <w:vMerge/>
          </w:tcPr>
          <w:p w14:paraId="63048475" w14:textId="77777777" w:rsidR="00D849AF" w:rsidRPr="000E0EE2" w:rsidRDefault="00D849AF" w:rsidP="00984AE9">
            <w:pPr>
              <w:pStyle w:val="Tabletext"/>
            </w:pPr>
          </w:p>
        </w:tc>
        <w:tc>
          <w:tcPr>
            <w:tcW w:w="804" w:type="dxa"/>
          </w:tcPr>
          <w:p w14:paraId="3F5A5AD7" w14:textId="77777777" w:rsidR="00D849AF" w:rsidRPr="000E0EE2" w:rsidRDefault="00D849AF" w:rsidP="00984AE9">
            <w:pPr>
              <w:pStyle w:val="Tabletext"/>
            </w:pPr>
            <w:r w:rsidRPr="000E0EE2">
              <w:t>1.4</w:t>
            </w:r>
          </w:p>
        </w:tc>
        <w:tc>
          <w:tcPr>
            <w:tcW w:w="4678" w:type="dxa"/>
          </w:tcPr>
          <w:p w14:paraId="085BB7E2" w14:textId="77777777" w:rsidR="00D849AF" w:rsidRPr="000E0EE2" w:rsidRDefault="00D849AF" w:rsidP="00984AE9">
            <w:pPr>
              <w:pStyle w:val="Tabletext"/>
            </w:pPr>
            <w:r w:rsidRPr="000E0EE2">
              <w:t>Introduction to other AtoN fitted to buoys</w:t>
            </w:r>
          </w:p>
        </w:tc>
        <w:tc>
          <w:tcPr>
            <w:tcW w:w="850" w:type="dxa"/>
            <w:vMerge/>
          </w:tcPr>
          <w:p w14:paraId="41AA2168" w14:textId="77777777" w:rsidR="00D849AF" w:rsidRPr="000E0EE2" w:rsidRDefault="00D849AF" w:rsidP="00984AE9">
            <w:pPr>
              <w:pStyle w:val="Tabletext"/>
            </w:pPr>
          </w:p>
        </w:tc>
        <w:tc>
          <w:tcPr>
            <w:tcW w:w="2800" w:type="dxa"/>
          </w:tcPr>
          <w:p w14:paraId="36D0777C" w14:textId="77777777" w:rsidR="00D849AF" w:rsidRPr="000E0EE2" w:rsidRDefault="00D849AF" w:rsidP="00984AE9">
            <w:pPr>
              <w:pStyle w:val="Tabletext"/>
            </w:pPr>
            <w:r w:rsidRPr="000E0EE2">
              <w:t>Types of other AtoN</w:t>
            </w:r>
          </w:p>
        </w:tc>
      </w:tr>
      <w:tr w:rsidR="00D849AF" w:rsidRPr="000E0EE2" w14:paraId="0230C80A" w14:textId="77777777" w:rsidTr="00D11D60">
        <w:trPr>
          <w:jc w:val="center"/>
        </w:trPr>
        <w:tc>
          <w:tcPr>
            <w:tcW w:w="722" w:type="dxa"/>
            <w:vMerge/>
          </w:tcPr>
          <w:p w14:paraId="5B2E32DC" w14:textId="77777777" w:rsidR="00D849AF" w:rsidRPr="000E0EE2" w:rsidRDefault="00D849AF" w:rsidP="00984AE9">
            <w:pPr>
              <w:pStyle w:val="Tabletext"/>
            </w:pPr>
          </w:p>
        </w:tc>
        <w:tc>
          <w:tcPr>
            <w:tcW w:w="804" w:type="dxa"/>
            <w:vAlign w:val="center"/>
          </w:tcPr>
          <w:p w14:paraId="16620042" w14:textId="77777777" w:rsidR="00D849AF" w:rsidRPr="000E0EE2" w:rsidRDefault="00D849AF" w:rsidP="00984AE9">
            <w:pPr>
              <w:pStyle w:val="Tabletext"/>
            </w:pPr>
            <w:r w:rsidRPr="000E0EE2">
              <w:t>1.5</w:t>
            </w:r>
          </w:p>
        </w:tc>
        <w:tc>
          <w:tcPr>
            <w:tcW w:w="4678" w:type="dxa"/>
          </w:tcPr>
          <w:p w14:paraId="48B0B1C0" w14:textId="77777777" w:rsidR="00D849AF" w:rsidRPr="000E0EE2" w:rsidRDefault="00D849AF" w:rsidP="00984AE9">
            <w:pPr>
              <w:pStyle w:val="Tabletext"/>
            </w:pPr>
            <w:r w:rsidRPr="000E0EE2">
              <w:t>Buoy handling and safe working practices</w:t>
            </w:r>
          </w:p>
        </w:tc>
        <w:tc>
          <w:tcPr>
            <w:tcW w:w="850" w:type="dxa"/>
            <w:vAlign w:val="center"/>
          </w:tcPr>
          <w:p w14:paraId="3DA0016B" w14:textId="77777777" w:rsidR="00D849AF" w:rsidRPr="000E0EE2" w:rsidRDefault="00D849AF" w:rsidP="00984AE9">
            <w:pPr>
              <w:pStyle w:val="Tabletext"/>
            </w:pPr>
            <w:r w:rsidRPr="000E0EE2">
              <w:t>6</w:t>
            </w:r>
          </w:p>
        </w:tc>
        <w:tc>
          <w:tcPr>
            <w:tcW w:w="2800" w:type="dxa"/>
            <w:vAlign w:val="center"/>
          </w:tcPr>
          <w:p w14:paraId="3E634A93" w14:textId="77777777" w:rsidR="00D849AF" w:rsidRPr="000E0EE2" w:rsidRDefault="00D849AF" w:rsidP="00984AE9">
            <w:pPr>
              <w:pStyle w:val="Tabletext"/>
            </w:pPr>
            <w:r w:rsidRPr="000E0EE2">
              <w:t>Includes First Aid</w:t>
            </w:r>
          </w:p>
        </w:tc>
      </w:tr>
      <w:tr w:rsidR="00D849AF" w:rsidRPr="000E0EE2" w14:paraId="13DBED96" w14:textId="77777777" w:rsidTr="00D11D60">
        <w:trPr>
          <w:jc w:val="center"/>
        </w:trPr>
        <w:tc>
          <w:tcPr>
            <w:tcW w:w="722" w:type="dxa"/>
            <w:vMerge/>
          </w:tcPr>
          <w:p w14:paraId="2476EAEC" w14:textId="77777777" w:rsidR="00D849AF" w:rsidRPr="000E0EE2" w:rsidRDefault="00D849AF" w:rsidP="00984AE9">
            <w:pPr>
              <w:pStyle w:val="Tabletext"/>
            </w:pPr>
          </w:p>
        </w:tc>
        <w:tc>
          <w:tcPr>
            <w:tcW w:w="804" w:type="dxa"/>
            <w:vAlign w:val="center"/>
          </w:tcPr>
          <w:p w14:paraId="011F1790" w14:textId="77777777" w:rsidR="00D849AF" w:rsidRPr="000E0EE2" w:rsidRDefault="00D849AF" w:rsidP="00984AE9">
            <w:pPr>
              <w:pStyle w:val="Tabletext"/>
            </w:pPr>
            <w:r w:rsidRPr="000E0EE2">
              <w:t>1.6</w:t>
            </w:r>
          </w:p>
        </w:tc>
        <w:tc>
          <w:tcPr>
            <w:tcW w:w="4678" w:type="dxa"/>
          </w:tcPr>
          <w:p w14:paraId="20D79FCB" w14:textId="77777777" w:rsidR="00D849AF" w:rsidRPr="000E0EE2" w:rsidRDefault="00D849AF" w:rsidP="00984AE9">
            <w:pPr>
              <w:pStyle w:val="Tabletext"/>
            </w:pPr>
            <w:r w:rsidRPr="000E0EE2">
              <w:t>Buoy deployment and retrieval</w:t>
            </w:r>
            <w:r w:rsidRPr="000E0EE2">
              <w:tab/>
            </w:r>
          </w:p>
        </w:tc>
        <w:tc>
          <w:tcPr>
            <w:tcW w:w="850" w:type="dxa"/>
            <w:vAlign w:val="center"/>
          </w:tcPr>
          <w:p w14:paraId="0B19F63B" w14:textId="77777777" w:rsidR="00D849AF" w:rsidRPr="000E0EE2" w:rsidRDefault="00D849AF" w:rsidP="00984AE9">
            <w:pPr>
              <w:pStyle w:val="Tabletext"/>
            </w:pPr>
            <w:r w:rsidRPr="000E0EE2">
              <w:t>6</w:t>
            </w:r>
          </w:p>
        </w:tc>
        <w:tc>
          <w:tcPr>
            <w:tcW w:w="2800" w:type="dxa"/>
          </w:tcPr>
          <w:p w14:paraId="7E07FF59" w14:textId="77777777" w:rsidR="00D849AF" w:rsidRPr="000E0EE2" w:rsidRDefault="00D849AF" w:rsidP="00984AE9">
            <w:pPr>
              <w:pStyle w:val="Tabletext"/>
              <w:rPr>
                <w:color w:val="auto"/>
              </w:rPr>
            </w:pPr>
            <w:r w:rsidRPr="000E0EE2">
              <w:rPr>
                <w:color w:val="auto"/>
              </w:rPr>
              <w:t>Methods of recovery</w:t>
            </w:r>
          </w:p>
        </w:tc>
      </w:tr>
      <w:tr w:rsidR="00D849AF" w:rsidRPr="000E0EE2" w14:paraId="0A468956" w14:textId="77777777" w:rsidTr="00D11D60">
        <w:trPr>
          <w:jc w:val="center"/>
        </w:trPr>
        <w:tc>
          <w:tcPr>
            <w:tcW w:w="722" w:type="dxa"/>
            <w:vMerge/>
          </w:tcPr>
          <w:p w14:paraId="7736531A" w14:textId="77777777" w:rsidR="00D849AF" w:rsidRPr="000E0EE2" w:rsidRDefault="00D849AF" w:rsidP="00984AE9">
            <w:pPr>
              <w:pStyle w:val="Tabletext"/>
              <w:rPr>
                <w:bCs/>
              </w:rPr>
            </w:pPr>
          </w:p>
        </w:tc>
        <w:tc>
          <w:tcPr>
            <w:tcW w:w="804" w:type="dxa"/>
            <w:vAlign w:val="center"/>
          </w:tcPr>
          <w:p w14:paraId="7A1F14D0" w14:textId="77777777" w:rsidR="00D849AF" w:rsidRPr="000E0EE2" w:rsidRDefault="00D849AF" w:rsidP="00984AE9">
            <w:pPr>
              <w:pStyle w:val="Tabletext"/>
              <w:rPr>
                <w:bCs/>
              </w:rPr>
            </w:pPr>
            <w:r w:rsidRPr="000E0EE2">
              <w:rPr>
                <w:bCs/>
              </w:rPr>
              <w:t>1.7</w:t>
            </w:r>
          </w:p>
        </w:tc>
        <w:tc>
          <w:tcPr>
            <w:tcW w:w="4678" w:type="dxa"/>
          </w:tcPr>
          <w:p w14:paraId="156E5FE2" w14:textId="77777777" w:rsidR="00D849AF" w:rsidRPr="000E0EE2" w:rsidRDefault="00D849AF" w:rsidP="00984AE9">
            <w:pPr>
              <w:pStyle w:val="Tabletext"/>
            </w:pPr>
            <w:r w:rsidRPr="000E0EE2">
              <w:t>Buoy moorings</w:t>
            </w:r>
          </w:p>
        </w:tc>
        <w:tc>
          <w:tcPr>
            <w:tcW w:w="850" w:type="dxa"/>
            <w:vAlign w:val="center"/>
          </w:tcPr>
          <w:p w14:paraId="46611F5E" w14:textId="77777777" w:rsidR="00D849AF" w:rsidRPr="000E0EE2" w:rsidRDefault="00D849AF" w:rsidP="00984AE9">
            <w:pPr>
              <w:pStyle w:val="Tabletext"/>
            </w:pPr>
            <w:r w:rsidRPr="000E0EE2">
              <w:t>7</w:t>
            </w:r>
          </w:p>
        </w:tc>
        <w:tc>
          <w:tcPr>
            <w:tcW w:w="2800" w:type="dxa"/>
          </w:tcPr>
          <w:p w14:paraId="16FD30D1" w14:textId="77777777" w:rsidR="00D849AF" w:rsidRPr="000E0EE2" w:rsidRDefault="00D849AF" w:rsidP="00984AE9">
            <w:pPr>
              <w:pStyle w:val="Tabletext"/>
              <w:rPr>
                <w:color w:val="auto"/>
              </w:rPr>
            </w:pPr>
            <w:r w:rsidRPr="000E0EE2">
              <w:rPr>
                <w:color w:val="auto"/>
              </w:rPr>
              <w:t>Mooring design/servicing</w:t>
            </w:r>
          </w:p>
        </w:tc>
      </w:tr>
      <w:tr w:rsidR="00D849AF" w:rsidRPr="000E0EE2" w14:paraId="622AD863" w14:textId="77777777" w:rsidTr="00D11D60">
        <w:trPr>
          <w:jc w:val="center"/>
        </w:trPr>
        <w:tc>
          <w:tcPr>
            <w:tcW w:w="722" w:type="dxa"/>
            <w:vMerge/>
          </w:tcPr>
          <w:p w14:paraId="4F0F5FB0" w14:textId="77777777" w:rsidR="00D849AF" w:rsidRPr="000E0EE2" w:rsidRDefault="00D849AF" w:rsidP="00984AE9">
            <w:pPr>
              <w:pStyle w:val="Tabletext"/>
              <w:rPr>
                <w:bCs/>
              </w:rPr>
            </w:pPr>
          </w:p>
        </w:tc>
        <w:tc>
          <w:tcPr>
            <w:tcW w:w="804" w:type="dxa"/>
            <w:vAlign w:val="center"/>
          </w:tcPr>
          <w:p w14:paraId="1BD6CCAA" w14:textId="77777777" w:rsidR="00D849AF" w:rsidRPr="000E0EE2" w:rsidRDefault="00D849AF" w:rsidP="00984AE9">
            <w:pPr>
              <w:pStyle w:val="Tabletext"/>
              <w:rPr>
                <w:bCs/>
              </w:rPr>
            </w:pPr>
            <w:r w:rsidRPr="000E0EE2">
              <w:rPr>
                <w:bCs/>
              </w:rPr>
              <w:t>1.8</w:t>
            </w:r>
          </w:p>
        </w:tc>
        <w:tc>
          <w:tcPr>
            <w:tcW w:w="4678" w:type="dxa"/>
          </w:tcPr>
          <w:p w14:paraId="1A76548D" w14:textId="77777777" w:rsidR="00D849AF" w:rsidRPr="000E0EE2" w:rsidRDefault="00D849AF" w:rsidP="00984AE9">
            <w:pPr>
              <w:pStyle w:val="Tabletext"/>
            </w:pPr>
            <w:r w:rsidRPr="000E0EE2">
              <w:t>Buoy cleaning</w:t>
            </w:r>
          </w:p>
        </w:tc>
        <w:tc>
          <w:tcPr>
            <w:tcW w:w="850" w:type="dxa"/>
            <w:vAlign w:val="center"/>
          </w:tcPr>
          <w:p w14:paraId="489660F1" w14:textId="77777777" w:rsidR="00D849AF" w:rsidRPr="000E0EE2" w:rsidRDefault="00D849AF" w:rsidP="00984AE9">
            <w:pPr>
              <w:pStyle w:val="Tabletext"/>
            </w:pPr>
            <w:r w:rsidRPr="000E0EE2">
              <w:t>11.5</w:t>
            </w:r>
          </w:p>
        </w:tc>
        <w:tc>
          <w:tcPr>
            <w:tcW w:w="2800" w:type="dxa"/>
          </w:tcPr>
          <w:p w14:paraId="4C11CE79" w14:textId="77777777" w:rsidR="00D849AF" w:rsidRPr="000E0EE2" w:rsidRDefault="00D849AF" w:rsidP="00984AE9">
            <w:pPr>
              <w:pStyle w:val="Tabletext"/>
              <w:rPr>
                <w:color w:val="auto"/>
              </w:rPr>
            </w:pPr>
            <w:r w:rsidRPr="000E0EE2">
              <w:rPr>
                <w:color w:val="auto"/>
              </w:rPr>
              <w:t>Includes practical task</w:t>
            </w:r>
          </w:p>
        </w:tc>
      </w:tr>
      <w:tr w:rsidR="00D849AF" w:rsidRPr="000E0EE2" w14:paraId="6A9552C2" w14:textId="77777777" w:rsidTr="00D11D60">
        <w:trPr>
          <w:jc w:val="center"/>
        </w:trPr>
        <w:tc>
          <w:tcPr>
            <w:tcW w:w="722" w:type="dxa"/>
            <w:vMerge/>
          </w:tcPr>
          <w:p w14:paraId="20BC4567" w14:textId="77777777" w:rsidR="00D849AF" w:rsidRPr="000E0EE2" w:rsidRDefault="00D849AF" w:rsidP="00984AE9">
            <w:pPr>
              <w:pStyle w:val="Tabletext"/>
              <w:rPr>
                <w:bCs/>
              </w:rPr>
            </w:pPr>
          </w:p>
        </w:tc>
        <w:tc>
          <w:tcPr>
            <w:tcW w:w="804" w:type="dxa"/>
            <w:vAlign w:val="center"/>
          </w:tcPr>
          <w:p w14:paraId="71BF486C" w14:textId="77777777" w:rsidR="00D849AF" w:rsidRPr="000E0EE2" w:rsidRDefault="00D849AF" w:rsidP="00984AE9">
            <w:pPr>
              <w:pStyle w:val="Tabletext"/>
              <w:rPr>
                <w:bCs/>
              </w:rPr>
            </w:pPr>
            <w:r w:rsidRPr="000E0EE2">
              <w:rPr>
                <w:bCs/>
              </w:rPr>
              <w:t>1.9</w:t>
            </w:r>
          </w:p>
        </w:tc>
        <w:tc>
          <w:tcPr>
            <w:tcW w:w="4678" w:type="dxa"/>
          </w:tcPr>
          <w:p w14:paraId="524A466D" w14:textId="77777777" w:rsidR="00D849AF" w:rsidRPr="000E0EE2" w:rsidRDefault="00D849AF" w:rsidP="00984AE9">
            <w:pPr>
              <w:pStyle w:val="Tabletext"/>
            </w:pPr>
            <w:r w:rsidRPr="000E0EE2">
              <w:t>Introduction to buoy positioning</w:t>
            </w:r>
          </w:p>
        </w:tc>
        <w:tc>
          <w:tcPr>
            <w:tcW w:w="850" w:type="dxa"/>
            <w:vAlign w:val="center"/>
          </w:tcPr>
          <w:p w14:paraId="067CB2B8" w14:textId="77777777" w:rsidR="00D849AF" w:rsidRPr="000E0EE2" w:rsidRDefault="00D849AF" w:rsidP="00984AE9">
            <w:pPr>
              <w:pStyle w:val="Tabletext"/>
            </w:pPr>
            <w:r w:rsidRPr="000E0EE2">
              <w:t>4</w:t>
            </w:r>
          </w:p>
        </w:tc>
        <w:tc>
          <w:tcPr>
            <w:tcW w:w="2800" w:type="dxa"/>
          </w:tcPr>
          <w:p w14:paraId="78E0FEA1" w14:textId="77777777" w:rsidR="00D849AF" w:rsidRPr="000E0EE2" w:rsidRDefault="00D849AF" w:rsidP="00984AE9">
            <w:pPr>
              <w:pStyle w:val="Tabletext"/>
              <w:rPr>
                <w:color w:val="auto"/>
              </w:rPr>
            </w:pPr>
            <w:r w:rsidRPr="000E0EE2">
              <w:rPr>
                <w:color w:val="auto"/>
              </w:rPr>
              <w:t>Positions at sea</w:t>
            </w:r>
          </w:p>
        </w:tc>
      </w:tr>
      <w:tr w:rsidR="00D849AF" w:rsidRPr="000E0EE2" w14:paraId="42A5795A" w14:textId="77777777" w:rsidTr="00D11D60">
        <w:trPr>
          <w:jc w:val="center"/>
        </w:trPr>
        <w:tc>
          <w:tcPr>
            <w:tcW w:w="722" w:type="dxa"/>
            <w:vMerge/>
          </w:tcPr>
          <w:p w14:paraId="7D94C872" w14:textId="77777777" w:rsidR="00D849AF" w:rsidRPr="000E0EE2" w:rsidRDefault="00D849AF" w:rsidP="00984AE9">
            <w:pPr>
              <w:pStyle w:val="Tabletext"/>
              <w:rPr>
                <w:bCs/>
              </w:rPr>
            </w:pPr>
          </w:p>
        </w:tc>
        <w:tc>
          <w:tcPr>
            <w:tcW w:w="804" w:type="dxa"/>
            <w:vAlign w:val="center"/>
          </w:tcPr>
          <w:p w14:paraId="4FDAB3CD" w14:textId="77777777" w:rsidR="00D849AF" w:rsidRPr="000E0EE2" w:rsidRDefault="00D849AF" w:rsidP="00984AE9">
            <w:pPr>
              <w:pStyle w:val="Tabletext"/>
              <w:rPr>
                <w:bCs/>
              </w:rPr>
            </w:pPr>
            <w:r w:rsidRPr="000E0EE2">
              <w:rPr>
                <w:bCs/>
              </w:rPr>
              <w:t>1.10</w:t>
            </w:r>
          </w:p>
        </w:tc>
        <w:tc>
          <w:tcPr>
            <w:tcW w:w="4678" w:type="dxa"/>
          </w:tcPr>
          <w:p w14:paraId="14309904" w14:textId="77777777" w:rsidR="00D849AF" w:rsidRPr="000E0EE2" w:rsidRDefault="00D849AF" w:rsidP="00984AE9">
            <w:pPr>
              <w:pStyle w:val="Tabletext"/>
            </w:pPr>
            <w:r w:rsidRPr="000E0EE2">
              <w:t>Maintenance of plastic buoys</w:t>
            </w:r>
          </w:p>
        </w:tc>
        <w:tc>
          <w:tcPr>
            <w:tcW w:w="850" w:type="dxa"/>
            <w:shd w:val="clear" w:color="auto" w:fill="auto"/>
            <w:vAlign w:val="center"/>
          </w:tcPr>
          <w:p w14:paraId="276AE441" w14:textId="77777777" w:rsidR="00D849AF" w:rsidRPr="000E0EE2" w:rsidRDefault="00D849AF" w:rsidP="00984AE9">
            <w:pPr>
              <w:pStyle w:val="Tabletext"/>
            </w:pPr>
            <w:r w:rsidRPr="000E0EE2">
              <w:t>9</w:t>
            </w:r>
          </w:p>
        </w:tc>
        <w:tc>
          <w:tcPr>
            <w:tcW w:w="2800" w:type="dxa"/>
          </w:tcPr>
          <w:p w14:paraId="4AC35520" w14:textId="77777777" w:rsidR="00D849AF" w:rsidRPr="000E0EE2" w:rsidRDefault="00D849AF" w:rsidP="00984AE9">
            <w:pPr>
              <w:pStyle w:val="Tabletext"/>
              <w:rPr>
                <w:color w:val="auto"/>
              </w:rPr>
            </w:pPr>
            <w:r w:rsidRPr="000E0EE2">
              <w:rPr>
                <w:color w:val="auto"/>
              </w:rPr>
              <w:t>Repair and maintenance</w:t>
            </w:r>
          </w:p>
        </w:tc>
      </w:tr>
      <w:tr w:rsidR="00D849AF" w:rsidRPr="000E0EE2" w14:paraId="37E17ED6" w14:textId="77777777" w:rsidTr="00D11D60">
        <w:trPr>
          <w:jc w:val="center"/>
        </w:trPr>
        <w:tc>
          <w:tcPr>
            <w:tcW w:w="722" w:type="dxa"/>
            <w:vMerge/>
          </w:tcPr>
          <w:p w14:paraId="612D4B88" w14:textId="77777777" w:rsidR="00D849AF" w:rsidRPr="000E0EE2" w:rsidRDefault="00D849AF" w:rsidP="00984AE9">
            <w:pPr>
              <w:pStyle w:val="Tabletext"/>
              <w:rPr>
                <w:bCs/>
              </w:rPr>
            </w:pPr>
          </w:p>
        </w:tc>
        <w:tc>
          <w:tcPr>
            <w:tcW w:w="804" w:type="dxa"/>
            <w:vAlign w:val="center"/>
          </w:tcPr>
          <w:p w14:paraId="21B79872" w14:textId="77777777" w:rsidR="00D849AF" w:rsidRPr="000E0EE2" w:rsidRDefault="00D849AF" w:rsidP="00984AE9">
            <w:pPr>
              <w:pStyle w:val="Tabletext"/>
              <w:rPr>
                <w:bCs/>
              </w:rPr>
            </w:pPr>
            <w:r w:rsidRPr="000E0EE2">
              <w:rPr>
                <w:bCs/>
              </w:rPr>
              <w:t>1.11</w:t>
            </w:r>
          </w:p>
        </w:tc>
        <w:tc>
          <w:tcPr>
            <w:tcW w:w="4678" w:type="dxa"/>
          </w:tcPr>
          <w:p w14:paraId="1B600071" w14:textId="77777777" w:rsidR="00D849AF" w:rsidRPr="000E0EE2" w:rsidRDefault="00D849AF" w:rsidP="00984AE9">
            <w:pPr>
              <w:pStyle w:val="Tabletext"/>
            </w:pPr>
            <w:r w:rsidRPr="000E0EE2">
              <w:t>Maintenance of steel buoys</w:t>
            </w:r>
          </w:p>
        </w:tc>
        <w:tc>
          <w:tcPr>
            <w:tcW w:w="850" w:type="dxa"/>
            <w:vAlign w:val="center"/>
          </w:tcPr>
          <w:p w14:paraId="4CFDBD47" w14:textId="77777777" w:rsidR="00D849AF" w:rsidRPr="000E0EE2" w:rsidRDefault="00D849AF" w:rsidP="00984AE9">
            <w:pPr>
              <w:pStyle w:val="Tabletext"/>
            </w:pPr>
            <w:r w:rsidRPr="000E0EE2">
              <w:t>11</w:t>
            </w:r>
          </w:p>
        </w:tc>
        <w:tc>
          <w:tcPr>
            <w:tcW w:w="2800" w:type="dxa"/>
          </w:tcPr>
          <w:p w14:paraId="3D53188C" w14:textId="77777777" w:rsidR="00D849AF" w:rsidRPr="000E0EE2" w:rsidRDefault="00D849AF" w:rsidP="00984AE9">
            <w:pPr>
              <w:pStyle w:val="Tabletext"/>
              <w:rPr>
                <w:color w:val="auto"/>
              </w:rPr>
            </w:pPr>
            <w:r w:rsidRPr="000E0EE2">
              <w:rPr>
                <w:color w:val="auto"/>
              </w:rPr>
              <w:t>Coatings; maintenance</w:t>
            </w:r>
          </w:p>
        </w:tc>
      </w:tr>
      <w:tr w:rsidR="00D849AF" w:rsidRPr="000E0EE2" w14:paraId="319DD173" w14:textId="77777777" w:rsidTr="00D11D60">
        <w:trPr>
          <w:jc w:val="center"/>
        </w:trPr>
        <w:tc>
          <w:tcPr>
            <w:tcW w:w="722" w:type="dxa"/>
            <w:vMerge/>
          </w:tcPr>
          <w:p w14:paraId="60CBB89F" w14:textId="77777777" w:rsidR="00D849AF" w:rsidRPr="000E0EE2" w:rsidRDefault="00D849AF" w:rsidP="00984AE9">
            <w:pPr>
              <w:pStyle w:val="Tabletext"/>
              <w:rPr>
                <w:bCs/>
              </w:rPr>
            </w:pPr>
          </w:p>
        </w:tc>
        <w:tc>
          <w:tcPr>
            <w:tcW w:w="804" w:type="dxa"/>
            <w:vAlign w:val="center"/>
          </w:tcPr>
          <w:p w14:paraId="0276A6A6" w14:textId="77777777" w:rsidR="00D849AF" w:rsidRPr="000E0EE2" w:rsidRDefault="00D849AF" w:rsidP="00984AE9">
            <w:pPr>
              <w:pStyle w:val="Tabletext"/>
              <w:rPr>
                <w:bCs/>
              </w:rPr>
            </w:pPr>
            <w:r w:rsidRPr="000E0EE2">
              <w:rPr>
                <w:bCs/>
              </w:rPr>
              <w:t>1.12</w:t>
            </w:r>
          </w:p>
        </w:tc>
        <w:tc>
          <w:tcPr>
            <w:tcW w:w="4678" w:type="dxa"/>
          </w:tcPr>
          <w:p w14:paraId="1CE3DD96" w14:textId="77777777" w:rsidR="00D849AF" w:rsidRPr="000E0EE2" w:rsidRDefault="00D849AF" w:rsidP="00984AE9">
            <w:pPr>
              <w:pStyle w:val="Tabletext"/>
            </w:pPr>
            <w:r w:rsidRPr="000E0EE2">
              <w:t>Introduction to power sources on buoys</w:t>
            </w:r>
          </w:p>
        </w:tc>
        <w:tc>
          <w:tcPr>
            <w:tcW w:w="850" w:type="dxa"/>
            <w:vAlign w:val="center"/>
          </w:tcPr>
          <w:p w14:paraId="6CB88E92" w14:textId="77777777" w:rsidR="00D849AF" w:rsidRPr="000E0EE2" w:rsidRDefault="00D849AF" w:rsidP="00984AE9">
            <w:pPr>
              <w:pStyle w:val="Tabletext"/>
            </w:pPr>
            <w:r w:rsidRPr="000E0EE2">
              <w:t>10.5</w:t>
            </w:r>
          </w:p>
        </w:tc>
        <w:tc>
          <w:tcPr>
            <w:tcW w:w="2800" w:type="dxa"/>
          </w:tcPr>
          <w:p w14:paraId="7F426807" w14:textId="77777777" w:rsidR="00D849AF" w:rsidRPr="000E0EE2" w:rsidRDefault="00D849AF" w:rsidP="00984AE9">
            <w:pPr>
              <w:pStyle w:val="Tabletext"/>
              <w:rPr>
                <w:color w:val="auto"/>
              </w:rPr>
            </w:pPr>
            <w:r w:rsidRPr="000E0EE2">
              <w:rPr>
                <w:color w:val="auto"/>
              </w:rPr>
              <w:t>Power components</w:t>
            </w:r>
          </w:p>
        </w:tc>
      </w:tr>
      <w:tr w:rsidR="00D849AF" w:rsidRPr="000E0EE2" w14:paraId="1D283B03" w14:textId="77777777" w:rsidTr="00D11D60">
        <w:trPr>
          <w:jc w:val="center"/>
        </w:trPr>
        <w:tc>
          <w:tcPr>
            <w:tcW w:w="722" w:type="dxa"/>
            <w:vMerge/>
          </w:tcPr>
          <w:p w14:paraId="0E78FAD4" w14:textId="77777777" w:rsidR="00D849AF" w:rsidRPr="000E0EE2" w:rsidRDefault="00D849AF" w:rsidP="00984AE9">
            <w:pPr>
              <w:pStyle w:val="Tabletext"/>
              <w:rPr>
                <w:bCs/>
              </w:rPr>
            </w:pPr>
          </w:p>
        </w:tc>
        <w:tc>
          <w:tcPr>
            <w:tcW w:w="804" w:type="dxa"/>
            <w:vAlign w:val="center"/>
          </w:tcPr>
          <w:p w14:paraId="523B4685" w14:textId="77777777" w:rsidR="00D849AF" w:rsidRPr="000E0EE2" w:rsidRDefault="00D849AF" w:rsidP="00984AE9">
            <w:pPr>
              <w:pStyle w:val="Tabletext"/>
              <w:rPr>
                <w:bCs/>
              </w:rPr>
            </w:pPr>
            <w:r w:rsidRPr="000E0EE2">
              <w:rPr>
                <w:bCs/>
              </w:rPr>
              <w:t>1.13</w:t>
            </w:r>
          </w:p>
        </w:tc>
        <w:tc>
          <w:tcPr>
            <w:tcW w:w="4678" w:type="dxa"/>
          </w:tcPr>
          <w:p w14:paraId="470D3C4D" w14:textId="77777777" w:rsidR="00D849AF" w:rsidRPr="000E0EE2" w:rsidRDefault="00D849AF" w:rsidP="00984AE9">
            <w:pPr>
              <w:pStyle w:val="Tabletext"/>
            </w:pPr>
            <w:r w:rsidRPr="000E0EE2">
              <w:t>Introduction to remote monitoring of AtoN</w:t>
            </w:r>
          </w:p>
        </w:tc>
        <w:tc>
          <w:tcPr>
            <w:tcW w:w="850" w:type="dxa"/>
            <w:vAlign w:val="center"/>
          </w:tcPr>
          <w:p w14:paraId="61CF2399" w14:textId="77777777" w:rsidR="00D849AF" w:rsidRPr="000E0EE2" w:rsidRDefault="00D849AF" w:rsidP="00984AE9">
            <w:pPr>
              <w:pStyle w:val="Tabletext"/>
            </w:pPr>
            <w:r w:rsidRPr="000E0EE2">
              <w:t>4</w:t>
            </w:r>
          </w:p>
        </w:tc>
        <w:tc>
          <w:tcPr>
            <w:tcW w:w="2800" w:type="dxa"/>
          </w:tcPr>
          <w:p w14:paraId="62958550" w14:textId="77777777" w:rsidR="00D849AF" w:rsidRPr="000E0EE2" w:rsidRDefault="00D849AF" w:rsidP="00984AE9">
            <w:pPr>
              <w:pStyle w:val="Tabletext"/>
              <w:rPr>
                <w:color w:val="auto"/>
              </w:rPr>
            </w:pPr>
            <w:r w:rsidRPr="000E0EE2">
              <w:rPr>
                <w:color w:val="auto"/>
              </w:rPr>
              <w:t>Methods of monitoring</w:t>
            </w:r>
          </w:p>
        </w:tc>
      </w:tr>
      <w:tr w:rsidR="00D849AF" w:rsidRPr="000E0EE2" w14:paraId="1000EC5D" w14:textId="77777777" w:rsidTr="00D11D60">
        <w:trPr>
          <w:jc w:val="center"/>
        </w:trPr>
        <w:tc>
          <w:tcPr>
            <w:tcW w:w="722" w:type="dxa"/>
            <w:vMerge/>
          </w:tcPr>
          <w:p w14:paraId="2B6C999D" w14:textId="77777777" w:rsidR="00D849AF" w:rsidRPr="000E0EE2" w:rsidRDefault="00D849AF" w:rsidP="00984AE9">
            <w:pPr>
              <w:pStyle w:val="Tabletext"/>
              <w:rPr>
                <w:bCs/>
              </w:rPr>
            </w:pPr>
          </w:p>
        </w:tc>
        <w:tc>
          <w:tcPr>
            <w:tcW w:w="804" w:type="dxa"/>
            <w:vAlign w:val="center"/>
          </w:tcPr>
          <w:p w14:paraId="004DE65E" w14:textId="77777777" w:rsidR="00D849AF" w:rsidRPr="000E0EE2" w:rsidRDefault="00D849AF" w:rsidP="00984AE9">
            <w:pPr>
              <w:pStyle w:val="Tabletext"/>
              <w:rPr>
                <w:bCs/>
              </w:rPr>
            </w:pPr>
            <w:r w:rsidRPr="000E0EE2">
              <w:rPr>
                <w:bCs/>
              </w:rPr>
              <w:t>1.14</w:t>
            </w:r>
          </w:p>
        </w:tc>
        <w:tc>
          <w:tcPr>
            <w:tcW w:w="4678" w:type="dxa"/>
          </w:tcPr>
          <w:p w14:paraId="478B5ED1" w14:textId="77777777" w:rsidR="00D849AF" w:rsidRPr="000E0EE2" w:rsidRDefault="00D849AF" w:rsidP="00984AE9">
            <w:pPr>
              <w:pStyle w:val="Tabletext"/>
            </w:pPr>
            <w:r w:rsidRPr="000E0EE2">
              <w:t>Introduction to shore marks</w:t>
            </w:r>
          </w:p>
        </w:tc>
        <w:tc>
          <w:tcPr>
            <w:tcW w:w="850" w:type="dxa"/>
            <w:vAlign w:val="center"/>
          </w:tcPr>
          <w:p w14:paraId="48C15A62" w14:textId="77777777" w:rsidR="00D849AF" w:rsidRPr="000E0EE2" w:rsidRDefault="00D849AF" w:rsidP="00984AE9">
            <w:pPr>
              <w:pStyle w:val="Tabletext"/>
            </w:pPr>
            <w:r w:rsidRPr="000E0EE2">
              <w:t>5</w:t>
            </w:r>
          </w:p>
        </w:tc>
        <w:tc>
          <w:tcPr>
            <w:tcW w:w="2800" w:type="dxa"/>
          </w:tcPr>
          <w:p w14:paraId="3CB53D64" w14:textId="77777777" w:rsidR="00D849AF" w:rsidRPr="000E0EE2" w:rsidRDefault="00D849AF" w:rsidP="00984AE9">
            <w:pPr>
              <w:pStyle w:val="Tabletext"/>
              <w:rPr>
                <w:color w:val="auto"/>
              </w:rPr>
            </w:pPr>
            <w:r w:rsidRPr="000E0EE2">
              <w:rPr>
                <w:color w:val="auto"/>
              </w:rPr>
              <w:t>Types of shore AtoN</w:t>
            </w:r>
          </w:p>
        </w:tc>
      </w:tr>
      <w:tr w:rsidR="00D849AF" w:rsidRPr="000E0EE2" w14:paraId="333D7CAD" w14:textId="77777777" w:rsidTr="00984AE9">
        <w:trPr>
          <w:jc w:val="center"/>
        </w:trPr>
        <w:tc>
          <w:tcPr>
            <w:tcW w:w="722" w:type="dxa"/>
            <w:vMerge/>
          </w:tcPr>
          <w:p w14:paraId="0E7866C2" w14:textId="77777777" w:rsidR="00D849AF" w:rsidRPr="000E0EE2" w:rsidRDefault="00D849AF" w:rsidP="00984AE9">
            <w:pPr>
              <w:pStyle w:val="Tabletext"/>
              <w:rPr>
                <w:bCs/>
              </w:rPr>
            </w:pPr>
          </w:p>
        </w:tc>
        <w:tc>
          <w:tcPr>
            <w:tcW w:w="804" w:type="dxa"/>
            <w:shd w:val="clear" w:color="auto" w:fill="00AFAA"/>
            <w:vAlign w:val="center"/>
          </w:tcPr>
          <w:p w14:paraId="3C0AD214" w14:textId="77777777" w:rsidR="00D849AF" w:rsidRPr="000E0EE2" w:rsidRDefault="00D849AF" w:rsidP="00984AE9">
            <w:pPr>
              <w:pStyle w:val="Tabletext"/>
              <w:rPr>
                <w:bCs/>
              </w:rPr>
            </w:pPr>
          </w:p>
        </w:tc>
        <w:tc>
          <w:tcPr>
            <w:tcW w:w="4678" w:type="dxa"/>
          </w:tcPr>
          <w:p w14:paraId="062A2C8D" w14:textId="77777777" w:rsidR="00D849AF" w:rsidRPr="000E0EE2" w:rsidRDefault="00D849AF" w:rsidP="00984AE9">
            <w:pPr>
              <w:pStyle w:val="Tabletext"/>
            </w:pPr>
            <w:r w:rsidRPr="000E0EE2">
              <w:t>Visit to buoy maintenance facility</w:t>
            </w:r>
          </w:p>
        </w:tc>
        <w:tc>
          <w:tcPr>
            <w:tcW w:w="850" w:type="dxa"/>
            <w:vAlign w:val="center"/>
          </w:tcPr>
          <w:p w14:paraId="1AFBC430" w14:textId="77777777" w:rsidR="00D849AF" w:rsidRPr="000E0EE2" w:rsidRDefault="00D849AF" w:rsidP="00984AE9">
            <w:pPr>
              <w:pStyle w:val="Tabletext"/>
            </w:pPr>
            <w:r w:rsidRPr="000E0EE2">
              <w:t>2</w:t>
            </w:r>
          </w:p>
        </w:tc>
        <w:tc>
          <w:tcPr>
            <w:tcW w:w="2800" w:type="dxa"/>
          </w:tcPr>
          <w:p w14:paraId="47A22A4C" w14:textId="77777777" w:rsidR="00D849AF" w:rsidRPr="000E0EE2" w:rsidRDefault="00D849AF" w:rsidP="00984AE9">
            <w:pPr>
              <w:pStyle w:val="Tabletext"/>
              <w:rPr>
                <w:color w:val="auto"/>
              </w:rPr>
            </w:pPr>
            <w:r w:rsidRPr="000E0EE2">
              <w:rPr>
                <w:color w:val="auto"/>
              </w:rPr>
              <w:t>View components</w:t>
            </w:r>
          </w:p>
        </w:tc>
      </w:tr>
      <w:tr w:rsidR="00D849AF" w:rsidRPr="000E0EE2" w14:paraId="352124C3" w14:textId="77777777" w:rsidTr="00984AE9">
        <w:trPr>
          <w:jc w:val="center"/>
        </w:trPr>
        <w:tc>
          <w:tcPr>
            <w:tcW w:w="722" w:type="dxa"/>
            <w:vMerge/>
          </w:tcPr>
          <w:p w14:paraId="58E4D53C" w14:textId="77777777" w:rsidR="00D849AF" w:rsidRPr="000E0EE2" w:rsidRDefault="00D849AF" w:rsidP="00984AE9">
            <w:pPr>
              <w:pStyle w:val="Tabletext"/>
              <w:rPr>
                <w:b/>
                <w:bCs/>
              </w:rPr>
            </w:pPr>
          </w:p>
        </w:tc>
        <w:tc>
          <w:tcPr>
            <w:tcW w:w="804" w:type="dxa"/>
            <w:shd w:val="clear" w:color="auto" w:fill="00AFAA"/>
            <w:vAlign w:val="center"/>
          </w:tcPr>
          <w:p w14:paraId="5DD53736" w14:textId="77777777" w:rsidR="00D849AF" w:rsidRPr="000E0EE2" w:rsidRDefault="00D849AF" w:rsidP="00984AE9">
            <w:pPr>
              <w:pStyle w:val="Tabletext"/>
            </w:pPr>
          </w:p>
        </w:tc>
        <w:tc>
          <w:tcPr>
            <w:tcW w:w="4678" w:type="dxa"/>
          </w:tcPr>
          <w:p w14:paraId="57B3F958" w14:textId="77777777" w:rsidR="00D849AF" w:rsidRPr="000E0EE2" w:rsidRDefault="00D849AF" w:rsidP="00984AE9">
            <w:pPr>
              <w:pStyle w:val="Tabletext"/>
            </w:pPr>
            <w:r w:rsidRPr="000E0EE2">
              <w:t>Sea experience in buoy tender</w:t>
            </w:r>
          </w:p>
        </w:tc>
        <w:tc>
          <w:tcPr>
            <w:tcW w:w="850" w:type="dxa"/>
            <w:vAlign w:val="center"/>
          </w:tcPr>
          <w:p w14:paraId="2E717FEF" w14:textId="77777777" w:rsidR="00D849AF" w:rsidRPr="000E0EE2" w:rsidRDefault="00D849AF" w:rsidP="00984AE9">
            <w:pPr>
              <w:pStyle w:val="Tabletext"/>
            </w:pPr>
            <w:r w:rsidRPr="000E0EE2">
              <w:t>8</w:t>
            </w:r>
          </w:p>
        </w:tc>
        <w:tc>
          <w:tcPr>
            <w:tcW w:w="2800" w:type="dxa"/>
          </w:tcPr>
          <w:p w14:paraId="5345BAEE" w14:textId="77777777" w:rsidR="00D849AF" w:rsidRPr="000E0EE2" w:rsidRDefault="00D849AF" w:rsidP="00984AE9">
            <w:pPr>
              <w:pStyle w:val="Tabletext"/>
              <w:rPr>
                <w:color w:val="auto"/>
              </w:rPr>
            </w:pPr>
            <w:r w:rsidRPr="000E0EE2">
              <w:rPr>
                <w:color w:val="auto"/>
              </w:rPr>
              <w:t>Practical tasks</w:t>
            </w:r>
          </w:p>
        </w:tc>
      </w:tr>
      <w:tr w:rsidR="00D849AF" w:rsidRPr="000E0EE2" w14:paraId="7AD2A3A6" w14:textId="77777777" w:rsidTr="00984AE9">
        <w:trPr>
          <w:jc w:val="center"/>
        </w:trPr>
        <w:tc>
          <w:tcPr>
            <w:tcW w:w="722" w:type="dxa"/>
            <w:vMerge/>
          </w:tcPr>
          <w:p w14:paraId="538C20AF" w14:textId="77777777" w:rsidR="00D849AF" w:rsidRPr="000E0EE2" w:rsidRDefault="00D849AF" w:rsidP="00984AE9">
            <w:pPr>
              <w:pStyle w:val="Tabletext"/>
              <w:rPr>
                <w:b/>
                <w:bCs/>
              </w:rPr>
            </w:pPr>
          </w:p>
        </w:tc>
        <w:tc>
          <w:tcPr>
            <w:tcW w:w="804" w:type="dxa"/>
            <w:shd w:val="clear" w:color="auto" w:fill="00AFAA"/>
            <w:vAlign w:val="center"/>
          </w:tcPr>
          <w:p w14:paraId="41CEBD3B" w14:textId="77777777" w:rsidR="00D849AF" w:rsidRPr="000E0EE2" w:rsidRDefault="00D849AF" w:rsidP="00984AE9">
            <w:pPr>
              <w:pStyle w:val="Tabletext"/>
            </w:pPr>
          </w:p>
        </w:tc>
        <w:tc>
          <w:tcPr>
            <w:tcW w:w="4678" w:type="dxa"/>
          </w:tcPr>
          <w:p w14:paraId="333E4A3D" w14:textId="77777777" w:rsidR="00D849AF" w:rsidRPr="000E0EE2" w:rsidRDefault="00D849AF" w:rsidP="00984AE9">
            <w:pPr>
              <w:pStyle w:val="Tabletext"/>
            </w:pPr>
            <w:r w:rsidRPr="000E0EE2">
              <w:t>Assessments</w:t>
            </w:r>
          </w:p>
        </w:tc>
        <w:tc>
          <w:tcPr>
            <w:tcW w:w="850" w:type="dxa"/>
            <w:vAlign w:val="center"/>
          </w:tcPr>
          <w:p w14:paraId="77B2DCC6" w14:textId="77777777" w:rsidR="00D849AF" w:rsidRPr="000E0EE2" w:rsidRDefault="00D849AF" w:rsidP="00984AE9">
            <w:pPr>
              <w:pStyle w:val="Tabletext"/>
            </w:pPr>
            <w:r w:rsidRPr="000E0EE2">
              <w:t>12</w:t>
            </w:r>
          </w:p>
        </w:tc>
        <w:tc>
          <w:tcPr>
            <w:tcW w:w="2800" w:type="dxa"/>
          </w:tcPr>
          <w:p w14:paraId="23CC973C" w14:textId="77777777" w:rsidR="00D849AF" w:rsidRPr="000E0EE2" w:rsidRDefault="00D849AF" w:rsidP="00984AE9">
            <w:pPr>
              <w:pStyle w:val="Tabletext"/>
              <w:rPr>
                <w:color w:val="auto"/>
              </w:rPr>
            </w:pPr>
            <w:r w:rsidRPr="000E0EE2">
              <w:rPr>
                <w:color w:val="auto"/>
              </w:rPr>
              <w:t>Short written exams</w:t>
            </w:r>
          </w:p>
        </w:tc>
      </w:tr>
      <w:tr w:rsidR="00D849AF" w:rsidRPr="000E0EE2" w14:paraId="005FCEEB" w14:textId="77777777" w:rsidTr="00984AE9">
        <w:trPr>
          <w:jc w:val="center"/>
        </w:trPr>
        <w:tc>
          <w:tcPr>
            <w:tcW w:w="722" w:type="dxa"/>
            <w:vMerge/>
          </w:tcPr>
          <w:p w14:paraId="7DDD02C0" w14:textId="77777777" w:rsidR="00D849AF" w:rsidRPr="000E0EE2" w:rsidRDefault="00D849AF" w:rsidP="00984AE9">
            <w:pPr>
              <w:pStyle w:val="Tabletext"/>
              <w:rPr>
                <w:b/>
                <w:bCs/>
              </w:rPr>
            </w:pPr>
          </w:p>
        </w:tc>
        <w:tc>
          <w:tcPr>
            <w:tcW w:w="5482" w:type="dxa"/>
            <w:gridSpan w:val="2"/>
            <w:shd w:val="clear" w:color="auto" w:fill="00AFAA"/>
            <w:vAlign w:val="center"/>
          </w:tcPr>
          <w:p w14:paraId="22BF6BE0" w14:textId="77777777" w:rsidR="00D849AF" w:rsidRPr="000E0EE2" w:rsidRDefault="00D849AF" w:rsidP="00984AE9">
            <w:pPr>
              <w:pStyle w:val="Tabletext"/>
              <w:rPr>
                <w:b/>
              </w:rPr>
            </w:pPr>
            <w:r w:rsidRPr="000E0EE2">
              <w:rPr>
                <w:b/>
              </w:rPr>
              <w:t>Total Instruction Hours (</w:t>
            </w:r>
            <w:r w:rsidRPr="000E0EE2">
              <w:t>Days</w:t>
            </w:r>
            <w:r w:rsidRPr="000E0EE2">
              <w:rPr>
                <w:b/>
              </w:rPr>
              <w:t>)</w:t>
            </w:r>
          </w:p>
        </w:tc>
        <w:tc>
          <w:tcPr>
            <w:tcW w:w="850" w:type="dxa"/>
            <w:vAlign w:val="center"/>
          </w:tcPr>
          <w:p w14:paraId="249A280C" w14:textId="77777777" w:rsidR="00D849AF" w:rsidRPr="000E0EE2" w:rsidRDefault="00D849AF" w:rsidP="00984AE9">
            <w:pPr>
              <w:pStyle w:val="Tabletext"/>
              <w:rPr>
                <w:b/>
              </w:rPr>
            </w:pPr>
            <w:r w:rsidRPr="000E0EE2">
              <w:rPr>
                <w:b/>
              </w:rPr>
              <w:t>109</w:t>
            </w:r>
          </w:p>
        </w:tc>
        <w:tc>
          <w:tcPr>
            <w:tcW w:w="2800" w:type="dxa"/>
          </w:tcPr>
          <w:p w14:paraId="48FF2CA0" w14:textId="0DCAB079" w:rsidR="00D849AF" w:rsidRPr="00DA09C7" w:rsidRDefault="00D849AF" w:rsidP="00984AE9">
            <w:pPr>
              <w:pStyle w:val="Tabletext"/>
              <w:rPr>
                <w:color w:val="auto"/>
              </w:rPr>
            </w:pPr>
            <w:r w:rsidRPr="00DA09C7">
              <w:rPr>
                <w:color w:val="auto"/>
              </w:rPr>
              <w:t>15 day</w:t>
            </w:r>
            <w:r w:rsidR="00DA09C7" w:rsidRPr="00DA09C7">
              <w:rPr>
                <w:color w:val="auto"/>
              </w:rPr>
              <w:t xml:space="preserve"> course</w:t>
            </w:r>
          </w:p>
        </w:tc>
      </w:tr>
    </w:tbl>
    <w:p w14:paraId="63F9BF10" w14:textId="77777777" w:rsidR="00873FDD" w:rsidRPr="000E0EE2" w:rsidRDefault="00873FDD" w:rsidP="00873FDD">
      <w:pPr>
        <w:pStyle w:val="BodyText"/>
        <w:jc w:val="center"/>
      </w:pPr>
    </w:p>
    <w:p w14:paraId="5B9911C2"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54E7ED45" w14:textId="7BB7F759" w:rsidR="00873FDD" w:rsidRPr="000E0EE2" w:rsidRDefault="00052214" w:rsidP="00052214">
      <w:pPr>
        <w:pStyle w:val="Heading1"/>
      </w:pPr>
      <w:bookmarkStart w:id="50" w:name="_Toc449336794"/>
      <w:r w:rsidRPr="000E0EE2">
        <w:lastRenderedPageBreak/>
        <w:t>GUIDELINES FOR INSTRUCTORS</w:t>
      </w:r>
      <w:bookmarkEnd w:id="50"/>
    </w:p>
    <w:p w14:paraId="0F13857A" w14:textId="77777777" w:rsidR="00052214" w:rsidRPr="000E0EE2" w:rsidRDefault="00052214" w:rsidP="00052214">
      <w:pPr>
        <w:pStyle w:val="Heading1separatationline"/>
      </w:pPr>
    </w:p>
    <w:p w14:paraId="080DCCFA" w14:textId="24AE26E8" w:rsidR="00052214" w:rsidRPr="000E0EE2" w:rsidRDefault="00052214" w:rsidP="00422062">
      <w:pPr>
        <w:pStyle w:val="Heading2"/>
      </w:pPr>
      <w:bookmarkStart w:id="51" w:name="_Toc449336795"/>
      <w:r w:rsidRPr="000E0EE2">
        <w:t>Introduction</w:t>
      </w:r>
      <w:bookmarkEnd w:id="51"/>
    </w:p>
    <w:p w14:paraId="6674E50E" w14:textId="77777777" w:rsidR="00422062" w:rsidRPr="000E0EE2" w:rsidRDefault="00422062" w:rsidP="00422062">
      <w:pPr>
        <w:pStyle w:val="Heading2separationline"/>
      </w:pPr>
    </w:p>
    <w:p w14:paraId="0538ADE1" w14:textId="7D0E8586" w:rsidR="00052214" w:rsidRPr="000E0EE2" w:rsidRDefault="00052214" w:rsidP="00052214">
      <w:pPr>
        <w:pStyle w:val="BodyText"/>
        <w:rPr>
          <w:color w:val="000000" w:themeColor="text1"/>
        </w:rPr>
      </w:pPr>
      <w:r w:rsidRPr="000E0EE2">
        <w:rPr>
          <w:color w:val="000000" w:themeColor="text1"/>
        </w:rPr>
        <w:t>The comm</w:t>
      </w:r>
      <w:r w:rsidR="00E601F9">
        <w:rPr>
          <w:color w:val="000000" w:themeColor="text1"/>
        </w:rPr>
        <w:t>on aim of the suite of Level 2 Model C</w:t>
      </w:r>
      <w:r w:rsidRPr="000E0EE2">
        <w:rPr>
          <w:color w:val="000000" w:themeColor="text1"/>
        </w:rPr>
        <w:t>ourses for AtoN technicians is to enable participants to return to their jobs competent to install, service, maintain or replace marine AtoN and their components.  This should be conducted in a safe and efficient manner that protects the individual whilst enhancing navigational safety and preserving the marine environment.  Instructors should be thoroughly acquainted with both National and International regulations concerning these issues and emphasise these aspects during instruction whenever they arise. Particular emphasis should therefore be placed on proper safety procedures throughout the training process, reinforced in particular by the instructor's personal example.</w:t>
      </w:r>
    </w:p>
    <w:p w14:paraId="6A7345A3" w14:textId="77777777" w:rsidR="00052214" w:rsidRPr="000E0EE2" w:rsidRDefault="00052214" w:rsidP="00052214">
      <w:pPr>
        <w:pStyle w:val="BodyText"/>
        <w:rPr>
          <w:color w:val="000000" w:themeColor="text1"/>
        </w:rPr>
      </w:pPr>
      <w:r w:rsidRPr="000E0EE2">
        <w:rPr>
          <w:color w:val="000000" w:themeColor="text1"/>
        </w:rPr>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14:paraId="63436131" w14:textId="1AA09D37" w:rsidR="00052214" w:rsidRPr="000E0EE2" w:rsidRDefault="00052214" w:rsidP="00422062">
      <w:pPr>
        <w:pStyle w:val="Heading2"/>
      </w:pPr>
      <w:bookmarkStart w:id="52" w:name="_Toc449336796"/>
      <w:r w:rsidRPr="000E0EE2">
        <w:t>Curriculum</w:t>
      </w:r>
      <w:bookmarkEnd w:id="52"/>
    </w:p>
    <w:p w14:paraId="1EBBFD02" w14:textId="77777777" w:rsidR="00052214" w:rsidRPr="000E0EE2" w:rsidRDefault="00052214" w:rsidP="00052214">
      <w:pPr>
        <w:pStyle w:val="Heading2separationline"/>
      </w:pPr>
    </w:p>
    <w:p w14:paraId="2AF492FB" w14:textId="72BC1C6E" w:rsidR="00052214" w:rsidRPr="000E0EE2" w:rsidRDefault="00052214" w:rsidP="00052214">
      <w:pPr>
        <w:pStyle w:val="BodyText"/>
        <w:rPr>
          <w:color w:val="000000" w:themeColor="text1"/>
        </w:rPr>
      </w:pPr>
      <w:r w:rsidRPr="000E0EE2">
        <w:rPr>
          <w:color w:val="000000" w:themeColor="text1"/>
        </w:rPr>
        <w:t>The levels of c</w:t>
      </w:r>
      <w:r w:rsidR="00E601F9">
        <w:rPr>
          <w:color w:val="000000" w:themeColor="text1"/>
        </w:rPr>
        <w:t xml:space="preserve">ompetence shown in </w:t>
      </w:r>
      <w:r w:rsidR="00E601F9">
        <w:rPr>
          <w:color w:val="000000" w:themeColor="text1"/>
        </w:rPr>
        <w:fldChar w:fldCharType="begin"/>
      </w:r>
      <w:r w:rsidR="00E601F9">
        <w:rPr>
          <w:color w:val="000000" w:themeColor="text1"/>
        </w:rPr>
        <w:instrText xml:space="preserve"> REF _Ref449337831 \r \h </w:instrText>
      </w:r>
      <w:r w:rsidR="00E601F9">
        <w:rPr>
          <w:color w:val="000000" w:themeColor="text1"/>
        </w:rPr>
      </w:r>
      <w:r w:rsidR="00E601F9">
        <w:rPr>
          <w:color w:val="000000" w:themeColor="text1"/>
        </w:rPr>
        <w:fldChar w:fldCharType="separate"/>
      </w:r>
      <w:r w:rsidR="00E601F9">
        <w:rPr>
          <w:color w:val="000000" w:themeColor="text1"/>
        </w:rPr>
        <w:t>Table 1</w:t>
      </w:r>
      <w:r w:rsidR="00E601F9">
        <w:rPr>
          <w:color w:val="000000" w:themeColor="text1"/>
        </w:rPr>
        <w:fldChar w:fldCharType="end"/>
      </w:r>
      <w:r w:rsidRPr="000E0EE2">
        <w:rPr>
          <w:color w:val="000000" w:themeColor="text1"/>
        </w:rPr>
        <w:t xml:space="preserve"> explain what a successful participant should be capable of doing in the workplace on the completion of each of the model courses.  The objective of each lesson or lecture is to ensure that each participant acquires the required level of understanding in each sub-element so that the required learning outcome can be achieved.</w:t>
      </w:r>
    </w:p>
    <w:p w14:paraId="03B77C88" w14:textId="77777777" w:rsidR="00052214" w:rsidRPr="000E0EE2" w:rsidRDefault="00052214" w:rsidP="00052214">
      <w:pPr>
        <w:pStyle w:val="BodyText"/>
        <w:rPr>
          <w:color w:val="000000" w:themeColor="text1"/>
        </w:rPr>
      </w:pPr>
      <w:r w:rsidRPr="000E0EE2">
        <w:rPr>
          <w:color w:val="000000" w:themeColor="text1"/>
        </w:rPr>
        <w:t>Although the learning objectives are set out in the suite of Level 2 model courses in a certain order, instructors are not obliged to teach them in this order.  Instead, instructors should treat them in the order which they consider to be the most effective for their participants and circumstances.</w:t>
      </w:r>
    </w:p>
    <w:p w14:paraId="31311C9D" w14:textId="77777777" w:rsidR="00052214" w:rsidRPr="000E0EE2" w:rsidRDefault="00052214" w:rsidP="00052214">
      <w:pPr>
        <w:pStyle w:val="BodyText"/>
        <w:rPr>
          <w:color w:val="000000" w:themeColor="text1"/>
        </w:rPr>
      </w:pPr>
      <w:r w:rsidRPr="000E0EE2">
        <w:rPr>
          <w:color w:val="000000" w:themeColor="text1"/>
        </w:rPr>
        <w:t>Sub-elements have been grouped into lessons or lectures.  The recommended duration in hours for each lecture is intended to be used as an approximate guideline for planning purposes.  The hours should be adjusted as necessary to suit local circumstances or based on experience with similar courses.  Each Training Organisation will determine the optimum lecture length; the sub-elements, topics or sub-topics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44237725" w14:textId="77777777" w:rsidR="00052214" w:rsidRPr="000E0EE2" w:rsidRDefault="00052214" w:rsidP="00052214">
      <w:pPr>
        <w:pStyle w:val="BodyText"/>
        <w:rPr>
          <w:color w:val="000000" w:themeColor="text1"/>
        </w:rPr>
      </w:pPr>
      <w:r w:rsidRPr="000E0EE2">
        <w:rPr>
          <w:color w:val="000000" w:themeColor="text1"/>
        </w:rPr>
        <w:t>It is also quite usual for different trainees to require different lengths of time to cover the same work.  Flexibility should be built into each course to allow for adjustments during its running.  It is recommended that no more than 5 one hour lectures are held in any one working day to allow for this flexibility and private study.</w:t>
      </w:r>
    </w:p>
    <w:p w14:paraId="1F9EA48E" w14:textId="77777777" w:rsidR="00052214" w:rsidRPr="000E0EE2" w:rsidRDefault="00052214" w:rsidP="00052214">
      <w:pPr>
        <w:pStyle w:val="BodyText"/>
        <w:rPr>
          <w:color w:val="000000" w:themeColor="text1"/>
        </w:rPr>
      </w:pPr>
      <w:r w:rsidRPr="000E0EE2">
        <w:rPr>
          <w:color w:val="000000" w:themeColor="text1"/>
        </w:rPr>
        <w:t>The instructor should also make an allowance for external site visits and, if appropriate, sea-time.  Using the time estimates, modified as appropriate, a timetable should be drawn up to suit the normal working day and terms of the training institute.  At the conclusion of the course, a discussion should be held to determine whether changes should be made to improve future courses.</w:t>
      </w:r>
    </w:p>
    <w:p w14:paraId="241B9475" w14:textId="2CE5E7C8" w:rsidR="00052214" w:rsidRPr="000E0EE2" w:rsidRDefault="00052214" w:rsidP="00422062">
      <w:pPr>
        <w:pStyle w:val="Heading2"/>
      </w:pPr>
      <w:bookmarkStart w:id="53" w:name="_Toc449336797"/>
      <w:r w:rsidRPr="000E0EE2">
        <w:t>Practical Training</w:t>
      </w:r>
      <w:bookmarkEnd w:id="53"/>
    </w:p>
    <w:p w14:paraId="3C0D75C4" w14:textId="77777777" w:rsidR="00052214" w:rsidRPr="000E0EE2" w:rsidRDefault="00052214" w:rsidP="00052214">
      <w:pPr>
        <w:pStyle w:val="Heading2separationline"/>
      </w:pPr>
    </w:p>
    <w:p w14:paraId="511B212C" w14:textId="359B8F70" w:rsidR="00052214" w:rsidRPr="000E0EE2" w:rsidRDefault="00052214" w:rsidP="00052214">
      <w:pPr>
        <w:pStyle w:val="BodyText"/>
        <w:rPr>
          <w:color w:val="000000" w:themeColor="text1"/>
        </w:rPr>
      </w:pPr>
      <w:r w:rsidRPr="000E0EE2">
        <w:rPr>
          <w:color w:val="000000" w:themeColor="text1"/>
        </w:rPr>
        <w:t xml:space="preserve">As noted throughout this Course Overview, the intent is for students to have a realistic, hands-on educational experience.  Many of the sub-elements, topics and sub-topics in this course lend themselves to practical training exercises in which participants would be expected to work directly with specific equipment and its associated components. </w:t>
      </w:r>
      <w:r w:rsidR="00E601F9">
        <w:rPr>
          <w:color w:val="000000" w:themeColor="text1"/>
        </w:rPr>
        <w:t xml:space="preserve"> </w:t>
      </w:r>
      <w:r w:rsidRPr="000E0EE2">
        <w:rPr>
          <w:color w:val="000000" w:themeColor="text1"/>
        </w:rPr>
        <w:t>Classroom instruction should be backed up, where appropriate, by practical training in the field; either ashore or afloat.</w:t>
      </w:r>
    </w:p>
    <w:p w14:paraId="463CD4E7"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18D47891" w14:textId="2D84444C" w:rsidR="00052214" w:rsidRPr="000E0EE2" w:rsidRDefault="00052214" w:rsidP="00052214">
      <w:pPr>
        <w:pStyle w:val="Heading1"/>
      </w:pPr>
      <w:bookmarkStart w:id="54" w:name="_Toc449336798"/>
      <w:bookmarkStart w:id="55" w:name="_Ref449337534"/>
      <w:r w:rsidRPr="000E0EE2">
        <w:lastRenderedPageBreak/>
        <w:t>EVALUATION OR ASSESSMENT</w:t>
      </w:r>
      <w:bookmarkEnd w:id="54"/>
      <w:bookmarkEnd w:id="55"/>
    </w:p>
    <w:p w14:paraId="26162EC8" w14:textId="77777777" w:rsidR="00052214" w:rsidRPr="000E0EE2" w:rsidRDefault="00052214" w:rsidP="00052214">
      <w:pPr>
        <w:pStyle w:val="Heading1separatationline"/>
      </w:pPr>
    </w:p>
    <w:p w14:paraId="2A221583" w14:textId="77777777" w:rsidR="00052214" w:rsidRPr="000E0EE2" w:rsidRDefault="00052214" w:rsidP="00052214">
      <w:pPr>
        <w:pStyle w:val="BodyText"/>
        <w:rPr>
          <w:color w:val="000000" w:themeColor="text1"/>
        </w:rPr>
      </w:pPr>
      <w:r w:rsidRPr="000E0EE2">
        <w:rPr>
          <w:color w:val="000000" w:themeColor="text1"/>
        </w:rPr>
        <w:t>To evaluate trainee progress, regular assessments must be undertaken.  The nature of these assessments and the evaluation criteria used will depend on the needs of the Competent Authority, the style of training used, and the requirements of the training institute.</w:t>
      </w:r>
    </w:p>
    <w:p w14:paraId="78A01D53" w14:textId="2BDA8FAF" w:rsidR="00052214" w:rsidRPr="000E0EE2" w:rsidRDefault="00052214" w:rsidP="00052214">
      <w:pPr>
        <w:pStyle w:val="BodyText"/>
        <w:rPr>
          <w:color w:val="000000" w:themeColor="text1"/>
        </w:rPr>
      </w:pPr>
      <w:r w:rsidRPr="000E0EE2">
        <w:rPr>
          <w:color w:val="000000" w:themeColor="text1"/>
        </w:rPr>
        <w:t xml:space="preserve">The assessment of competency should generally be evaluated by short but formally conducted short written tests.  Questions can either be multiple choice or require short (few-word) answers. </w:t>
      </w:r>
      <w:r w:rsidR="00E601F9">
        <w:rPr>
          <w:color w:val="000000" w:themeColor="text1"/>
        </w:rPr>
        <w:t xml:space="preserve"> </w:t>
      </w:r>
      <w:r w:rsidRPr="000E0EE2">
        <w:rPr>
          <w:color w:val="000000" w:themeColor="text1"/>
        </w:rPr>
        <w:t>The difficulty of each question should be based on the level of competence required from the participant in that subject.</w:t>
      </w:r>
    </w:p>
    <w:p w14:paraId="3191F815" w14:textId="77777777" w:rsidR="00052214" w:rsidRPr="000E0EE2" w:rsidRDefault="00052214" w:rsidP="00052214">
      <w:pPr>
        <w:pStyle w:val="BodyText"/>
        <w:rPr>
          <w:color w:val="000000" w:themeColor="text1"/>
        </w:rPr>
      </w:pPr>
      <w:r w:rsidRPr="000E0EE2">
        <w:rPr>
          <w:color w:val="000000" w:themeColor="text1"/>
        </w:rPr>
        <w:t>The Competent Authority will determine the pass mark for each test paper.  The guiding principle should be that a participant being considered for the award of an AtoN Level 2 Certificate will be involved actively in AtoN maintenance and servicing and will consolidate his or her basic knowledge though additional on-the-job and career development training.  A participant who just fails to meet the pass mark despite active participation in the course may well develop into a satisfactory technician and should be given the opportunity to demonstrate his or her potential at a formal aural ‘viva’ examination.</w:t>
      </w:r>
    </w:p>
    <w:p w14:paraId="47E70C14" w14:textId="77777777" w:rsidR="00052214" w:rsidRPr="000E0EE2" w:rsidRDefault="00052214" w:rsidP="00052214">
      <w:pPr>
        <w:pStyle w:val="BodyText"/>
        <w:rPr>
          <w:color w:val="000000" w:themeColor="text1"/>
        </w:rPr>
      </w:pPr>
      <w:r w:rsidRPr="000E0EE2">
        <w:rPr>
          <w:color w:val="000000" w:themeColor="text1"/>
        </w:rPr>
        <w:t>The following guidelines are proposed for consideration by Competent Authorities:</w:t>
      </w:r>
    </w:p>
    <w:p w14:paraId="05C73BED" w14:textId="3E1D5B66" w:rsidR="00052214" w:rsidRPr="000E0EE2" w:rsidRDefault="00E601F9" w:rsidP="00052214">
      <w:pPr>
        <w:pStyle w:val="Bullet1"/>
      </w:pPr>
      <w:r>
        <w:t>t</w:t>
      </w:r>
      <w:r w:rsidR="00052214" w:rsidRPr="000E0EE2">
        <w:t>he standard pass mark in each test is 50% equivalent to a satisfactory (Level 2) degree of understanding;</w:t>
      </w:r>
    </w:p>
    <w:p w14:paraId="53C616A9" w14:textId="77777777" w:rsidR="00E601F9" w:rsidRDefault="00E601F9" w:rsidP="00052214">
      <w:pPr>
        <w:pStyle w:val="Bullet1"/>
      </w:pPr>
      <w:r>
        <w:t>p</w:t>
      </w:r>
      <w:r w:rsidR="00052214" w:rsidRPr="000E0EE2">
        <w:t>articipants who fail a competency test by less than 10% will be subject to an aural (‘viva’) examination</w:t>
      </w:r>
      <w:r>
        <w:t>.</w:t>
      </w:r>
    </w:p>
    <w:p w14:paraId="4752B2B6" w14:textId="716021B7" w:rsidR="00052214" w:rsidRPr="000E0EE2" w:rsidRDefault="00052214" w:rsidP="00E601F9">
      <w:pPr>
        <w:pStyle w:val="List1text"/>
      </w:pPr>
      <w:r w:rsidRPr="000E0EE2">
        <w:t>Participants who fail the competency test by more than 10% or who do not demonstrate a satisfactory competence at a ‘viva’ interview will not be awarded a Level 2 Certificate.  Further training may be required and failed participants will be required to re-sit another written competency test at a time to be decided by the Competent Authority</w:t>
      </w:r>
    </w:p>
    <w:p w14:paraId="46E1B600" w14:textId="77777777" w:rsidR="0042518D" w:rsidRPr="000E0EE2" w:rsidRDefault="0042518D" w:rsidP="0042518D">
      <w:pPr>
        <w:pStyle w:val="BodyText"/>
      </w:pPr>
      <w:bookmarkStart w:id="56" w:name="_Toc419881221"/>
    </w:p>
    <w:p w14:paraId="5C100B05" w14:textId="77777777" w:rsidR="0042518D" w:rsidRPr="000E0EE2" w:rsidRDefault="0042518D" w:rsidP="0042518D">
      <w:pPr>
        <w:pStyle w:val="BodyText"/>
        <w:sectPr w:rsidR="0042518D" w:rsidRPr="000E0EE2"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p>
    <w:p w14:paraId="7A64D98A" w14:textId="358B3A69" w:rsidR="00052214" w:rsidRPr="000E0EE2" w:rsidRDefault="00052214" w:rsidP="00052214">
      <w:pPr>
        <w:pStyle w:val="Part"/>
      </w:pPr>
      <w:bookmarkStart w:id="57" w:name="_Toc442348115"/>
      <w:r w:rsidRPr="000E0EE2">
        <w:lastRenderedPageBreak/>
        <w:t xml:space="preserve"> </w:t>
      </w:r>
      <w:bookmarkStart w:id="58" w:name="_Toc449336799"/>
      <w:bookmarkStart w:id="59" w:name="_Ref449337333"/>
      <w:r w:rsidRPr="000E0EE2">
        <w:t>– LEVEL 2 TECHNICICAN TEACHING SYLLABII</w:t>
      </w:r>
      <w:bookmarkEnd w:id="58"/>
      <w:bookmarkEnd w:id="59"/>
    </w:p>
    <w:p w14:paraId="4B2AC3B1" w14:textId="6F519185" w:rsidR="0042518D" w:rsidRPr="000E0EE2" w:rsidRDefault="00052214" w:rsidP="006F0D31">
      <w:pPr>
        <w:pStyle w:val="Heading1"/>
        <w:numPr>
          <w:ilvl w:val="0"/>
          <w:numId w:val="22"/>
        </w:numPr>
      </w:pPr>
      <w:bookmarkStart w:id="60" w:name="_Toc431993297"/>
      <w:bookmarkStart w:id="61" w:name="_Toc449336800"/>
      <w:r w:rsidRPr="000E0EE2">
        <w:t>MODEL COURSE TEACHING SYLLABUS FOR A</w:t>
      </w:r>
      <w:r w:rsidR="007A68BA" w:rsidRPr="000E0EE2">
        <w:rPr>
          <w:caps w:val="0"/>
        </w:rPr>
        <w:t>to</w:t>
      </w:r>
      <w:r w:rsidRPr="000E0EE2">
        <w:t>N LEVEL 2 TECHNICIANS – MODULE 1 – Introduction to A</w:t>
      </w:r>
      <w:r w:rsidR="007A68BA" w:rsidRPr="000E0EE2">
        <w:rPr>
          <w:caps w:val="0"/>
        </w:rPr>
        <w:t>to</w:t>
      </w:r>
      <w:r w:rsidRPr="000E0EE2">
        <w:t>N</w:t>
      </w:r>
      <w:bookmarkEnd w:id="57"/>
      <w:bookmarkEnd w:id="60"/>
      <w:bookmarkEnd w:id="61"/>
    </w:p>
    <w:p w14:paraId="222A481B" w14:textId="77777777" w:rsidR="007A68BA" w:rsidRPr="000E0EE2" w:rsidRDefault="007A68BA" w:rsidP="007A68BA">
      <w:pPr>
        <w:pStyle w:val="Heading1separatationline"/>
      </w:pPr>
    </w:p>
    <w:p w14:paraId="42A23EC8" w14:textId="6F07596D" w:rsidR="0042518D" w:rsidRPr="000E0EE2" w:rsidRDefault="007A68BA" w:rsidP="007A68BA">
      <w:pPr>
        <w:pStyle w:val="Tablecaption"/>
        <w:jc w:val="center"/>
      </w:pPr>
      <w:bookmarkStart w:id="62" w:name="_Toc369087492"/>
      <w:bookmarkStart w:id="63" w:name="_Toc449336813"/>
      <w:r w:rsidRPr="000E0EE2">
        <w:rPr>
          <w:rFonts w:ascii="Calibri" w:hAnsi="Calibri" w:cs="Arial"/>
        </w:rPr>
        <w:t>Teaching Syllabus Module 1 – Introduction to Aids to Navigation</w:t>
      </w:r>
      <w:bookmarkEnd w:id="62"/>
      <w:bookmarkEnd w:id="6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797"/>
        <w:gridCol w:w="5710"/>
        <w:gridCol w:w="850"/>
        <w:gridCol w:w="2723"/>
        <w:gridCol w:w="797"/>
        <w:gridCol w:w="766"/>
      </w:tblGrid>
      <w:tr w:rsidR="007A68BA" w:rsidRPr="000E0EE2" w14:paraId="6CDD2722" w14:textId="77777777" w:rsidTr="003A41A2">
        <w:trPr>
          <w:cantSplit/>
          <w:trHeight w:val="1486"/>
          <w:jc w:val="center"/>
        </w:trPr>
        <w:tc>
          <w:tcPr>
            <w:tcW w:w="587" w:type="dxa"/>
            <w:tcMar>
              <w:top w:w="28" w:type="dxa"/>
              <w:bottom w:w="28" w:type="dxa"/>
            </w:tcMar>
            <w:textDirection w:val="btLr"/>
            <w:vAlign w:val="center"/>
          </w:tcPr>
          <w:p w14:paraId="15066077" w14:textId="77777777" w:rsidR="007A68BA" w:rsidRPr="000E0EE2" w:rsidRDefault="007A68BA" w:rsidP="007A68BA">
            <w:pPr>
              <w:pStyle w:val="Tableheading"/>
              <w:rPr>
                <w:lang w:val="en-GB"/>
              </w:rPr>
            </w:pPr>
            <w:r w:rsidRPr="000E0EE2">
              <w:rPr>
                <w:lang w:val="en-GB"/>
              </w:rPr>
              <w:t>Module</w:t>
            </w:r>
          </w:p>
        </w:tc>
        <w:tc>
          <w:tcPr>
            <w:tcW w:w="797" w:type="dxa"/>
            <w:tcMar>
              <w:top w:w="28" w:type="dxa"/>
              <w:bottom w:w="28" w:type="dxa"/>
            </w:tcMar>
            <w:textDirection w:val="btLr"/>
            <w:vAlign w:val="center"/>
          </w:tcPr>
          <w:p w14:paraId="30AF73B9" w14:textId="77777777" w:rsidR="007A68BA" w:rsidRPr="000E0EE2" w:rsidRDefault="007A68BA" w:rsidP="007A68BA">
            <w:pPr>
              <w:pStyle w:val="Tableheading"/>
              <w:rPr>
                <w:lang w:val="en-GB"/>
              </w:rPr>
            </w:pPr>
            <w:r w:rsidRPr="000E0EE2">
              <w:rPr>
                <w:lang w:val="en-GB"/>
              </w:rPr>
              <w:t>Element</w:t>
            </w:r>
          </w:p>
        </w:tc>
        <w:tc>
          <w:tcPr>
            <w:tcW w:w="5710" w:type="dxa"/>
            <w:tcMar>
              <w:top w:w="28" w:type="dxa"/>
              <w:bottom w:w="28" w:type="dxa"/>
            </w:tcMar>
            <w:vAlign w:val="center"/>
          </w:tcPr>
          <w:p w14:paraId="55F7466A" w14:textId="77777777" w:rsidR="007A68BA" w:rsidRPr="000E0EE2" w:rsidRDefault="007A68BA" w:rsidP="007A68BA">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0A5531EB" w14:textId="77777777" w:rsidR="007A68BA" w:rsidRPr="000E0EE2" w:rsidRDefault="007A68BA" w:rsidP="007A68BA">
            <w:pPr>
              <w:pStyle w:val="Tableheading"/>
              <w:rPr>
                <w:lang w:val="en-GB"/>
              </w:rPr>
            </w:pPr>
            <w:r w:rsidRPr="000E0EE2">
              <w:rPr>
                <w:lang w:val="en-GB"/>
              </w:rPr>
              <w:t>Level of Competence</w:t>
            </w:r>
          </w:p>
        </w:tc>
        <w:tc>
          <w:tcPr>
            <w:tcW w:w="2723" w:type="dxa"/>
            <w:tcMar>
              <w:top w:w="28" w:type="dxa"/>
              <w:bottom w:w="28" w:type="dxa"/>
            </w:tcMar>
            <w:vAlign w:val="center"/>
          </w:tcPr>
          <w:p w14:paraId="2A2548B6" w14:textId="671E3002" w:rsidR="007A68BA" w:rsidRPr="000E0EE2" w:rsidRDefault="007A68BA" w:rsidP="007A68BA">
            <w:pPr>
              <w:pStyle w:val="Tableheading"/>
              <w:jc w:val="center"/>
              <w:rPr>
                <w:lang w:val="en-GB"/>
              </w:rPr>
            </w:pPr>
            <w:r w:rsidRPr="000E0EE2">
              <w:rPr>
                <w:lang w:val="en-GB"/>
              </w:rPr>
              <w:t>Model Course</w:t>
            </w:r>
          </w:p>
        </w:tc>
        <w:tc>
          <w:tcPr>
            <w:tcW w:w="797" w:type="dxa"/>
            <w:tcMar>
              <w:top w:w="28" w:type="dxa"/>
              <w:bottom w:w="28" w:type="dxa"/>
            </w:tcMar>
            <w:textDirection w:val="btLr"/>
            <w:vAlign w:val="center"/>
          </w:tcPr>
          <w:p w14:paraId="73633BD1" w14:textId="77777777" w:rsidR="007A68BA" w:rsidRPr="000E0EE2" w:rsidRDefault="007A68BA" w:rsidP="007A68BA">
            <w:pPr>
              <w:pStyle w:val="Tableheading"/>
              <w:rPr>
                <w:lang w:val="en-GB"/>
              </w:rPr>
            </w:pPr>
            <w:r w:rsidRPr="000E0EE2">
              <w:rPr>
                <w:lang w:val="en-GB"/>
              </w:rPr>
              <w:t>Total Duration (hours)</w:t>
            </w:r>
          </w:p>
        </w:tc>
        <w:tc>
          <w:tcPr>
            <w:tcW w:w="766" w:type="dxa"/>
            <w:textDirection w:val="btLr"/>
          </w:tcPr>
          <w:p w14:paraId="40FAB421" w14:textId="77777777" w:rsidR="007A68BA" w:rsidRPr="000E0EE2" w:rsidRDefault="007A68BA" w:rsidP="007A68BA">
            <w:pPr>
              <w:pStyle w:val="Tableheading"/>
              <w:rPr>
                <w:lang w:val="en-GB"/>
              </w:rPr>
            </w:pPr>
            <w:r w:rsidRPr="000E0EE2">
              <w:rPr>
                <w:lang w:val="en-GB"/>
              </w:rPr>
              <w:t>Total Duration (Days)</w:t>
            </w:r>
          </w:p>
        </w:tc>
      </w:tr>
      <w:tr w:rsidR="003A41A2" w:rsidRPr="000E0EE2" w14:paraId="0D4D32CB" w14:textId="77777777" w:rsidTr="003A41A2">
        <w:trPr>
          <w:trHeight w:val="113"/>
          <w:jc w:val="center"/>
        </w:trPr>
        <w:tc>
          <w:tcPr>
            <w:tcW w:w="587" w:type="dxa"/>
            <w:vMerge w:val="restart"/>
            <w:tcMar>
              <w:top w:w="28" w:type="dxa"/>
              <w:bottom w:w="28" w:type="dxa"/>
            </w:tcMar>
          </w:tcPr>
          <w:p w14:paraId="7B3338B0" w14:textId="77777777" w:rsidR="007A68BA" w:rsidRPr="000E0EE2" w:rsidRDefault="007A68BA" w:rsidP="007A68BA">
            <w:pPr>
              <w:pStyle w:val="Tabletext"/>
            </w:pPr>
            <w:r w:rsidRPr="000E0EE2">
              <w:t>1</w:t>
            </w:r>
          </w:p>
        </w:tc>
        <w:tc>
          <w:tcPr>
            <w:tcW w:w="797" w:type="dxa"/>
            <w:shd w:val="clear" w:color="auto" w:fill="00AFAA"/>
            <w:tcMar>
              <w:top w:w="28" w:type="dxa"/>
              <w:bottom w:w="28" w:type="dxa"/>
            </w:tcMar>
          </w:tcPr>
          <w:p w14:paraId="7712A328" w14:textId="77777777" w:rsidR="007A68BA" w:rsidRPr="000E0EE2" w:rsidRDefault="007A68BA" w:rsidP="007A68BA">
            <w:pPr>
              <w:pStyle w:val="Tabletext"/>
              <w:rPr>
                <w:sz w:val="18"/>
                <w:szCs w:val="18"/>
              </w:rPr>
            </w:pPr>
          </w:p>
        </w:tc>
        <w:tc>
          <w:tcPr>
            <w:tcW w:w="5710" w:type="dxa"/>
            <w:tcMar>
              <w:top w:w="28" w:type="dxa"/>
              <w:bottom w:w="28" w:type="dxa"/>
            </w:tcMar>
          </w:tcPr>
          <w:p w14:paraId="210A330A" w14:textId="77777777" w:rsidR="007A68BA" w:rsidRPr="000E0EE2" w:rsidRDefault="007A68BA" w:rsidP="007A68BA">
            <w:pPr>
              <w:pStyle w:val="Tabletext"/>
            </w:pPr>
            <w:r w:rsidRPr="000E0EE2">
              <w:t xml:space="preserve">Introduction to Aids to Navigation </w:t>
            </w:r>
          </w:p>
        </w:tc>
        <w:tc>
          <w:tcPr>
            <w:tcW w:w="850" w:type="dxa"/>
            <w:shd w:val="clear" w:color="auto" w:fill="00AFAA"/>
            <w:tcMar>
              <w:top w:w="28" w:type="dxa"/>
              <w:bottom w:w="28" w:type="dxa"/>
            </w:tcMar>
          </w:tcPr>
          <w:p w14:paraId="1F54C3B4" w14:textId="77777777" w:rsidR="007A68BA" w:rsidRPr="000E0EE2" w:rsidRDefault="007A68BA" w:rsidP="007A68BA">
            <w:pPr>
              <w:pStyle w:val="Tabletext"/>
              <w:rPr>
                <w:sz w:val="18"/>
                <w:szCs w:val="18"/>
              </w:rPr>
            </w:pPr>
          </w:p>
        </w:tc>
        <w:tc>
          <w:tcPr>
            <w:tcW w:w="2723" w:type="dxa"/>
            <w:shd w:val="clear" w:color="auto" w:fill="00AFAA"/>
            <w:tcMar>
              <w:top w:w="28" w:type="dxa"/>
              <w:bottom w:w="28" w:type="dxa"/>
            </w:tcMar>
          </w:tcPr>
          <w:p w14:paraId="11E4854B" w14:textId="77777777" w:rsidR="007A68BA" w:rsidRPr="000E0EE2" w:rsidRDefault="007A68BA" w:rsidP="007A68BA">
            <w:pPr>
              <w:pStyle w:val="Tabletext"/>
              <w:rPr>
                <w:sz w:val="18"/>
                <w:szCs w:val="18"/>
              </w:rPr>
            </w:pPr>
          </w:p>
        </w:tc>
        <w:tc>
          <w:tcPr>
            <w:tcW w:w="797" w:type="dxa"/>
            <w:shd w:val="clear" w:color="auto" w:fill="00AFAA"/>
            <w:tcMar>
              <w:top w:w="28" w:type="dxa"/>
              <w:bottom w:w="28" w:type="dxa"/>
            </w:tcMar>
          </w:tcPr>
          <w:p w14:paraId="06DA4ADE" w14:textId="77777777" w:rsidR="007A68BA" w:rsidRPr="000E0EE2" w:rsidRDefault="007A68BA" w:rsidP="007A68BA">
            <w:pPr>
              <w:pStyle w:val="Tabletext"/>
              <w:rPr>
                <w:sz w:val="18"/>
                <w:szCs w:val="18"/>
              </w:rPr>
            </w:pPr>
          </w:p>
        </w:tc>
        <w:tc>
          <w:tcPr>
            <w:tcW w:w="766" w:type="dxa"/>
            <w:shd w:val="clear" w:color="auto" w:fill="00AFAA"/>
          </w:tcPr>
          <w:p w14:paraId="7F76D819" w14:textId="77777777" w:rsidR="007A68BA" w:rsidRPr="000E0EE2" w:rsidRDefault="007A68BA" w:rsidP="007A68BA">
            <w:pPr>
              <w:pStyle w:val="Tabletext"/>
              <w:rPr>
                <w:sz w:val="18"/>
                <w:szCs w:val="18"/>
              </w:rPr>
            </w:pPr>
          </w:p>
        </w:tc>
      </w:tr>
      <w:tr w:rsidR="007A68BA" w:rsidRPr="000E0EE2" w14:paraId="16EAF264" w14:textId="77777777" w:rsidTr="00B15AD3">
        <w:trPr>
          <w:trHeight w:val="113"/>
          <w:jc w:val="center"/>
        </w:trPr>
        <w:tc>
          <w:tcPr>
            <w:tcW w:w="587" w:type="dxa"/>
            <w:vMerge/>
            <w:tcMar>
              <w:top w:w="28" w:type="dxa"/>
              <w:bottom w:w="28" w:type="dxa"/>
            </w:tcMar>
          </w:tcPr>
          <w:p w14:paraId="65A24506" w14:textId="77777777" w:rsidR="007A68BA" w:rsidRPr="000E0EE2" w:rsidRDefault="007A68BA" w:rsidP="007A68BA">
            <w:pPr>
              <w:pStyle w:val="Tabletext"/>
              <w:rPr>
                <w:sz w:val="18"/>
                <w:szCs w:val="18"/>
              </w:rPr>
            </w:pPr>
          </w:p>
        </w:tc>
        <w:tc>
          <w:tcPr>
            <w:tcW w:w="797" w:type="dxa"/>
            <w:tcMar>
              <w:top w:w="28" w:type="dxa"/>
              <w:bottom w:w="28" w:type="dxa"/>
            </w:tcMar>
          </w:tcPr>
          <w:p w14:paraId="1D3EE8A0" w14:textId="77777777" w:rsidR="007A68BA" w:rsidRPr="000E0EE2" w:rsidRDefault="007A68BA" w:rsidP="007A68BA">
            <w:pPr>
              <w:pStyle w:val="Tabletext"/>
              <w:rPr>
                <w:sz w:val="18"/>
                <w:szCs w:val="18"/>
              </w:rPr>
            </w:pPr>
            <w:r w:rsidRPr="000E0EE2">
              <w:t>1.1</w:t>
            </w:r>
          </w:p>
        </w:tc>
        <w:tc>
          <w:tcPr>
            <w:tcW w:w="5710" w:type="dxa"/>
            <w:tcMar>
              <w:top w:w="28" w:type="dxa"/>
              <w:bottom w:w="28" w:type="dxa"/>
            </w:tcMar>
          </w:tcPr>
          <w:p w14:paraId="116EF5C1" w14:textId="77777777" w:rsidR="007A68BA" w:rsidRPr="000E0EE2" w:rsidRDefault="007A68BA" w:rsidP="007A68BA">
            <w:pPr>
              <w:pStyle w:val="Tabletext"/>
              <w:rPr>
                <w:sz w:val="18"/>
                <w:szCs w:val="18"/>
              </w:rPr>
            </w:pPr>
            <w:r w:rsidRPr="000E0EE2">
              <w:t>IALA and the NAVGUIDE</w:t>
            </w:r>
          </w:p>
        </w:tc>
        <w:tc>
          <w:tcPr>
            <w:tcW w:w="850" w:type="dxa"/>
            <w:tcMar>
              <w:top w:w="28" w:type="dxa"/>
              <w:bottom w:w="28" w:type="dxa"/>
            </w:tcMar>
          </w:tcPr>
          <w:p w14:paraId="68D6A65B" w14:textId="77777777" w:rsidR="007A68BA" w:rsidRPr="000E0EE2" w:rsidRDefault="007A68BA" w:rsidP="007A68BA">
            <w:pPr>
              <w:pStyle w:val="Tabletext"/>
            </w:pPr>
            <w:r w:rsidRPr="000E0EE2">
              <w:t>1</w:t>
            </w:r>
          </w:p>
        </w:tc>
        <w:tc>
          <w:tcPr>
            <w:tcW w:w="2723" w:type="dxa"/>
            <w:vMerge w:val="restart"/>
            <w:tcMar>
              <w:top w:w="28" w:type="dxa"/>
              <w:bottom w:w="28" w:type="dxa"/>
            </w:tcMar>
            <w:vAlign w:val="center"/>
          </w:tcPr>
          <w:p w14:paraId="0DB8E893" w14:textId="77777777" w:rsidR="007A68BA" w:rsidRPr="000E0EE2" w:rsidRDefault="007A68BA" w:rsidP="007A68BA">
            <w:pPr>
              <w:pStyle w:val="Tabletext"/>
            </w:pPr>
            <w:r w:rsidRPr="000E0EE2">
              <w:t>IALA WWA L2.1.1-2</w:t>
            </w:r>
          </w:p>
        </w:tc>
        <w:tc>
          <w:tcPr>
            <w:tcW w:w="797" w:type="dxa"/>
            <w:vMerge w:val="restart"/>
            <w:tcMar>
              <w:top w:w="28" w:type="dxa"/>
              <w:bottom w:w="28" w:type="dxa"/>
            </w:tcMar>
            <w:vAlign w:val="center"/>
          </w:tcPr>
          <w:p w14:paraId="09BEF804" w14:textId="77777777" w:rsidR="007A68BA" w:rsidRPr="000E0EE2" w:rsidRDefault="007A68BA" w:rsidP="00B15AD3">
            <w:pPr>
              <w:pStyle w:val="Tabletext"/>
              <w:jc w:val="center"/>
            </w:pPr>
            <w:r w:rsidRPr="000E0EE2">
              <w:t>5</w:t>
            </w:r>
          </w:p>
        </w:tc>
        <w:tc>
          <w:tcPr>
            <w:tcW w:w="766" w:type="dxa"/>
            <w:vMerge w:val="restart"/>
            <w:vAlign w:val="center"/>
          </w:tcPr>
          <w:p w14:paraId="7E3D7629" w14:textId="77777777" w:rsidR="007A68BA" w:rsidRPr="000E0EE2" w:rsidRDefault="007A68BA" w:rsidP="00B15AD3">
            <w:pPr>
              <w:pStyle w:val="Tabletext"/>
              <w:jc w:val="center"/>
            </w:pPr>
            <w:r w:rsidRPr="000E0EE2">
              <w:t>1</w:t>
            </w:r>
          </w:p>
        </w:tc>
      </w:tr>
      <w:tr w:rsidR="007A68BA" w:rsidRPr="000E0EE2" w14:paraId="0439A23C" w14:textId="77777777" w:rsidTr="00B15AD3">
        <w:trPr>
          <w:trHeight w:val="113"/>
          <w:jc w:val="center"/>
        </w:trPr>
        <w:tc>
          <w:tcPr>
            <w:tcW w:w="587" w:type="dxa"/>
            <w:vMerge/>
            <w:tcMar>
              <w:top w:w="28" w:type="dxa"/>
              <w:bottom w:w="28" w:type="dxa"/>
            </w:tcMar>
          </w:tcPr>
          <w:p w14:paraId="4E61A498" w14:textId="77777777" w:rsidR="007A68BA" w:rsidRPr="000E0EE2" w:rsidRDefault="007A68BA" w:rsidP="007A68BA">
            <w:pPr>
              <w:pStyle w:val="Tabletext"/>
              <w:rPr>
                <w:sz w:val="18"/>
                <w:szCs w:val="18"/>
              </w:rPr>
            </w:pPr>
          </w:p>
        </w:tc>
        <w:tc>
          <w:tcPr>
            <w:tcW w:w="797" w:type="dxa"/>
            <w:tcMar>
              <w:top w:w="28" w:type="dxa"/>
              <w:bottom w:w="28" w:type="dxa"/>
            </w:tcMar>
          </w:tcPr>
          <w:p w14:paraId="12F432E3" w14:textId="77777777" w:rsidR="007A68BA" w:rsidRPr="000E0EE2" w:rsidRDefault="007A68BA" w:rsidP="007A68BA">
            <w:pPr>
              <w:pStyle w:val="Tabletext"/>
              <w:rPr>
                <w:sz w:val="18"/>
                <w:szCs w:val="18"/>
              </w:rPr>
            </w:pPr>
            <w:r w:rsidRPr="000E0EE2">
              <w:t>1.2</w:t>
            </w:r>
          </w:p>
        </w:tc>
        <w:tc>
          <w:tcPr>
            <w:tcW w:w="5710" w:type="dxa"/>
            <w:tcMar>
              <w:top w:w="28" w:type="dxa"/>
              <w:bottom w:w="28" w:type="dxa"/>
            </w:tcMar>
          </w:tcPr>
          <w:p w14:paraId="3D50F5DF" w14:textId="77777777" w:rsidR="007A68BA" w:rsidRPr="000E0EE2" w:rsidRDefault="007A68BA" w:rsidP="007A68BA">
            <w:pPr>
              <w:pStyle w:val="Tabletext"/>
              <w:rPr>
                <w:sz w:val="18"/>
                <w:szCs w:val="18"/>
              </w:rPr>
            </w:pPr>
            <w:r w:rsidRPr="000E0EE2">
              <w:t>The IALA Maritime Buoyage System</w:t>
            </w:r>
          </w:p>
        </w:tc>
        <w:tc>
          <w:tcPr>
            <w:tcW w:w="850" w:type="dxa"/>
            <w:tcMar>
              <w:top w:w="28" w:type="dxa"/>
              <w:bottom w:w="28" w:type="dxa"/>
            </w:tcMar>
          </w:tcPr>
          <w:p w14:paraId="65F549D2" w14:textId="77777777" w:rsidR="007A68BA" w:rsidRPr="000E0EE2" w:rsidRDefault="007A68BA" w:rsidP="007A68BA">
            <w:pPr>
              <w:pStyle w:val="Tabletext"/>
            </w:pPr>
            <w:r w:rsidRPr="000E0EE2">
              <w:t>2</w:t>
            </w:r>
          </w:p>
        </w:tc>
        <w:tc>
          <w:tcPr>
            <w:tcW w:w="2723" w:type="dxa"/>
            <w:vMerge/>
            <w:tcMar>
              <w:top w:w="28" w:type="dxa"/>
              <w:bottom w:w="28" w:type="dxa"/>
            </w:tcMar>
            <w:vAlign w:val="center"/>
          </w:tcPr>
          <w:p w14:paraId="0E1DE704" w14:textId="77777777" w:rsidR="007A68BA" w:rsidRPr="000E0EE2" w:rsidRDefault="007A68BA" w:rsidP="007A68BA">
            <w:pPr>
              <w:pStyle w:val="Tabletext"/>
            </w:pPr>
          </w:p>
        </w:tc>
        <w:tc>
          <w:tcPr>
            <w:tcW w:w="797" w:type="dxa"/>
            <w:vMerge/>
            <w:tcMar>
              <w:top w:w="28" w:type="dxa"/>
              <w:bottom w:w="28" w:type="dxa"/>
            </w:tcMar>
            <w:vAlign w:val="center"/>
          </w:tcPr>
          <w:p w14:paraId="2C34433F" w14:textId="77777777" w:rsidR="007A68BA" w:rsidRPr="000E0EE2" w:rsidRDefault="007A68BA" w:rsidP="00B15AD3">
            <w:pPr>
              <w:pStyle w:val="Tabletext"/>
              <w:jc w:val="center"/>
            </w:pPr>
          </w:p>
        </w:tc>
        <w:tc>
          <w:tcPr>
            <w:tcW w:w="766" w:type="dxa"/>
            <w:vMerge/>
            <w:vAlign w:val="center"/>
          </w:tcPr>
          <w:p w14:paraId="6C04839A" w14:textId="77777777" w:rsidR="007A68BA" w:rsidRPr="000E0EE2" w:rsidRDefault="007A68BA" w:rsidP="00B15AD3">
            <w:pPr>
              <w:pStyle w:val="Tabletext"/>
              <w:jc w:val="center"/>
              <w:rPr>
                <w:sz w:val="18"/>
                <w:szCs w:val="18"/>
              </w:rPr>
            </w:pPr>
          </w:p>
        </w:tc>
      </w:tr>
      <w:tr w:rsidR="00B15AD3" w:rsidRPr="000E0EE2" w14:paraId="05C46534" w14:textId="77777777" w:rsidTr="00B15AD3">
        <w:trPr>
          <w:trHeight w:val="113"/>
          <w:jc w:val="center"/>
        </w:trPr>
        <w:tc>
          <w:tcPr>
            <w:tcW w:w="587" w:type="dxa"/>
            <w:vMerge/>
            <w:tcMar>
              <w:top w:w="28" w:type="dxa"/>
              <w:bottom w:w="28" w:type="dxa"/>
            </w:tcMar>
          </w:tcPr>
          <w:p w14:paraId="321191DE" w14:textId="77777777" w:rsidR="00B15AD3" w:rsidRPr="000E0EE2" w:rsidRDefault="00B15AD3" w:rsidP="007A68BA">
            <w:pPr>
              <w:pStyle w:val="Tabletext"/>
              <w:rPr>
                <w:sz w:val="18"/>
                <w:szCs w:val="18"/>
              </w:rPr>
            </w:pPr>
          </w:p>
        </w:tc>
        <w:tc>
          <w:tcPr>
            <w:tcW w:w="797" w:type="dxa"/>
            <w:tcMar>
              <w:top w:w="28" w:type="dxa"/>
              <w:bottom w:w="28" w:type="dxa"/>
            </w:tcMar>
          </w:tcPr>
          <w:p w14:paraId="6715C2B8" w14:textId="77777777" w:rsidR="00B15AD3" w:rsidRPr="000E0EE2" w:rsidRDefault="00B15AD3" w:rsidP="007A68BA">
            <w:pPr>
              <w:pStyle w:val="Tabletext"/>
              <w:rPr>
                <w:sz w:val="18"/>
                <w:szCs w:val="18"/>
              </w:rPr>
            </w:pPr>
            <w:r w:rsidRPr="000E0EE2">
              <w:t>1.3</w:t>
            </w:r>
          </w:p>
        </w:tc>
        <w:tc>
          <w:tcPr>
            <w:tcW w:w="5710" w:type="dxa"/>
            <w:tcMar>
              <w:top w:w="28" w:type="dxa"/>
              <w:bottom w:w="28" w:type="dxa"/>
            </w:tcMar>
          </w:tcPr>
          <w:p w14:paraId="48DBFB37" w14:textId="77777777" w:rsidR="00B15AD3" w:rsidRPr="000E0EE2" w:rsidRDefault="00B15AD3" w:rsidP="007A68BA">
            <w:pPr>
              <w:pStyle w:val="Tabletext"/>
              <w:rPr>
                <w:sz w:val="18"/>
                <w:szCs w:val="18"/>
              </w:rPr>
            </w:pPr>
            <w:r w:rsidRPr="000E0EE2">
              <w:t>Introduction to buoys and the light sources fitted to them</w:t>
            </w:r>
          </w:p>
        </w:tc>
        <w:tc>
          <w:tcPr>
            <w:tcW w:w="850" w:type="dxa"/>
            <w:tcMar>
              <w:top w:w="28" w:type="dxa"/>
              <w:bottom w:w="28" w:type="dxa"/>
            </w:tcMar>
          </w:tcPr>
          <w:p w14:paraId="3A4135D0" w14:textId="77777777" w:rsidR="00B15AD3" w:rsidRPr="000E0EE2" w:rsidRDefault="00B15AD3" w:rsidP="007A68BA">
            <w:pPr>
              <w:pStyle w:val="Tabletext"/>
            </w:pPr>
            <w:r w:rsidRPr="000E0EE2">
              <w:t>1</w:t>
            </w:r>
          </w:p>
        </w:tc>
        <w:tc>
          <w:tcPr>
            <w:tcW w:w="2723" w:type="dxa"/>
            <w:vMerge w:val="restart"/>
            <w:tcMar>
              <w:top w:w="28" w:type="dxa"/>
              <w:bottom w:w="28" w:type="dxa"/>
            </w:tcMar>
            <w:vAlign w:val="center"/>
          </w:tcPr>
          <w:p w14:paraId="72BA3551" w14:textId="77777777" w:rsidR="00B15AD3" w:rsidRPr="000E0EE2" w:rsidRDefault="00B15AD3" w:rsidP="007A68BA">
            <w:pPr>
              <w:pStyle w:val="Tabletext"/>
            </w:pPr>
            <w:r w:rsidRPr="000E0EE2">
              <w:t>IALA WWA L2.1.3-4</w:t>
            </w:r>
          </w:p>
        </w:tc>
        <w:tc>
          <w:tcPr>
            <w:tcW w:w="797" w:type="dxa"/>
            <w:vMerge w:val="restart"/>
            <w:tcMar>
              <w:top w:w="28" w:type="dxa"/>
              <w:bottom w:w="28" w:type="dxa"/>
            </w:tcMar>
            <w:vAlign w:val="center"/>
          </w:tcPr>
          <w:p w14:paraId="6C9C4C93" w14:textId="77777777" w:rsidR="00B15AD3" w:rsidRPr="000E0EE2" w:rsidRDefault="00B15AD3" w:rsidP="00B15AD3">
            <w:pPr>
              <w:pStyle w:val="Tabletext"/>
              <w:jc w:val="center"/>
            </w:pPr>
            <w:r w:rsidRPr="000E0EE2">
              <w:t>8</w:t>
            </w:r>
          </w:p>
        </w:tc>
        <w:tc>
          <w:tcPr>
            <w:tcW w:w="766" w:type="dxa"/>
            <w:vMerge w:val="restart"/>
            <w:vAlign w:val="center"/>
          </w:tcPr>
          <w:p w14:paraId="43328FD3" w14:textId="77777777" w:rsidR="00B15AD3" w:rsidRPr="000E0EE2" w:rsidRDefault="00B15AD3" w:rsidP="00B15AD3">
            <w:pPr>
              <w:pStyle w:val="Tabletext"/>
              <w:jc w:val="center"/>
            </w:pPr>
            <w:r w:rsidRPr="000E0EE2">
              <w:t>2</w:t>
            </w:r>
          </w:p>
        </w:tc>
      </w:tr>
      <w:tr w:rsidR="00B15AD3" w:rsidRPr="000E0EE2" w14:paraId="6B9747A6" w14:textId="77777777" w:rsidTr="00B15AD3">
        <w:trPr>
          <w:trHeight w:val="113"/>
          <w:jc w:val="center"/>
        </w:trPr>
        <w:tc>
          <w:tcPr>
            <w:tcW w:w="587" w:type="dxa"/>
            <w:vMerge/>
            <w:tcMar>
              <w:top w:w="28" w:type="dxa"/>
              <w:bottom w:w="28" w:type="dxa"/>
            </w:tcMar>
          </w:tcPr>
          <w:p w14:paraId="5A6B1D4F" w14:textId="77777777" w:rsidR="00B15AD3" w:rsidRPr="000E0EE2" w:rsidRDefault="00B15AD3" w:rsidP="007A68BA">
            <w:pPr>
              <w:pStyle w:val="Tabletext"/>
              <w:rPr>
                <w:sz w:val="18"/>
                <w:szCs w:val="18"/>
              </w:rPr>
            </w:pPr>
          </w:p>
        </w:tc>
        <w:tc>
          <w:tcPr>
            <w:tcW w:w="797" w:type="dxa"/>
            <w:tcMar>
              <w:top w:w="28" w:type="dxa"/>
              <w:bottom w:w="28" w:type="dxa"/>
            </w:tcMar>
          </w:tcPr>
          <w:p w14:paraId="5A5039FD" w14:textId="77777777" w:rsidR="00B15AD3" w:rsidRPr="000E0EE2" w:rsidRDefault="00B15AD3" w:rsidP="007A68BA">
            <w:pPr>
              <w:pStyle w:val="Tabletext"/>
              <w:rPr>
                <w:sz w:val="18"/>
                <w:szCs w:val="18"/>
              </w:rPr>
            </w:pPr>
            <w:r w:rsidRPr="000E0EE2">
              <w:t>1.4</w:t>
            </w:r>
          </w:p>
        </w:tc>
        <w:tc>
          <w:tcPr>
            <w:tcW w:w="5710" w:type="dxa"/>
            <w:tcMar>
              <w:top w:w="28" w:type="dxa"/>
              <w:bottom w:w="28" w:type="dxa"/>
            </w:tcMar>
          </w:tcPr>
          <w:p w14:paraId="52CD7407" w14:textId="77777777" w:rsidR="00B15AD3" w:rsidRPr="000E0EE2" w:rsidRDefault="00B15AD3" w:rsidP="007A68BA">
            <w:pPr>
              <w:pStyle w:val="Tabletext"/>
              <w:rPr>
                <w:sz w:val="18"/>
                <w:szCs w:val="18"/>
              </w:rPr>
            </w:pPr>
            <w:r w:rsidRPr="000E0EE2">
              <w:t>Introduction to other AtoN fitted to buoys</w:t>
            </w:r>
          </w:p>
        </w:tc>
        <w:tc>
          <w:tcPr>
            <w:tcW w:w="850" w:type="dxa"/>
            <w:tcMar>
              <w:top w:w="28" w:type="dxa"/>
              <w:bottom w:w="28" w:type="dxa"/>
            </w:tcMar>
          </w:tcPr>
          <w:p w14:paraId="2EE91792" w14:textId="7E9BC1B8" w:rsidR="00B15AD3" w:rsidRPr="000E0EE2" w:rsidRDefault="00B15AD3" w:rsidP="007A68BA">
            <w:pPr>
              <w:pStyle w:val="Tabletext"/>
            </w:pPr>
            <w:r>
              <w:t>1</w:t>
            </w:r>
          </w:p>
        </w:tc>
        <w:tc>
          <w:tcPr>
            <w:tcW w:w="2723" w:type="dxa"/>
            <w:vMerge/>
            <w:tcMar>
              <w:top w:w="28" w:type="dxa"/>
              <w:bottom w:w="28" w:type="dxa"/>
            </w:tcMar>
            <w:vAlign w:val="center"/>
          </w:tcPr>
          <w:p w14:paraId="3F3A0C83" w14:textId="77777777" w:rsidR="00B15AD3" w:rsidRPr="000E0EE2" w:rsidRDefault="00B15AD3" w:rsidP="007A68BA">
            <w:pPr>
              <w:pStyle w:val="Tabletext"/>
            </w:pPr>
          </w:p>
        </w:tc>
        <w:tc>
          <w:tcPr>
            <w:tcW w:w="797" w:type="dxa"/>
            <w:vMerge/>
            <w:tcMar>
              <w:top w:w="28" w:type="dxa"/>
              <w:bottom w:w="28" w:type="dxa"/>
            </w:tcMar>
            <w:vAlign w:val="center"/>
          </w:tcPr>
          <w:p w14:paraId="30FEDA94" w14:textId="77777777" w:rsidR="00B15AD3" w:rsidRPr="000E0EE2" w:rsidRDefault="00B15AD3" w:rsidP="00B15AD3">
            <w:pPr>
              <w:pStyle w:val="Tabletext"/>
              <w:jc w:val="center"/>
            </w:pPr>
          </w:p>
        </w:tc>
        <w:tc>
          <w:tcPr>
            <w:tcW w:w="766" w:type="dxa"/>
            <w:vMerge/>
            <w:vAlign w:val="center"/>
          </w:tcPr>
          <w:p w14:paraId="3C142334" w14:textId="77777777" w:rsidR="00B15AD3" w:rsidRPr="000E0EE2" w:rsidRDefault="00B15AD3" w:rsidP="00B15AD3">
            <w:pPr>
              <w:pStyle w:val="Tabletext"/>
              <w:jc w:val="center"/>
            </w:pPr>
          </w:p>
        </w:tc>
      </w:tr>
      <w:tr w:rsidR="007A68BA" w:rsidRPr="000E0EE2" w14:paraId="4B8D2B85" w14:textId="77777777" w:rsidTr="00B15AD3">
        <w:trPr>
          <w:trHeight w:val="113"/>
          <w:jc w:val="center"/>
        </w:trPr>
        <w:tc>
          <w:tcPr>
            <w:tcW w:w="587" w:type="dxa"/>
            <w:vMerge/>
            <w:tcMar>
              <w:top w:w="28" w:type="dxa"/>
              <w:bottom w:w="28" w:type="dxa"/>
            </w:tcMar>
          </w:tcPr>
          <w:p w14:paraId="25A48944" w14:textId="77777777" w:rsidR="007A68BA" w:rsidRPr="000E0EE2" w:rsidRDefault="007A68BA" w:rsidP="007A68BA">
            <w:pPr>
              <w:pStyle w:val="Tabletext"/>
              <w:rPr>
                <w:sz w:val="18"/>
                <w:szCs w:val="18"/>
              </w:rPr>
            </w:pPr>
          </w:p>
        </w:tc>
        <w:tc>
          <w:tcPr>
            <w:tcW w:w="797" w:type="dxa"/>
            <w:tcMar>
              <w:top w:w="28" w:type="dxa"/>
              <w:bottom w:w="28" w:type="dxa"/>
            </w:tcMar>
          </w:tcPr>
          <w:p w14:paraId="3432C727" w14:textId="77777777" w:rsidR="007A68BA" w:rsidRPr="000E0EE2" w:rsidRDefault="007A68BA" w:rsidP="007A68BA">
            <w:pPr>
              <w:pStyle w:val="Tabletext"/>
              <w:rPr>
                <w:sz w:val="18"/>
                <w:szCs w:val="18"/>
              </w:rPr>
            </w:pPr>
            <w:r w:rsidRPr="000E0EE2">
              <w:t>1.5</w:t>
            </w:r>
          </w:p>
        </w:tc>
        <w:tc>
          <w:tcPr>
            <w:tcW w:w="5710" w:type="dxa"/>
            <w:tcMar>
              <w:top w:w="28" w:type="dxa"/>
              <w:bottom w:w="28" w:type="dxa"/>
            </w:tcMar>
          </w:tcPr>
          <w:p w14:paraId="1B0EE7A8" w14:textId="77777777" w:rsidR="007A68BA" w:rsidRPr="000E0EE2" w:rsidRDefault="007A68BA" w:rsidP="007A68BA">
            <w:pPr>
              <w:pStyle w:val="Tabletext"/>
              <w:rPr>
                <w:sz w:val="18"/>
                <w:szCs w:val="18"/>
              </w:rPr>
            </w:pPr>
            <w:r w:rsidRPr="000E0EE2">
              <w:t>Buoy handling and safe working practices</w:t>
            </w:r>
          </w:p>
        </w:tc>
        <w:tc>
          <w:tcPr>
            <w:tcW w:w="850" w:type="dxa"/>
            <w:tcMar>
              <w:top w:w="28" w:type="dxa"/>
              <w:bottom w:w="28" w:type="dxa"/>
            </w:tcMar>
          </w:tcPr>
          <w:p w14:paraId="25D9CC42" w14:textId="77777777" w:rsidR="007A68BA" w:rsidRPr="000E0EE2" w:rsidRDefault="007A68BA" w:rsidP="007A68BA">
            <w:pPr>
              <w:pStyle w:val="Tabletext"/>
            </w:pPr>
            <w:r w:rsidRPr="000E0EE2">
              <w:t>3</w:t>
            </w:r>
          </w:p>
        </w:tc>
        <w:tc>
          <w:tcPr>
            <w:tcW w:w="2723" w:type="dxa"/>
            <w:vMerge w:val="restart"/>
            <w:shd w:val="clear" w:color="auto" w:fill="auto"/>
            <w:tcMar>
              <w:top w:w="28" w:type="dxa"/>
              <w:bottom w:w="28" w:type="dxa"/>
            </w:tcMar>
            <w:vAlign w:val="center"/>
          </w:tcPr>
          <w:p w14:paraId="2F7DCA9B" w14:textId="77777777" w:rsidR="007A68BA" w:rsidRPr="000E0EE2" w:rsidRDefault="007A68BA" w:rsidP="007A68BA">
            <w:pPr>
              <w:pStyle w:val="Tabletext"/>
            </w:pPr>
            <w:r w:rsidRPr="000E0EE2">
              <w:t>IALA WWA L2.1.5-6</w:t>
            </w:r>
          </w:p>
        </w:tc>
        <w:tc>
          <w:tcPr>
            <w:tcW w:w="797" w:type="dxa"/>
            <w:vMerge w:val="restart"/>
            <w:shd w:val="clear" w:color="auto" w:fill="auto"/>
            <w:tcMar>
              <w:top w:w="28" w:type="dxa"/>
              <w:bottom w:w="28" w:type="dxa"/>
            </w:tcMar>
            <w:vAlign w:val="center"/>
          </w:tcPr>
          <w:p w14:paraId="07D272DB" w14:textId="77777777" w:rsidR="007A68BA" w:rsidRPr="000E0EE2" w:rsidRDefault="007A68BA" w:rsidP="00B15AD3">
            <w:pPr>
              <w:pStyle w:val="Tabletext"/>
              <w:jc w:val="center"/>
            </w:pPr>
            <w:r w:rsidRPr="000E0EE2">
              <w:t>12</w:t>
            </w:r>
          </w:p>
        </w:tc>
        <w:tc>
          <w:tcPr>
            <w:tcW w:w="766" w:type="dxa"/>
            <w:vMerge w:val="restart"/>
            <w:vAlign w:val="center"/>
          </w:tcPr>
          <w:p w14:paraId="2F8CE72B" w14:textId="77777777" w:rsidR="007A68BA" w:rsidRPr="000E0EE2" w:rsidRDefault="007A68BA" w:rsidP="00B15AD3">
            <w:pPr>
              <w:pStyle w:val="Tabletext"/>
              <w:jc w:val="center"/>
            </w:pPr>
            <w:r w:rsidRPr="000E0EE2">
              <w:t>2</w:t>
            </w:r>
          </w:p>
        </w:tc>
      </w:tr>
      <w:tr w:rsidR="007A68BA" w:rsidRPr="000E0EE2" w14:paraId="655BA3CD" w14:textId="77777777" w:rsidTr="003A41A2">
        <w:trPr>
          <w:trHeight w:val="113"/>
          <w:jc w:val="center"/>
        </w:trPr>
        <w:tc>
          <w:tcPr>
            <w:tcW w:w="587" w:type="dxa"/>
            <w:vMerge/>
            <w:tcMar>
              <w:top w:w="28" w:type="dxa"/>
              <w:bottom w:w="28" w:type="dxa"/>
            </w:tcMar>
          </w:tcPr>
          <w:p w14:paraId="01CB716D" w14:textId="77777777" w:rsidR="007A68BA" w:rsidRPr="000E0EE2" w:rsidRDefault="007A68BA" w:rsidP="007A68BA">
            <w:pPr>
              <w:pStyle w:val="Tabletext"/>
              <w:rPr>
                <w:sz w:val="18"/>
                <w:szCs w:val="18"/>
              </w:rPr>
            </w:pPr>
          </w:p>
        </w:tc>
        <w:tc>
          <w:tcPr>
            <w:tcW w:w="797" w:type="dxa"/>
            <w:tcMar>
              <w:top w:w="28" w:type="dxa"/>
              <w:bottom w:w="28" w:type="dxa"/>
            </w:tcMar>
          </w:tcPr>
          <w:p w14:paraId="74CB097C" w14:textId="77777777" w:rsidR="007A68BA" w:rsidRPr="000E0EE2" w:rsidRDefault="007A68BA" w:rsidP="007A68BA">
            <w:pPr>
              <w:pStyle w:val="Tabletext"/>
              <w:rPr>
                <w:sz w:val="18"/>
                <w:szCs w:val="18"/>
              </w:rPr>
            </w:pPr>
            <w:r w:rsidRPr="000E0EE2">
              <w:rPr>
                <w:bCs/>
              </w:rPr>
              <w:t>1.6</w:t>
            </w:r>
          </w:p>
        </w:tc>
        <w:tc>
          <w:tcPr>
            <w:tcW w:w="5710" w:type="dxa"/>
            <w:tcMar>
              <w:top w:w="28" w:type="dxa"/>
              <w:bottom w:w="28" w:type="dxa"/>
            </w:tcMar>
          </w:tcPr>
          <w:p w14:paraId="2C37BE4E" w14:textId="77777777" w:rsidR="007A68BA" w:rsidRPr="000E0EE2" w:rsidRDefault="007A68BA" w:rsidP="007A68BA">
            <w:pPr>
              <w:pStyle w:val="Tabletext"/>
              <w:rPr>
                <w:sz w:val="18"/>
                <w:szCs w:val="18"/>
              </w:rPr>
            </w:pPr>
            <w:r w:rsidRPr="000E0EE2">
              <w:t>Buoy deployment and retrieval</w:t>
            </w:r>
          </w:p>
        </w:tc>
        <w:tc>
          <w:tcPr>
            <w:tcW w:w="850" w:type="dxa"/>
            <w:tcMar>
              <w:top w:w="28" w:type="dxa"/>
              <w:bottom w:w="28" w:type="dxa"/>
            </w:tcMar>
          </w:tcPr>
          <w:p w14:paraId="718C823C" w14:textId="77777777" w:rsidR="007A68BA" w:rsidRPr="000E0EE2" w:rsidRDefault="007A68BA" w:rsidP="007A68BA">
            <w:pPr>
              <w:pStyle w:val="Tabletext"/>
            </w:pPr>
            <w:r w:rsidRPr="000E0EE2">
              <w:t>2</w:t>
            </w:r>
          </w:p>
        </w:tc>
        <w:tc>
          <w:tcPr>
            <w:tcW w:w="2723" w:type="dxa"/>
            <w:vMerge/>
            <w:shd w:val="clear" w:color="auto" w:fill="auto"/>
            <w:tcMar>
              <w:top w:w="28" w:type="dxa"/>
              <w:bottom w:w="28" w:type="dxa"/>
            </w:tcMar>
          </w:tcPr>
          <w:p w14:paraId="366D3813" w14:textId="77777777" w:rsidR="007A68BA" w:rsidRPr="000E0EE2" w:rsidRDefault="007A68BA" w:rsidP="007A68BA">
            <w:pPr>
              <w:pStyle w:val="Tabletext"/>
            </w:pPr>
          </w:p>
        </w:tc>
        <w:tc>
          <w:tcPr>
            <w:tcW w:w="797" w:type="dxa"/>
            <w:vMerge/>
            <w:shd w:val="clear" w:color="auto" w:fill="auto"/>
            <w:tcMar>
              <w:top w:w="28" w:type="dxa"/>
              <w:bottom w:w="28" w:type="dxa"/>
            </w:tcMar>
          </w:tcPr>
          <w:p w14:paraId="170D098C" w14:textId="77777777" w:rsidR="007A68BA" w:rsidRPr="000E0EE2" w:rsidRDefault="007A68BA" w:rsidP="007A68BA">
            <w:pPr>
              <w:pStyle w:val="Tabletext"/>
            </w:pPr>
          </w:p>
        </w:tc>
        <w:tc>
          <w:tcPr>
            <w:tcW w:w="766" w:type="dxa"/>
            <w:vMerge/>
          </w:tcPr>
          <w:p w14:paraId="6A33EEC3" w14:textId="77777777" w:rsidR="007A68BA" w:rsidRPr="000E0EE2" w:rsidRDefault="007A68BA" w:rsidP="007A68BA">
            <w:pPr>
              <w:pStyle w:val="Tabletext"/>
            </w:pPr>
          </w:p>
        </w:tc>
      </w:tr>
      <w:tr w:rsidR="007A68BA" w:rsidRPr="000E0EE2" w14:paraId="71C97CAA" w14:textId="77777777" w:rsidTr="003A41A2">
        <w:trPr>
          <w:trHeight w:val="113"/>
          <w:jc w:val="center"/>
        </w:trPr>
        <w:tc>
          <w:tcPr>
            <w:tcW w:w="587" w:type="dxa"/>
            <w:vMerge/>
            <w:tcMar>
              <w:top w:w="28" w:type="dxa"/>
              <w:bottom w:w="28" w:type="dxa"/>
            </w:tcMar>
          </w:tcPr>
          <w:p w14:paraId="07A7DE12" w14:textId="77777777" w:rsidR="007A68BA" w:rsidRPr="000E0EE2" w:rsidRDefault="007A68BA" w:rsidP="007A68BA">
            <w:pPr>
              <w:pStyle w:val="Tabletext"/>
              <w:rPr>
                <w:sz w:val="18"/>
                <w:szCs w:val="18"/>
              </w:rPr>
            </w:pPr>
          </w:p>
        </w:tc>
        <w:tc>
          <w:tcPr>
            <w:tcW w:w="797" w:type="dxa"/>
            <w:tcMar>
              <w:top w:w="28" w:type="dxa"/>
              <w:bottom w:w="28" w:type="dxa"/>
            </w:tcMar>
          </w:tcPr>
          <w:p w14:paraId="4DFF0FE9" w14:textId="77777777" w:rsidR="007A68BA" w:rsidRPr="000E0EE2" w:rsidRDefault="007A68BA" w:rsidP="007A68BA">
            <w:pPr>
              <w:pStyle w:val="Tabletext"/>
              <w:rPr>
                <w:sz w:val="18"/>
                <w:szCs w:val="18"/>
              </w:rPr>
            </w:pPr>
            <w:r w:rsidRPr="000E0EE2">
              <w:t>1.7</w:t>
            </w:r>
          </w:p>
        </w:tc>
        <w:tc>
          <w:tcPr>
            <w:tcW w:w="5710" w:type="dxa"/>
            <w:tcMar>
              <w:top w:w="28" w:type="dxa"/>
              <w:bottom w:w="28" w:type="dxa"/>
            </w:tcMar>
          </w:tcPr>
          <w:p w14:paraId="4D124066" w14:textId="77777777" w:rsidR="007A68BA" w:rsidRPr="000E0EE2" w:rsidRDefault="007A68BA" w:rsidP="007A68BA">
            <w:pPr>
              <w:pStyle w:val="Tabletext"/>
              <w:rPr>
                <w:sz w:val="18"/>
                <w:szCs w:val="18"/>
              </w:rPr>
            </w:pPr>
            <w:r w:rsidRPr="000E0EE2">
              <w:t>Buoy moorings</w:t>
            </w:r>
          </w:p>
        </w:tc>
        <w:tc>
          <w:tcPr>
            <w:tcW w:w="850" w:type="dxa"/>
            <w:tcMar>
              <w:top w:w="28" w:type="dxa"/>
              <w:bottom w:w="28" w:type="dxa"/>
            </w:tcMar>
          </w:tcPr>
          <w:p w14:paraId="503D7254" w14:textId="77777777" w:rsidR="007A68BA" w:rsidRPr="000E0EE2" w:rsidRDefault="007A68BA" w:rsidP="007A68BA">
            <w:pPr>
              <w:pStyle w:val="Tabletext"/>
            </w:pPr>
            <w:r w:rsidRPr="000E0EE2">
              <w:t>2</w:t>
            </w:r>
          </w:p>
        </w:tc>
        <w:tc>
          <w:tcPr>
            <w:tcW w:w="2723" w:type="dxa"/>
            <w:tcMar>
              <w:top w:w="28" w:type="dxa"/>
              <w:bottom w:w="28" w:type="dxa"/>
            </w:tcMar>
          </w:tcPr>
          <w:p w14:paraId="6057E238" w14:textId="77777777" w:rsidR="007A68BA" w:rsidRPr="000E0EE2" w:rsidRDefault="007A68BA" w:rsidP="007A68BA">
            <w:pPr>
              <w:pStyle w:val="Tabletext"/>
            </w:pPr>
            <w:r w:rsidRPr="000E0EE2">
              <w:t>IALA WWA L2.1.7</w:t>
            </w:r>
          </w:p>
        </w:tc>
        <w:tc>
          <w:tcPr>
            <w:tcW w:w="797" w:type="dxa"/>
            <w:tcMar>
              <w:top w:w="28" w:type="dxa"/>
              <w:bottom w:w="28" w:type="dxa"/>
            </w:tcMar>
          </w:tcPr>
          <w:p w14:paraId="268E7927" w14:textId="77777777" w:rsidR="007A68BA" w:rsidRPr="000E0EE2" w:rsidRDefault="007A68BA" w:rsidP="007A68BA">
            <w:pPr>
              <w:pStyle w:val="Tabletext"/>
            </w:pPr>
            <w:r w:rsidRPr="000E0EE2">
              <w:t>7</w:t>
            </w:r>
          </w:p>
        </w:tc>
        <w:tc>
          <w:tcPr>
            <w:tcW w:w="766" w:type="dxa"/>
          </w:tcPr>
          <w:p w14:paraId="42CA9BD8" w14:textId="77777777" w:rsidR="007A68BA" w:rsidRPr="000E0EE2" w:rsidRDefault="007A68BA" w:rsidP="007A68BA">
            <w:pPr>
              <w:pStyle w:val="Tabletext"/>
            </w:pPr>
            <w:r w:rsidRPr="000E0EE2">
              <w:t>1</w:t>
            </w:r>
          </w:p>
        </w:tc>
      </w:tr>
      <w:tr w:rsidR="007A68BA" w:rsidRPr="000E0EE2" w14:paraId="1FE30DD2" w14:textId="77777777" w:rsidTr="003A41A2">
        <w:trPr>
          <w:trHeight w:val="113"/>
          <w:jc w:val="center"/>
        </w:trPr>
        <w:tc>
          <w:tcPr>
            <w:tcW w:w="587" w:type="dxa"/>
            <w:vMerge/>
            <w:tcMar>
              <w:top w:w="28" w:type="dxa"/>
              <w:bottom w:w="28" w:type="dxa"/>
            </w:tcMar>
          </w:tcPr>
          <w:p w14:paraId="59C085BC" w14:textId="77777777" w:rsidR="007A68BA" w:rsidRPr="000E0EE2" w:rsidRDefault="007A68BA" w:rsidP="007A68BA">
            <w:pPr>
              <w:pStyle w:val="Tabletext"/>
              <w:rPr>
                <w:sz w:val="18"/>
                <w:szCs w:val="18"/>
              </w:rPr>
            </w:pPr>
          </w:p>
        </w:tc>
        <w:tc>
          <w:tcPr>
            <w:tcW w:w="797" w:type="dxa"/>
            <w:tcMar>
              <w:top w:w="28" w:type="dxa"/>
              <w:bottom w:w="28" w:type="dxa"/>
            </w:tcMar>
          </w:tcPr>
          <w:p w14:paraId="49D7606D" w14:textId="77777777" w:rsidR="007A68BA" w:rsidRPr="000E0EE2" w:rsidRDefault="007A68BA" w:rsidP="007A68BA">
            <w:pPr>
              <w:pStyle w:val="Tabletext"/>
              <w:rPr>
                <w:sz w:val="18"/>
                <w:szCs w:val="18"/>
              </w:rPr>
            </w:pPr>
            <w:r w:rsidRPr="000E0EE2">
              <w:rPr>
                <w:bCs/>
              </w:rPr>
              <w:t>1.8</w:t>
            </w:r>
          </w:p>
        </w:tc>
        <w:tc>
          <w:tcPr>
            <w:tcW w:w="5710" w:type="dxa"/>
            <w:tcMar>
              <w:top w:w="28" w:type="dxa"/>
              <w:bottom w:w="28" w:type="dxa"/>
            </w:tcMar>
          </w:tcPr>
          <w:p w14:paraId="669B1B59" w14:textId="77777777" w:rsidR="007A68BA" w:rsidRPr="000E0EE2" w:rsidRDefault="007A68BA" w:rsidP="007A68BA">
            <w:pPr>
              <w:pStyle w:val="Tabletext"/>
              <w:rPr>
                <w:sz w:val="18"/>
                <w:szCs w:val="18"/>
              </w:rPr>
            </w:pPr>
            <w:r w:rsidRPr="000E0EE2">
              <w:t>Buoy cleaning</w:t>
            </w:r>
          </w:p>
        </w:tc>
        <w:tc>
          <w:tcPr>
            <w:tcW w:w="850" w:type="dxa"/>
            <w:tcMar>
              <w:top w:w="28" w:type="dxa"/>
              <w:bottom w:w="28" w:type="dxa"/>
            </w:tcMar>
          </w:tcPr>
          <w:p w14:paraId="677518CB" w14:textId="77777777" w:rsidR="007A68BA" w:rsidRPr="000E0EE2" w:rsidRDefault="007A68BA" w:rsidP="007A68BA">
            <w:pPr>
              <w:pStyle w:val="Tabletext"/>
            </w:pPr>
            <w:r w:rsidRPr="000E0EE2">
              <w:t>3</w:t>
            </w:r>
          </w:p>
        </w:tc>
        <w:tc>
          <w:tcPr>
            <w:tcW w:w="2723" w:type="dxa"/>
            <w:tcMar>
              <w:top w:w="28" w:type="dxa"/>
              <w:bottom w:w="28" w:type="dxa"/>
            </w:tcMar>
          </w:tcPr>
          <w:p w14:paraId="1245206E" w14:textId="77777777" w:rsidR="007A68BA" w:rsidRPr="000E0EE2" w:rsidRDefault="007A68BA" w:rsidP="007A68BA">
            <w:pPr>
              <w:pStyle w:val="Tabletext"/>
            </w:pPr>
            <w:r w:rsidRPr="000E0EE2">
              <w:t>IALA WWA L2.1.8</w:t>
            </w:r>
          </w:p>
        </w:tc>
        <w:tc>
          <w:tcPr>
            <w:tcW w:w="797" w:type="dxa"/>
            <w:tcMar>
              <w:top w:w="28" w:type="dxa"/>
              <w:bottom w:w="28" w:type="dxa"/>
            </w:tcMar>
          </w:tcPr>
          <w:p w14:paraId="00F9D908" w14:textId="77777777" w:rsidR="007A68BA" w:rsidRPr="000E0EE2" w:rsidRDefault="007A68BA" w:rsidP="007A68BA">
            <w:pPr>
              <w:pStyle w:val="Tabletext"/>
            </w:pPr>
            <w:r w:rsidRPr="000E0EE2">
              <w:t>11.5</w:t>
            </w:r>
          </w:p>
        </w:tc>
        <w:tc>
          <w:tcPr>
            <w:tcW w:w="766" w:type="dxa"/>
          </w:tcPr>
          <w:p w14:paraId="0C07BCCF" w14:textId="77777777" w:rsidR="007A68BA" w:rsidRPr="000E0EE2" w:rsidRDefault="007A68BA" w:rsidP="007A68BA">
            <w:pPr>
              <w:pStyle w:val="Tabletext"/>
            </w:pPr>
            <w:r w:rsidRPr="000E0EE2">
              <w:t>2</w:t>
            </w:r>
          </w:p>
        </w:tc>
      </w:tr>
      <w:tr w:rsidR="007A68BA" w:rsidRPr="000E0EE2" w14:paraId="2092D1EA" w14:textId="77777777" w:rsidTr="003A41A2">
        <w:trPr>
          <w:trHeight w:val="113"/>
          <w:jc w:val="center"/>
        </w:trPr>
        <w:tc>
          <w:tcPr>
            <w:tcW w:w="587" w:type="dxa"/>
            <w:vMerge/>
            <w:tcMar>
              <w:top w:w="28" w:type="dxa"/>
              <w:bottom w:w="28" w:type="dxa"/>
            </w:tcMar>
          </w:tcPr>
          <w:p w14:paraId="6495EE3E" w14:textId="77777777" w:rsidR="007A68BA" w:rsidRPr="000E0EE2" w:rsidRDefault="007A68BA" w:rsidP="007A68BA">
            <w:pPr>
              <w:pStyle w:val="Tabletext"/>
              <w:rPr>
                <w:sz w:val="18"/>
                <w:szCs w:val="18"/>
              </w:rPr>
            </w:pPr>
          </w:p>
        </w:tc>
        <w:tc>
          <w:tcPr>
            <w:tcW w:w="797" w:type="dxa"/>
            <w:tcMar>
              <w:top w:w="28" w:type="dxa"/>
              <w:bottom w:w="28" w:type="dxa"/>
            </w:tcMar>
          </w:tcPr>
          <w:p w14:paraId="66E1A483" w14:textId="77777777" w:rsidR="007A68BA" w:rsidRPr="000E0EE2" w:rsidRDefault="007A68BA" w:rsidP="007A68BA">
            <w:pPr>
              <w:pStyle w:val="Tabletext"/>
              <w:rPr>
                <w:sz w:val="18"/>
                <w:szCs w:val="18"/>
              </w:rPr>
            </w:pPr>
            <w:r w:rsidRPr="000E0EE2">
              <w:rPr>
                <w:bCs/>
              </w:rPr>
              <w:t>1.9</w:t>
            </w:r>
          </w:p>
        </w:tc>
        <w:tc>
          <w:tcPr>
            <w:tcW w:w="5710" w:type="dxa"/>
            <w:tcMar>
              <w:top w:w="28" w:type="dxa"/>
              <w:bottom w:w="28" w:type="dxa"/>
            </w:tcMar>
          </w:tcPr>
          <w:p w14:paraId="797131F8" w14:textId="77777777" w:rsidR="007A68BA" w:rsidRPr="000E0EE2" w:rsidRDefault="007A68BA" w:rsidP="007A68BA">
            <w:pPr>
              <w:pStyle w:val="Tabletext"/>
              <w:rPr>
                <w:sz w:val="18"/>
                <w:szCs w:val="18"/>
              </w:rPr>
            </w:pPr>
            <w:r w:rsidRPr="000E0EE2">
              <w:t>Introduction to buoy positions</w:t>
            </w:r>
          </w:p>
        </w:tc>
        <w:tc>
          <w:tcPr>
            <w:tcW w:w="850" w:type="dxa"/>
            <w:tcMar>
              <w:top w:w="28" w:type="dxa"/>
              <w:bottom w:w="28" w:type="dxa"/>
            </w:tcMar>
          </w:tcPr>
          <w:p w14:paraId="0696E504"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65DC8FE9" w14:textId="77777777" w:rsidR="007A68BA" w:rsidRPr="000E0EE2" w:rsidRDefault="007A68BA" w:rsidP="007A68BA">
            <w:pPr>
              <w:pStyle w:val="Tabletext"/>
            </w:pPr>
            <w:r w:rsidRPr="000E0EE2">
              <w:t>IALA WWA L2.1.9</w:t>
            </w:r>
          </w:p>
        </w:tc>
        <w:tc>
          <w:tcPr>
            <w:tcW w:w="797" w:type="dxa"/>
            <w:tcMar>
              <w:top w:w="28" w:type="dxa"/>
              <w:bottom w:w="28" w:type="dxa"/>
            </w:tcMar>
          </w:tcPr>
          <w:p w14:paraId="5989C618" w14:textId="77777777" w:rsidR="007A68BA" w:rsidRPr="000E0EE2" w:rsidRDefault="007A68BA" w:rsidP="007A68BA">
            <w:pPr>
              <w:pStyle w:val="Tabletext"/>
            </w:pPr>
            <w:r w:rsidRPr="000E0EE2">
              <w:t>4.5</w:t>
            </w:r>
          </w:p>
        </w:tc>
        <w:tc>
          <w:tcPr>
            <w:tcW w:w="766" w:type="dxa"/>
          </w:tcPr>
          <w:p w14:paraId="15816881" w14:textId="77777777" w:rsidR="007A68BA" w:rsidRPr="000E0EE2" w:rsidRDefault="007A68BA" w:rsidP="007A68BA">
            <w:pPr>
              <w:pStyle w:val="Tabletext"/>
            </w:pPr>
            <w:r w:rsidRPr="000E0EE2">
              <w:t>1</w:t>
            </w:r>
          </w:p>
        </w:tc>
      </w:tr>
      <w:tr w:rsidR="007A68BA" w:rsidRPr="000E0EE2" w14:paraId="47AAC422" w14:textId="77777777" w:rsidTr="003A41A2">
        <w:trPr>
          <w:trHeight w:val="113"/>
          <w:jc w:val="center"/>
        </w:trPr>
        <w:tc>
          <w:tcPr>
            <w:tcW w:w="587" w:type="dxa"/>
            <w:vMerge/>
            <w:tcMar>
              <w:top w:w="28" w:type="dxa"/>
              <w:bottom w:w="28" w:type="dxa"/>
            </w:tcMar>
          </w:tcPr>
          <w:p w14:paraId="3B8BC890" w14:textId="77777777" w:rsidR="007A68BA" w:rsidRPr="000E0EE2" w:rsidRDefault="007A68BA" w:rsidP="007A68BA">
            <w:pPr>
              <w:pStyle w:val="Tabletext"/>
              <w:rPr>
                <w:sz w:val="18"/>
                <w:szCs w:val="18"/>
              </w:rPr>
            </w:pPr>
          </w:p>
        </w:tc>
        <w:tc>
          <w:tcPr>
            <w:tcW w:w="797" w:type="dxa"/>
            <w:tcMar>
              <w:top w:w="28" w:type="dxa"/>
              <w:bottom w:w="28" w:type="dxa"/>
            </w:tcMar>
          </w:tcPr>
          <w:p w14:paraId="7C9A0BE2" w14:textId="77777777" w:rsidR="007A68BA" w:rsidRPr="000E0EE2" w:rsidRDefault="007A68BA" w:rsidP="007A68BA">
            <w:pPr>
              <w:pStyle w:val="Tabletext"/>
              <w:rPr>
                <w:sz w:val="18"/>
                <w:szCs w:val="18"/>
              </w:rPr>
            </w:pPr>
            <w:r w:rsidRPr="000E0EE2">
              <w:rPr>
                <w:bCs/>
              </w:rPr>
              <w:t>1.10</w:t>
            </w:r>
          </w:p>
        </w:tc>
        <w:tc>
          <w:tcPr>
            <w:tcW w:w="5710" w:type="dxa"/>
            <w:tcMar>
              <w:top w:w="28" w:type="dxa"/>
              <w:bottom w:w="28" w:type="dxa"/>
            </w:tcMar>
          </w:tcPr>
          <w:p w14:paraId="3CC6D98F" w14:textId="77777777" w:rsidR="007A68BA" w:rsidRPr="000E0EE2" w:rsidRDefault="007A68BA" w:rsidP="007A68BA">
            <w:pPr>
              <w:pStyle w:val="Tabletext"/>
              <w:rPr>
                <w:sz w:val="18"/>
                <w:szCs w:val="18"/>
              </w:rPr>
            </w:pPr>
            <w:r w:rsidRPr="000E0EE2">
              <w:t>Maintenance of plastic buoys</w:t>
            </w:r>
          </w:p>
        </w:tc>
        <w:tc>
          <w:tcPr>
            <w:tcW w:w="850" w:type="dxa"/>
            <w:shd w:val="clear" w:color="auto" w:fill="auto"/>
            <w:tcMar>
              <w:top w:w="28" w:type="dxa"/>
              <w:bottom w:w="28" w:type="dxa"/>
            </w:tcMar>
          </w:tcPr>
          <w:p w14:paraId="3395118D"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78CF1673" w14:textId="77777777" w:rsidR="007A68BA" w:rsidRPr="000E0EE2" w:rsidRDefault="007A68BA" w:rsidP="007A68BA">
            <w:pPr>
              <w:pStyle w:val="Tabletext"/>
            </w:pPr>
            <w:r w:rsidRPr="000E0EE2">
              <w:t>IALA WWA L2.1.10</w:t>
            </w:r>
          </w:p>
        </w:tc>
        <w:tc>
          <w:tcPr>
            <w:tcW w:w="797" w:type="dxa"/>
            <w:shd w:val="clear" w:color="auto" w:fill="auto"/>
            <w:tcMar>
              <w:top w:w="28" w:type="dxa"/>
              <w:bottom w:w="28" w:type="dxa"/>
            </w:tcMar>
          </w:tcPr>
          <w:p w14:paraId="3B9D3DE0" w14:textId="77777777" w:rsidR="007A68BA" w:rsidRPr="000E0EE2" w:rsidRDefault="007A68BA" w:rsidP="007A68BA">
            <w:pPr>
              <w:pStyle w:val="Tabletext"/>
            </w:pPr>
            <w:r w:rsidRPr="000E0EE2">
              <w:t>9</w:t>
            </w:r>
          </w:p>
        </w:tc>
        <w:tc>
          <w:tcPr>
            <w:tcW w:w="766" w:type="dxa"/>
            <w:shd w:val="clear" w:color="auto" w:fill="auto"/>
          </w:tcPr>
          <w:p w14:paraId="1A5B9D35" w14:textId="77777777" w:rsidR="007A68BA" w:rsidRPr="000E0EE2" w:rsidRDefault="007A68BA" w:rsidP="007A68BA">
            <w:pPr>
              <w:pStyle w:val="Tabletext"/>
            </w:pPr>
            <w:r w:rsidRPr="000E0EE2">
              <w:t>2</w:t>
            </w:r>
          </w:p>
        </w:tc>
      </w:tr>
      <w:tr w:rsidR="007A68BA" w:rsidRPr="000E0EE2" w14:paraId="027B3496" w14:textId="77777777" w:rsidTr="003A41A2">
        <w:trPr>
          <w:trHeight w:val="113"/>
          <w:jc w:val="center"/>
        </w:trPr>
        <w:tc>
          <w:tcPr>
            <w:tcW w:w="587" w:type="dxa"/>
            <w:vMerge/>
            <w:tcMar>
              <w:top w:w="28" w:type="dxa"/>
              <w:bottom w:w="28" w:type="dxa"/>
            </w:tcMar>
          </w:tcPr>
          <w:p w14:paraId="7D3329EF" w14:textId="77777777" w:rsidR="007A68BA" w:rsidRPr="000E0EE2" w:rsidRDefault="007A68BA" w:rsidP="007A68BA">
            <w:pPr>
              <w:pStyle w:val="Tabletext"/>
              <w:rPr>
                <w:sz w:val="18"/>
                <w:szCs w:val="18"/>
              </w:rPr>
            </w:pPr>
          </w:p>
        </w:tc>
        <w:tc>
          <w:tcPr>
            <w:tcW w:w="797" w:type="dxa"/>
            <w:tcMar>
              <w:top w:w="28" w:type="dxa"/>
              <w:bottom w:w="28" w:type="dxa"/>
            </w:tcMar>
          </w:tcPr>
          <w:p w14:paraId="2EDCB102" w14:textId="77777777" w:rsidR="007A68BA" w:rsidRPr="000E0EE2" w:rsidRDefault="007A68BA" w:rsidP="007A68BA">
            <w:pPr>
              <w:pStyle w:val="Tabletext"/>
              <w:rPr>
                <w:sz w:val="18"/>
                <w:szCs w:val="18"/>
              </w:rPr>
            </w:pPr>
            <w:r w:rsidRPr="000E0EE2">
              <w:rPr>
                <w:bCs/>
              </w:rPr>
              <w:t>1.11</w:t>
            </w:r>
          </w:p>
        </w:tc>
        <w:tc>
          <w:tcPr>
            <w:tcW w:w="5710" w:type="dxa"/>
            <w:tcMar>
              <w:top w:w="28" w:type="dxa"/>
              <w:bottom w:w="28" w:type="dxa"/>
            </w:tcMar>
          </w:tcPr>
          <w:p w14:paraId="637F64E1" w14:textId="77777777" w:rsidR="007A68BA" w:rsidRPr="000E0EE2" w:rsidRDefault="007A68BA" w:rsidP="007A68BA">
            <w:pPr>
              <w:pStyle w:val="Tabletext"/>
              <w:rPr>
                <w:sz w:val="18"/>
                <w:szCs w:val="18"/>
              </w:rPr>
            </w:pPr>
            <w:r w:rsidRPr="000E0EE2">
              <w:t>Maintenance of steel buoys</w:t>
            </w:r>
          </w:p>
        </w:tc>
        <w:tc>
          <w:tcPr>
            <w:tcW w:w="850" w:type="dxa"/>
            <w:tcMar>
              <w:top w:w="28" w:type="dxa"/>
              <w:bottom w:w="28" w:type="dxa"/>
            </w:tcMar>
          </w:tcPr>
          <w:p w14:paraId="294DECB2"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2D7E4427" w14:textId="77777777" w:rsidR="007A68BA" w:rsidRPr="000E0EE2" w:rsidRDefault="007A68BA" w:rsidP="007A68BA">
            <w:pPr>
              <w:pStyle w:val="Tabletext"/>
            </w:pPr>
            <w:r w:rsidRPr="000E0EE2">
              <w:t>IALA WWA L2.1.11</w:t>
            </w:r>
          </w:p>
        </w:tc>
        <w:tc>
          <w:tcPr>
            <w:tcW w:w="797" w:type="dxa"/>
            <w:tcMar>
              <w:top w:w="28" w:type="dxa"/>
              <w:bottom w:w="28" w:type="dxa"/>
            </w:tcMar>
          </w:tcPr>
          <w:p w14:paraId="60095DB0" w14:textId="77777777" w:rsidR="007A68BA" w:rsidRPr="000E0EE2" w:rsidRDefault="007A68BA" w:rsidP="007A68BA">
            <w:pPr>
              <w:pStyle w:val="Tabletext"/>
            </w:pPr>
            <w:r w:rsidRPr="000E0EE2">
              <w:t>11</w:t>
            </w:r>
          </w:p>
        </w:tc>
        <w:tc>
          <w:tcPr>
            <w:tcW w:w="766" w:type="dxa"/>
          </w:tcPr>
          <w:p w14:paraId="625C1AC0" w14:textId="77777777" w:rsidR="007A68BA" w:rsidRPr="000E0EE2" w:rsidRDefault="007A68BA" w:rsidP="007A68BA">
            <w:pPr>
              <w:pStyle w:val="Tabletext"/>
            </w:pPr>
            <w:r w:rsidRPr="000E0EE2">
              <w:t>2</w:t>
            </w:r>
          </w:p>
        </w:tc>
      </w:tr>
      <w:tr w:rsidR="007A68BA" w:rsidRPr="000E0EE2" w14:paraId="7EE0AC40" w14:textId="77777777" w:rsidTr="003A41A2">
        <w:trPr>
          <w:trHeight w:val="113"/>
          <w:jc w:val="center"/>
        </w:trPr>
        <w:tc>
          <w:tcPr>
            <w:tcW w:w="587" w:type="dxa"/>
            <w:vMerge/>
            <w:tcMar>
              <w:top w:w="28" w:type="dxa"/>
              <w:bottom w:w="28" w:type="dxa"/>
            </w:tcMar>
          </w:tcPr>
          <w:p w14:paraId="4B9D0322" w14:textId="77777777" w:rsidR="007A68BA" w:rsidRPr="000E0EE2" w:rsidRDefault="007A68BA" w:rsidP="007A68BA">
            <w:pPr>
              <w:pStyle w:val="Tabletext"/>
              <w:rPr>
                <w:sz w:val="18"/>
                <w:szCs w:val="18"/>
              </w:rPr>
            </w:pPr>
          </w:p>
        </w:tc>
        <w:tc>
          <w:tcPr>
            <w:tcW w:w="797" w:type="dxa"/>
            <w:tcMar>
              <w:top w:w="28" w:type="dxa"/>
              <w:bottom w:w="28" w:type="dxa"/>
            </w:tcMar>
          </w:tcPr>
          <w:p w14:paraId="618E025F" w14:textId="77777777" w:rsidR="007A68BA" w:rsidRPr="000E0EE2" w:rsidRDefault="007A68BA" w:rsidP="007A68BA">
            <w:pPr>
              <w:pStyle w:val="Tabletext"/>
              <w:rPr>
                <w:sz w:val="18"/>
                <w:szCs w:val="18"/>
              </w:rPr>
            </w:pPr>
            <w:r w:rsidRPr="000E0EE2">
              <w:rPr>
                <w:bCs/>
              </w:rPr>
              <w:t>1.12</w:t>
            </w:r>
          </w:p>
        </w:tc>
        <w:tc>
          <w:tcPr>
            <w:tcW w:w="5710" w:type="dxa"/>
            <w:tcMar>
              <w:top w:w="28" w:type="dxa"/>
              <w:bottom w:w="28" w:type="dxa"/>
            </w:tcMar>
          </w:tcPr>
          <w:p w14:paraId="1FFDF13F" w14:textId="77777777" w:rsidR="007A68BA" w:rsidRPr="000E0EE2" w:rsidRDefault="007A68BA" w:rsidP="007A68BA">
            <w:pPr>
              <w:pStyle w:val="Tabletext"/>
              <w:rPr>
                <w:sz w:val="18"/>
                <w:szCs w:val="18"/>
              </w:rPr>
            </w:pPr>
            <w:r w:rsidRPr="000E0EE2">
              <w:t>Introduction to power sources on buoys</w:t>
            </w:r>
          </w:p>
        </w:tc>
        <w:tc>
          <w:tcPr>
            <w:tcW w:w="850" w:type="dxa"/>
            <w:tcMar>
              <w:top w:w="28" w:type="dxa"/>
              <w:bottom w:w="28" w:type="dxa"/>
            </w:tcMar>
          </w:tcPr>
          <w:p w14:paraId="6C1CC597" w14:textId="77777777" w:rsidR="007A68BA" w:rsidRPr="000E0EE2" w:rsidRDefault="007A68BA" w:rsidP="007A68BA">
            <w:pPr>
              <w:pStyle w:val="Tabletext"/>
            </w:pPr>
            <w:r w:rsidRPr="000E0EE2">
              <w:t>1</w:t>
            </w:r>
          </w:p>
        </w:tc>
        <w:tc>
          <w:tcPr>
            <w:tcW w:w="2723" w:type="dxa"/>
            <w:tcMar>
              <w:top w:w="28" w:type="dxa"/>
              <w:bottom w:w="28" w:type="dxa"/>
            </w:tcMar>
          </w:tcPr>
          <w:p w14:paraId="26D52B8A" w14:textId="77777777" w:rsidR="007A68BA" w:rsidRPr="000E0EE2" w:rsidRDefault="007A68BA" w:rsidP="007A68BA">
            <w:pPr>
              <w:pStyle w:val="Tabletext"/>
            </w:pPr>
            <w:r w:rsidRPr="000E0EE2">
              <w:t>IALA WWA L2.1.12</w:t>
            </w:r>
          </w:p>
        </w:tc>
        <w:tc>
          <w:tcPr>
            <w:tcW w:w="797" w:type="dxa"/>
            <w:tcMar>
              <w:top w:w="28" w:type="dxa"/>
              <w:bottom w:w="28" w:type="dxa"/>
            </w:tcMar>
          </w:tcPr>
          <w:p w14:paraId="5AF4265F" w14:textId="77777777" w:rsidR="007A68BA" w:rsidRPr="000E0EE2" w:rsidRDefault="007A68BA" w:rsidP="007A68BA">
            <w:pPr>
              <w:pStyle w:val="Tabletext"/>
            </w:pPr>
            <w:r w:rsidRPr="000E0EE2">
              <w:t>10.5</w:t>
            </w:r>
          </w:p>
        </w:tc>
        <w:tc>
          <w:tcPr>
            <w:tcW w:w="766" w:type="dxa"/>
          </w:tcPr>
          <w:p w14:paraId="6370F129" w14:textId="77777777" w:rsidR="007A68BA" w:rsidRPr="000E0EE2" w:rsidRDefault="007A68BA" w:rsidP="007A68BA">
            <w:pPr>
              <w:pStyle w:val="Tabletext"/>
            </w:pPr>
            <w:r w:rsidRPr="000E0EE2">
              <w:t>2</w:t>
            </w:r>
          </w:p>
        </w:tc>
      </w:tr>
      <w:tr w:rsidR="007A68BA" w:rsidRPr="000E0EE2" w14:paraId="5502D9EA" w14:textId="77777777" w:rsidTr="003A41A2">
        <w:trPr>
          <w:trHeight w:val="113"/>
          <w:jc w:val="center"/>
        </w:trPr>
        <w:tc>
          <w:tcPr>
            <w:tcW w:w="587" w:type="dxa"/>
            <w:vMerge/>
            <w:tcMar>
              <w:top w:w="28" w:type="dxa"/>
              <w:bottom w:w="28" w:type="dxa"/>
            </w:tcMar>
          </w:tcPr>
          <w:p w14:paraId="0C3D04D8" w14:textId="77777777" w:rsidR="007A68BA" w:rsidRPr="000E0EE2" w:rsidRDefault="007A68BA" w:rsidP="007A68BA">
            <w:pPr>
              <w:pStyle w:val="Tabletext"/>
              <w:rPr>
                <w:sz w:val="18"/>
                <w:szCs w:val="18"/>
              </w:rPr>
            </w:pPr>
          </w:p>
        </w:tc>
        <w:tc>
          <w:tcPr>
            <w:tcW w:w="797" w:type="dxa"/>
            <w:tcMar>
              <w:top w:w="28" w:type="dxa"/>
              <w:bottom w:w="28" w:type="dxa"/>
            </w:tcMar>
          </w:tcPr>
          <w:p w14:paraId="1BEF9409" w14:textId="77777777" w:rsidR="007A68BA" w:rsidRPr="000E0EE2" w:rsidRDefault="007A68BA" w:rsidP="007A68BA">
            <w:pPr>
              <w:pStyle w:val="Tabletext"/>
              <w:rPr>
                <w:sz w:val="18"/>
                <w:szCs w:val="18"/>
              </w:rPr>
            </w:pPr>
            <w:r w:rsidRPr="000E0EE2">
              <w:rPr>
                <w:bCs/>
              </w:rPr>
              <w:t>1.13</w:t>
            </w:r>
          </w:p>
        </w:tc>
        <w:tc>
          <w:tcPr>
            <w:tcW w:w="5710" w:type="dxa"/>
            <w:tcMar>
              <w:top w:w="28" w:type="dxa"/>
              <w:bottom w:w="28" w:type="dxa"/>
            </w:tcMar>
          </w:tcPr>
          <w:p w14:paraId="510ECE46" w14:textId="77777777" w:rsidR="007A68BA" w:rsidRPr="000E0EE2" w:rsidRDefault="007A68BA" w:rsidP="007A68BA">
            <w:pPr>
              <w:pStyle w:val="Tabletext"/>
              <w:rPr>
                <w:sz w:val="18"/>
                <w:szCs w:val="18"/>
              </w:rPr>
            </w:pPr>
            <w:r w:rsidRPr="000E0EE2">
              <w:t>Introduction to remote monitoring of AtoN</w:t>
            </w:r>
          </w:p>
        </w:tc>
        <w:tc>
          <w:tcPr>
            <w:tcW w:w="850" w:type="dxa"/>
            <w:tcMar>
              <w:top w:w="28" w:type="dxa"/>
              <w:bottom w:w="28" w:type="dxa"/>
            </w:tcMar>
          </w:tcPr>
          <w:p w14:paraId="400C2554"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2D00CF73" w14:textId="77777777" w:rsidR="007A68BA" w:rsidRPr="000E0EE2" w:rsidRDefault="007A68BA" w:rsidP="007A68BA">
            <w:pPr>
              <w:pStyle w:val="Tabletext"/>
            </w:pPr>
            <w:r w:rsidRPr="000E0EE2">
              <w:t>IALA WWA L2.1.13</w:t>
            </w:r>
          </w:p>
        </w:tc>
        <w:tc>
          <w:tcPr>
            <w:tcW w:w="797" w:type="dxa"/>
            <w:tcMar>
              <w:top w:w="28" w:type="dxa"/>
              <w:bottom w:w="28" w:type="dxa"/>
            </w:tcMar>
          </w:tcPr>
          <w:p w14:paraId="132330A4" w14:textId="77777777" w:rsidR="007A68BA" w:rsidRPr="000E0EE2" w:rsidRDefault="007A68BA" w:rsidP="007A68BA">
            <w:pPr>
              <w:pStyle w:val="Tabletext"/>
            </w:pPr>
            <w:r w:rsidRPr="000E0EE2">
              <w:t>7</w:t>
            </w:r>
          </w:p>
        </w:tc>
        <w:tc>
          <w:tcPr>
            <w:tcW w:w="766" w:type="dxa"/>
          </w:tcPr>
          <w:p w14:paraId="480DD074" w14:textId="77777777" w:rsidR="007A68BA" w:rsidRPr="000E0EE2" w:rsidRDefault="007A68BA" w:rsidP="007A68BA">
            <w:pPr>
              <w:pStyle w:val="Tabletext"/>
            </w:pPr>
            <w:r w:rsidRPr="000E0EE2">
              <w:t>1</w:t>
            </w:r>
          </w:p>
        </w:tc>
      </w:tr>
      <w:tr w:rsidR="007A68BA" w:rsidRPr="000E0EE2" w14:paraId="353D85C5" w14:textId="77777777" w:rsidTr="003A41A2">
        <w:trPr>
          <w:trHeight w:val="113"/>
          <w:jc w:val="center"/>
        </w:trPr>
        <w:tc>
          <w:tcPr>
            <w:tcW w:w="587" w:type="dxa"/>
            <w:vMerge/>
            <w:tcMar>
              <w:top w:w="28" w:type="dxa"/>
              <w:bottom w:w="28" w:type="dxa"/>
            </w:tcMar>
          </w:tcPr>
          <w:p w14:paraId="696ED5CC" w14:textId="77777777" w:rsidR="007A68BA" w:rsidRPr="000E0EE2" w:rsidRDefault="007A68BA" w:rsidP="007A68BA">
            <w:pPr>
              <w:pStyle w:val="Tabletext"/>
              <w:rPr>
                <w:sz w:val="18"/>
                <w:szCs w:val="18"/>
              </w:rPr>
            </w:pPr>
          </w:p>
        </w:tc>
        <w:tc>
          <w:tcPr>
            <w:tcW w:w="797" w:type="dxa"/>
            <w:tcMar>
              <w:top w:w="28" w:type="dxa"/>
              <w:bottom w:w="28" w:type="dxa"/>
            </w:tcMar>
          </w:tcPr>
          <w:p w14:paraId="5C0CF39C" w14:textId="77777777" w:rsidR="007A68BA" w:rsidRPr="000E0EE2" w:rsidRDefault="007A68BA" w:rsidP="007A68BA">
            <w:pPr>
              <w:pStyle w:val="Tabletext"/>
              <w:rPr>
                <w:sz w:val="18"/>
                <w:szCs w:val="18"/>
              </w:rPr>
            </w:pPr>
            <w:r w:rsidRPr="000E0EE2">
              <w:rPr>
                <w:bCs/>
              </w:rPr>
              <w:t>1.14</w:t>
            </w:r>
          </w:p>
        </w:tc>
        <w:tc>
          <w:tcPr>
            <w:tcW w:w="5710" w:type="dxa"/>
            <w:tcMar>
              <w:top w:w="28" w:type="dxa"/>
              <w:bottom w:w="28" w:type="dxa"/>
            </w:tcMar>
          </w:tcPr>
          <w:p w14:paraId="77EA9537" w14:textId="77777777" w:rsidR="007A68BA" w:rsidRPr="000E0EE2" w:rsidRDefault="007A68BA" w:rsidP="007A68BA">
            <w:pPr>
              <w:pStyle w:val="Tabletext"/>
            </w:pPr>
            <w:r w:rsidRPr="000E0EE2">
              <w:t>Introduction to shore marks</w:t>
            </w:r>
          </w:p>
        </w:tc>
        <w:tc>
          <w:tcPr>
            <w:tcW w:w="850" w:type="dxa"/>
            <w:tcMar>
              <w:top w:w="28" w:type="dxa"/>
              <w:bottom w:w="28" w:type="dxa"/>
            </w:tcMar>
          </w:tcPr>
          <w:p w14:paraId="7D6B4E3F"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18A5BD0D" w14:textId="77777777" w:rsidR="007A68BA" w:rsidRPr="000E0EE2" w:rsidRDefault="007A68BA" w:rsidP="007A68BA">
            <w:pPr>
              <w:pStyle w:val="Tabletext"/>
            </w:pPr>
            <w:r w:rsidRPr="000E0EE2">
              <w:t>IALA WWA L2.1.14</w:t>
            </w:r>
          </w:p>
        </w:tc>
        <w:tc>
          <w:tcPr>
            <w:tcW w:w="797" w:type="dxa"/>
            <w:tcMar>
              <w:top w:w="28" w:type="dxa"/>
              <w:bottom w:w="28" w:type="dxa"/>
            </w:tcMar>
          </w:tcPr>
          <w:p w14:paraId="2952606F" w14:textId="77777777" w:rsidR="007A68BA" w:rsidRPr="000E0EE2" w:rsidRDefault="007A68BA" w:rsidP="007A68BA">
            <w:pPr>
              <w:pStyle w:val="Tabletext"/>
            </w:pPr>
            <w:r w:rsidRPr="000E0EE2">
              <w:t>6</w:t>
            </w:r>
          </w:p>
        </w:tc>
        <w:tc>
          <w:tcPr>
            <w:tcW w:w="766" w:type="dxa"/>
          </w:tcPr>
          <w:p w14:paraId="584A4B74" w14:textId="77777777" w:rsidR="007A68BA" w:rsidRPr="000E0EE2" w:rsidRDefault="007A68BA" w:rsidP="007A68BA">
            <w:pPr>
              <w:pStyle w:val="Tabletext"/>
            </w:pPr>
            <w:r w:rsidRPr="000E0EE2">
              <w:t>1</w:t>
            </w:r>
          </w:p>
        </w:tc>
      </w:tr>
    </w:tbl>
    <w:p w14:paraId="7F2D046B" w14:textId="77777777" w:rsidR="0042518D" w:rsidRPr="000E0EE2" w:rsidRDefault="0042518D" w:rsidP="007A68BA">
      <w:pPr>
        <w:pStyle w:val="BodyText"/>
        <w:jc w:val="center"/>
      </w:pPr>
    </w:p>
    <w:p w14:paraId="64E85F1B" w14:textId="1C58146B" w:rsidR="00BE075E" w:rsidRPr="000E0EE2" w:rsidRDefault="00BE075E" w:rsidP="00BE075E">
      <w:pPr>
        <w:pStyle w:val="Heading1"/>
        <w:rPr>
          <w:rFonts w:ascii="Calibri" w:hAnsi="Calibri" w:cs="Arial"/>
        </w:rPr>
      </w:pPr>
      <w:bookmarkStart w:id="64" w:name="_Toc431993298"/>
      <w:bookmarkStart w:id="65" w:name="_Toc449336801"/>
      <w:r w:rsidRPr="000E0EE2">
        <w:rPr>
          <w:rFonts w:ascii="Calibri" w:hAnsi="Calibri" w:cs="Arial"/>
        </w:rPr>
        <w:t>MODEL COURSE TEACHING SYLLABUS FOR AtoN LEVEL 2 TECHNICIANS – MODULE 2 – Power Supplies</w:t>
      </w:r>
      <w:bookmarkEnd w:id="64"/>
      <w:bookmarkEnd w:id="65"/>
    </w:p>
    <w:p w14:paraId="3974B0DC" w14:textId="77777777" w:rsidR="00BE075E" w:rsidRPr="000E0EE2" w:rsidRDefault="00BE075E" w:rsidP="00BE075E">
      <w:pPr>
        <w:pStyle w:val="Heading1separatationline"/>
      </w:pPr>
    </w:p>
    <w:p w14:paraId="2A702AE1" w14:textId="77777777" w:rsidR="00BE075E" w:rsidRPr="000E0EE2" w:rsidRDefault="00BE075E" w:rsidP="00BE075E">
      <w:pPr>
        <w:pStyle w:val="Tablecaption"/>
        <w:jc w:val="center"/>
      </w:pPr>
      <w:bookmarkStart w:id="66" w:name="_Toc196487040"/>
      <w:bookmarkStart w:id="67" w:name="_Toc196487103"/>
      <w:bookmarkStart w:id="68" w:name="_Toc196487125"/>
      <w:bookmarkStart w:id="69" w:name="_Toc369087493"/>
      <w:bookmarkStart w:id="70" w:name="_Toc449336814"/>
      <w:r w:rsidRPr="000E0EE2">
        <w:t>Teaching Syllabus Module 2 – Power Supplies</w:t>
      </w:r>
      <w:bookmarkEnd w:id="66"/>
      <w:bookmarkEnd w:id="67"/>
      <w:bookmarkEnd w:id="68"/>
      <w:bookmarkEnd w:id="69"/>
      <w:bookmarkEnd w:id="7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710"/>
        <w:gridCol w:w="850"/>
        <w:gridCol w:w="2547"/>
        <w:gridCol w:w="798"/>
        <w:gridCol w:w="889"/>
      </w:tblGrid>
      <w:tr w:rsidR="003A41A2" w:rsidRPr="000E0EE2" w14:paraId="76760941" w14:textId="77777777" w:rsidTr="003A41A2">
        <w:trPr>
          <w:cantSplit/>
          <w:trHeight w:val="1767"/>
          <w:jc w:val="center"/>
        </w:trPr>
        <w:tc>
          <w:tcPr>
            <w:tcW w:w="587" w:type="dxa"/>
            <w:tcMar>
              <w:top w:w="28" w:type="dxa"/>
              <w:bottom w:w="28" w:type="dxa"/>
            </w:tcMar>
            <w:textDirection w:val="btLr"/>
            <w:vAlign w:val="center"/>
          </w:tcPr>
          <w:p w14:paraId="7B2770BE" w14:textId="77777777" w:rsidR="00BE075E" w:rsidRPr="000E0EE2" w:rsidRDefault="00BE075E" w:rsidP="00BE075E">
            <w:pPr>
              <w:pStyle w:val="Tableheading"/>
              <w:rPr>
                <w:lang w:val="en-GB"/>
              </w:rPr>
            </w:pPr>
            <w:r w:rsidRPr="000E0EE2">
              <w:rPr>
                <w:lang w:val="en-GB"/>
              </w:rPr>
              <w:t>Module</w:t>
            </w:r>
          </w:p>
        </w:tc>
        <w:tc>
          <w:tcPr>
            <w:tcW w:w="696" w:type="dxa"/>
            <w:tcMar>
              <w:top w:w="28" w:type="dxa"/>
              <w:bottom w:w="28" w:type="dxa"/>
            </w:tcMar>
            <w:textDirection w:val="btLr"/>
            <w:vAlign w:val="center"/>
          </w:tcPr>
          <w:p w14:paraId="331D2196" w14:textId="77777777" w:rsidR="00BE075E" w:rsidRPr="000E0EE2" w:rsidRDefault="00BE075E" w:rsidP="00BE075E">
            <w:pPr>
              <w:pStyle w:val="Tableheading"/>
              <w:rPr>
                <w:lang w:val="en-GB"/>
              </w:rPr>
            </w:pPr>
            <w:r w:rsidRPr="000E0EE2">
              <w:rPr>
                <w:lang w:val="en-GB"/>
              </w:rPr>
              <w:t>Element</w:t>
            </w:r>
          </w:p>
        </w:tc>
        <w:tc>
          <w:tcPr>
            <w:tcW w:w="5710" w:type="dxa"/>
            <w:tcMar>
              <w:top w:w="28" w:type="dxa"/>
              <w:bottom w:w="28" w:type="dxa"/>
            </w:tcMar>
            <w:vAlign w:val="center"/>
          </w:tcPr>
          <w:p w14:paraId="7F9E3501" w14:textId="77777777" w:rsidR="00BE075E" w:rsidRPr="000E0EE2" w:rsidRDefault="00BE075E" w:rsidP="00BE075E">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73646C6F" w14:textId="77777777" w:rsidR="00BE075E" w:rsidRPr="000E0EE2" w:rsidRDefault="00BE075E" w:rsidP="00BE075E">
            <w:pPr>
              <w:pStyle w:val="Tableheading"/>
              <w:rPr>
                <w:lang w:val="en-GB"/>
              </w:rPr>
            </w:pPr>
            <w:r w:rsidRPr="000E0EE2">
              <w:rPr>
                <w:lang w:val="en-GB"/>
              </w:rPr>
              <w:t>Level of Competence</w:t>
            </w:r>
          </w:p>
        </w:tc>
        <w:tc>
          <w:tcPr>
            <w:tcW w:w="2547" w:type="dxa"/>
            <w:tcMar>
              <w:top w:w="28" w:type="dxa"/>
              <w:bottom w:w="28" w:type="dxa"/>
            </w:tcMar>
            <w:vAlign w:val="center"/>
          </w:tcPr>
          <w:p w14:paraId="2A2FCDB1" w14:textId="064BBDC7" w:rsidR="00BE075E" w:rsidRPr="000E0EE2" w:rsidRDefault="00BE075E" w:rsidP="00BE075E">
            <w:pPr>
              <w:pStyle w:val="Tableheading"/>
              <w:jc w:val="center"/>
              <w:rPr>
                <w:lang w:val="en-GB"/>
              </w:rPr>
            </w:pPr>
            <w:r w:rsidRPr="000E0EE2">
              <w:rPr>
                <w:lang w:val="en-GB"/>
              </w:rPr>
              <w:t>Model Course</w:t>
            </w:r>
          </w:p>
        </w:tc>
        <w:tc>
          <w:tcPr>
            <w:tcW w:w="798" w:type="dxa"/>
            <w:tcMar>
              <w:top w:w="28" w:type="dxa"/>
              <w:bottom w:w="28" w:type="dxa"/>
            </w:tcMar>
            <w:textDirection w:val="btLr"/>
            <w:vAlign w:val="center"/>
          </w:tcPr>
          <w:p w14:paraId="06F2C690" w14:textId="77777777" w:rsidR="00BE075E" w:rsidRPr="000E0EE2" w:rsidRDefault="00BE075E" w:rsidP="00BE075E">
            <w:pPr>
              <w:pStyle w:val="Tableheading"/>
              <w:rPr>
                <w:lang w:val="en-GB"/>
              </w:rPr>
            </w:pPr>
            <w:r w:rsidRPr="000E0EE2">
              <w:rPr>
                <w:lang w:val="en-GB"/>
              </w:rPr>
              <w:t>Total Duration (hours)</w:t>
            </w:r>
          </w:p>
        </w:tc>
        <w:tc>
          <w:tcPr>
            <w:tcW w:w="889" w:type="dxa"/>
            <w:textDirection w:val="btLr"/>
          </w:tcPr>
          <w:p w14:paraId="2AB82BD3" w14:textId="77777777" w:rsidR="00BE075E" w:rsidRPr="000E0EE2" w:rsidRDefault="00BE075E" w:rsidP="00BE075E">
            <w:pPr>
              <w:pStyle w:val="Tableheading"/>
              <w:rPr>
                <w:lang w:val="en-GB"/>
              </w:rPr>
            </w:pPr>
            <w:r w:rsidRPr="000E0EE2">
              <w:rPr>
                <w:lang w:val="en-GB"/>
              </w:rPr>
              <w:t>Total Duration (Days)</w:t>
            </w:r>
            <w:r w:rsidRPr="000E0EE2">
              <w:rPr>
                <w:rStyle w:val="FootnoteReference"/>
                <w:rFonts w:ascii="Calibri" w:hAnsi="Calibri" w:cs="Arial"/>
                <w:sz w:val="18"/>
                <w:szCs w:val="18"/>
                <w:lang w:val="en-GB"/>
              </w:rPr>
              <w:footnoteReference w:id="5"/>
            </w:r>
          </w:p>
        </w:tc>
      </w:tr>
      <w:tr w:rsidR="003A41A2" w:rsidRPr="000E0EE2" w14:paraId="6A002D06" w14:textId="77777777" w:rsidTr="003A41A2">
        <w:trPr>
          <w:jc w:val="center"/>
        </w:trPr>
        <w:tc>
          <w:tcPr>
            <w:tcW w:w="587" w:type="dxa"/>
            <w:tcMar>
              <w:top w:w="28" w:type="dxa"/>
              <w:bottom w:w="28" w:type="dxa"/>
            </w:tcMar>
          </w:tcPr>
          <w:p w14:paraId="294DE705" w14:textId="77777777" w:rsidR="00BE075E" w:rsidRPr="000E0EE2" w:rsidRDefault="00BE075E" w:rsidP="00BE075E">
            <w:pPr>
              <w:pStyle w:val="Tabletext"/>
            </w:pPr>
            <w:r w:rsidRPr="000E0EE2">
              <w:t>2</w:t>
            </w:r>
          </w:p>
        </w:tc>
        <w:tc>
          <w:tcPr>
            <w:tcW w:w="696" w:type="dxa"/>
            <w:shd w:val="clear" w:color="auto" w:fill="00AFAA"/>
            <w:tcMar>
              <w:top w:w="28" w:type="dxa"/>
              <w:bottom w:w="28" w:type="dxa"/>
            </w:tcMar>
          </w:tcPr>
          <w:p w14:paraId="2CA46D94" w14:textId="77777777" w:rsidR="00BE075E" w:rsidRPr="000E0EE2" w:rsidRDefault="00BE075E" w:rsidP="00BE075E">
            <w:pPr>
              <w:pStyle w:val="Tabletext"/>
            </w:pPr>
          </w:p>
        </w:tc>
        <w:tc>
          <w:tcPr>
            <w:tcW w:w="5710" w:type="dxa"/>
            <w:tcMar>
              <w:top w:w="28" w:type="dxa"/>
              <w:bottom w:w="28" w:type="dxa"/>
            </w:tcMar>
          </w:tcPr>
          <w:p w14:paraId="3B0C9A89" w14:textId="77777777" w:rsidR="00BE075E" w:rsidRPr="000E0EE2" w:rsidRDefault="00BE075E" w:rsidP="00BE075E">
            <w:pPr>
              <w:pStyle w:val="Tabletext"/>
            </w:pPr>
            <w:r w:rsidRPr="000E0EE2">
              <w:t>Power Supplies</w:t>
            </w:r>
          </w:p>
        </w:tc>
        <w:tc>
          <w:tcPr>
            <w:tcW w:w="850" w:type="dxa"/>
            <w:shd w:val="clear" w:color="auto" w:fill="00AFAA"/>
            <w:tcMar>
              <w:top w:w="28" w:type="dxa"/>
              <w:bottom w:w="28" w:type="dxa"/>
            </w:tcMar>
          </w:tcPr>
          <w:p w14:paraId="6D915674" w14:textId="77777777" w:rsidR="00BE075E" w:rsidRPr="000E0EE2" w:rsidRDefault="00BE075E" w:rsidP="00BE075E">
            <w:pPr>
              <w:pStyle w:val="Tabletext"/>
            </w:pPr>
          </w:p>
        </w:tc>
        <w:tc>
          <w:tcPr>
            <w:tcW w:w="2547" w:type="dxa"/>
            <w:shd w:val="clear" w:color="auto" w:fill="00AFAA"/>
            <w:tcMar>
              <w:top w:w="28" w:type="dxa"/>
              <w:bottom w:w="28" w:type="dxa"/>
            </w:tcMar>
          </w:tcPr>
          <w:p w14:paraId="7BAE946D" w14:textId="77777777" w:rsidR="00BE075E" w:rsidRPr="000E0EE2" w:rsidRDefault="00BE075E" w:rsidP="00BE075E">
            <w:pPr>
              <w:pStyle w:val="Tabletext"/>
            </w:pPr>
          </w:p>
        </w:tc>
        <w:tc>
          <w:tcPr>
            <w:tcW w:w="798" w:type="dxa"/>
            <w:shd w:val="clear" w:color="auto" w:fill="00AFAA"/>
            <w:tcMar>
              <w:top w:w="28" w:type="dxa"/>
              <w:bottom w:w="28" w:type="dxa"/>
            </w:tcMar>
          </w:tcPr>
          <w:p w14:paraId="73811633" w14:textId="77777777" w:rsidR="00BE075E" w:rsidRPr="000E0EE2" w:rsidRDefault="00BE075E" w:rsidP="00BE075E">
            <w:pPr>
              <w:pStyle w:val="Tabletext"/>
            </w:pPr>
          </w:p>
        </w:tc>
        <w:tc>
          <w:tcPr>
            <w:tcW w:w="889" w:type="dxa"/>
            <w:shd w:val="clear" w:color="auto" w:fill="00AFAA"/>
          </w:tcPr>
          <w:p w14:paraId="3A3DA56E" w14:textId="77777777" w:rsidR="00BE075E" w:rsidRPr="000E0EE2" w:rsidRDefault="00BE075E" w:rsidP="00BE075E">
            <w:pPr>
              <w:pStyle w:val="Tabletext"/>
            </w:pPr>
          </w:p>
        </w:tc>
      </w:tr>
      <w:tr w:rsidR="003A41A2" w:rsidRPr="000E0EE2" w14:paraId="076478E7" w14:textId="77777777" w:rsidTr="003A41A2">
        <w:trPr>
          <w:jc w:val="center"/>
        </w:trPr>
        <w:tc>
          <w:tcPr>
            <w:tcW w:w="587" w:type="dxa"/>
            <w:tcMar>
              <w:top w:w="28" w:type="dxa"/>
              <w:bottom w:w="28" w:type="dxa"/>
            </w:tcMar>
          </w:tcPr>
          <w:p w14:paraId="23CC24A2" w14:textId="77777777" w:rsidR="00BE075E" w:rsidRPr="000E0EE2" w:rsidRDefault="00BE075E" w:rsidP="00BE075E">
            <w:pPr>
              <w:pStyle w:val="Tabletext"/>
            </w:pPr>
          </w:p>
        </w:tc>
        <w:tc>
          <w:tcPr>
            <w:tcW w:w="696" w:type="dxa"/>
            <w:tcMar>
              <w:top w:w="28" w:type="dxa"/>
              <w:bottom w:w="28" w:type="dxa"/>
            </w:tcMar>
          </w:tcPr>
          <w:p w14:paraId="69A63271" w14:textId="77777777" w:rsidR="00BE075E" w:rsidRPr="000E0EE2" w:rsidRDefault="00BE075E" w:rsidP="00BE075E">
            <w:pPr>
              <w:pStyle w:val="Tabletext"/>
            </w:pPr>
            <w:r w:rsidRPr="000E0EE2">
              <w:t>2.1</w:t>
            </w:r>
          </w:p>
        </w:tc>
        <w:tc>
          <w:tcPr>
            <w:tcW w:w="5710" w:type="dxa"/>
            <w:tcMar>
              <w:top w:w="28" w:type="dxa"/>
              <w:bottom w:w="28" w:type="dxa"/>
            </w:tcMar>
          </w:tcPr>
          <w:p w14:paraId="27E9FFDB" w14:textId="77777777" w:rsidR="00BE075E" w:rsidRPr="000E0EE2" w:rsidRDefault="00BE075E" w:rsidP="00BE075E">
            <w:pPr>
              <w:pStyle w:val="Tabletext"/>
            </w:pPr>
            <w:r w:rsidRPr="000E0EE2">
              <w:t>DC power systems</w:t>
            </w:r>
          </w:p>
        </w:tc>
        <w:tc>
          <w:tcPr>
            <w:tcW w:w="850" w:type="dxa"/>
            <w:tcMar>
              <w:top w:w="28" w:type="dxa"/>
              <w:bottom w:w="28" w:type="dxa"/>
            </w:tcMar>
          </w:tcPr>
          <w:p w14:paraId="57093020" w14:textId="77777777" w:rsidR="00BE075E" w:rsidRPr="000E0EE2" w:rsidRDefault="00BE075E" w:rsidP="00BE075E">
            <w:pPr>
              <w:pStyle w:val="Tabletext"/>
            </w:pPr>
            <w:r w:rsidRPr="000E0EE2">
              <w:t>2</w:t>
            </w:r>
          </w:p>
        </w:tc>
        <w:tc>
          <w:tcPr>
            <w:tcW w:w="2547" w:type="dxa"/>
            <w:tcBorders>
              <w:bottom w:val="single" w:sz="4" w:space="0" w:color="auto"/>
            </w:tcBorders>
            <w:tcMar>
              <w:top w:w="28" w:type="dxa"/>
              <w:bottom w:w="28" w:type="dxa"/>
            </w:tcMar>
          </w:tcPr>
          <w:p w14:paraId="168824FA" w14:textId="77777777" w:rsidR="00BE075E" w:rsidRPr="000E0EE2" w:rsidRDefault="00BE075E" w:rsidP="00BE075E">
            <w:pPr>
              <w:pStyle w:val="Tabletext"/>
            </w:pPr>
            <w:r w:rsidRPr="000E0EE2">
              <w:t>IALA WWA L2.2.1</w:t>
            </w:r>
          </w:p>
        </w:tc>
        <w:tc>
          <w:tcPr>
            <w:tcW w:w="798" w:type="dxa"/>
            <w:tcMar>
              <w:top w:w="28" w:type="dxa"/>
              <w:bottom w:w="28" w:type="dxa"/>
            </w:tcMar>
          </w:tcPr>
          <w:p w14:paraId="7FFF4D21" w14:textId="77777777" w:rsidR="00BE075E" w:rsidRPr="000E0EE2" w:rsidRDefault="00BE075E" w:rsidP="00BE075E">
            <w:pPr>
              <w:pStyle w:val="Tabletext"/>
            </w:pPr>
            <w:r w:rsidRPr="000E0EE2">
              <w:t>15</w:t>
            </w:r>
          </w:p>
        </w:tc>
        <w:tc>
          <w:tcPr>
            <w:tcW w:w="889" w:type="dxa"/>
          </w:tcPr>
          <w:p w14:paraId="003EE1AE" w14:textId="77777777" w:rsidR="00BE075E" w:rsidRPr="000E0EE2" w:rsidRDefault="00BE075E" w:rsidP="00BE075E">
            <w:pPr>
              <w:pStyle w:val="Tabletext"/>
            </w:pPr>
            <w:r w:rsidRPr="000E0EE2">
              <w:t>2.5</w:t>
            </w:r>
          </w:p>
        </w:tc>
      </w:tr>
      <w:tr w:rsidR="003A41A2" w:rsidRPr="000E0EE2" w14:paraId="29FDC7C8" w14:textId="77777777" w:rsidTr="003A41A2">
        <w:trPr>
          <w:jc w:val="center"/>
        </w:trPr>
        <w:tc>
          <w:tcPr>
            <w:tcW w:w="587" w:type="dxa"/>
            <w:tcMar>
              <w:top w:w="28" w:type="dxa"/>
              <w:bottom w:w="28" w:type="dxa"/>
            </w:tcMar>
          </w:tcPr>
          <w:p w14:paraId="347EDB3C" w14:textId="77777777" w:rsidR="00BE075E" w:rsidRPr="000E0EE2" w:rsidRDefault="00BE075E" w:rsidP="00BE075E">
            <w:pPr>
              <w:pStyle w:val="Tabletext"/>
            </w:pPr>
          </w:p>
        </w:tc>
        <w:tc>
          <w:tcPr>
            <w:tcW w:w="696" w:type="dxa"/>
            <w:tcMar>
              <w:top w:w="28" w:type="dxa"/>
              <w:bottom w:w="28" w:type="dxa"/>
            </w:tcMar>
          </w:tcPr>
          <w:p w14:paraId="01AD6030" w14:textId="77777777" w:rsidR="00BE075E" w:rsidRPr="000E0EE2" w:rsidRDefault="00BE075E" w:rsidP="00BE075E">
            <w:pPr>
              <w:pStyle w:val="Tabletext"/>
            </w:pPr>
            <w:r w:rsidRPr="000E0EE2">
              <w:t>2.2</w:t>
            </w:r>
          </w:p>
        </w:tc>
        <w:tc>
          <w:tcPr>
            <w:tcW w:w="5710" w:type="dxa"/>
            <w:tcMar>
              <w:top w:w="28" w:type="dxa"/>
              <w:bottom w:w="28" w:type="dxa"/>
            </w:tcMar>
          </w:tcPr>
          <w:p w14:paraId="734FBC08" w14:textId="77777777" w:rsidR="00BE075E" w:rsidRPr="000E0EE2" w:rsidRDefault="00BE075E" w:rsidP="00BE075E">
            <w:pPr>
              <w:pStyle w:val="Tabletext"/>
            </w:pPr>
            <w:r w:rsidRPr="000E0EE2">
              <w:t>Primary and secondary battery maintenance</w:t>
            </w:r>
          </w:p>
        </w:tc>
        <w:tc>
          <w:tcPr>
            <w:tcW w:w="850" w:type="dxa"/>
            <w:tcMar>
              <w:top w:w="28" w:type="dxa"/>
              <w:bottom w:w="28" w:type="dxa"/>
            </w:tcMar>
          </w:tcPr>
          <w:p w14:paraId="54ED7602" w14:textId="77777777" w:rsidR="00BE075E" w:rsidRPr="000E0EE2" w:rsidRDefault="00BE075E" w:rsidP="00BE075E">
            <w:pPr>
              <w:pStyle w:val="Tabletext"/>
            </w:pPr>
            <w:r w:rsidRPr="000E0EE2">
              <w:t>2</w:t>
            </w:r>
          </w:p>
        </w:tc>
        <w:tc>
          <w:tcPr>
            <w:tcW w:w="2547" w:type="dxa"/>
            <w:tcBorders>
              <w:top w:val="single" w:sz="4" w:space="0" w:color="auto"/>
            </w:tcBorders>
            <w:tcMar>
              <w:top w:w="28" w:type="dxa"/>
              <w:bottom w:w="28" w:type="dxa"/>
            </w:tcMar>
          </w:tcPr>
          <w:p w14:paraId="34D4FDAC" w14:textId="77777777" w:rsidR="00BE075E" w:rsidRPr="000E0EE2" w:rsidRDefault="00BE075E" w:rsidP="00BE075E">
            <w:pPr>
              <w:pStyle w:val="Tabletext"/>
            </w:pPr>
            <w:r w:rsidRPr="000E0EE2">
              <w:t>IALA WWA L2.2.2</w:t>
            </w:r>
          </w:p>
        </w:tc>
        <w:tc>
          <w:tcPr>
            <w:tcW w:w="798" w:type="dxa"/>
            <w:tcMar>
              <w:top w:w="28" w:type="dxa"/>
              <w:bottom w:w="28" w:type="dxa"/>
            </w:tcMar>
          </w:tcPr>
          <w:p w14:paraId="6A148C3E" w14:textId="77777777" w:rsidR="00BE075E" w:rsidRPr="000E0EE2" w:rsidRDefault="00BE075E" w:rsidP="00BE075E">
            <w:pPr>
              <w:pStyle w:val="Tabletext"/>
            </w:pPr>
            <w:r w:rsidRPr="000E0EE2">
              <w:t>8</w:t>
            </w:r>
          </w:p>
        </w:tc>
        <w:tc>
          <w:tcPr>
            <w:tcW w:w="889" w:type="dxa"/>
          </w:tcPr>
          <w:p w14:paraId="315521C8" w14:textId="77777777" w:rsidR="00BE075E" w:rsidRPr="000E0EE2" w:rsidRDefault="00BE075E" w:rsidP="00BE075E">
            <w:pPr>
              <w:pStyle w:val="Tabletext"/>
            </w:pPr>
            <w:r w:rsidRPr="000E0EE2">
              <w:t>1.5</w:t>
            </w:r>
          </w:p>
        </w:tc>
      </w:tr>
      <w:tr w:rsidR="003A41A2" w:rsidRPr="000E0EE2" w14:paraId="22CA6029" w14:textId="77777777" w:rsidTr="003A41A2">
        <w:trPr>
          <w:jc w:val="center"/>
        </w:trPr>
        <w:tc>
          <w:tcPr>
            <w:tcW w:w="587" w:type="dxa"/>
            <w:tcMar>
              <w:top w:w="28" w:type="dxa"/>
              <w:bottom w:w="28" w:type="dxa"/>
            </w:tcMar>
          </w:tcPr>
          <w:p w14:paraId="07E5FA22" w14:textId="77777777" w:rsidR="00BE075E" w:rsidRPr="000E0EE2" w:rsidRDefault="00BE075E" w:rsidP="00BE075E">
            <w:pPr>
              <w:pStyle w:val="Tabletext"/>
            </w:pPr>
          </w:p>
        </w:tc>
        <w:tc>
          <w:tcPr>
            <w:tcW w:w="696" w:type="dxa"/>
            <w:tcMar>
              <w:top w:w="28" w:type="dxa"/>
              <w:bottom w:w="28" w:type="dxa"/>
            </w:tcMar>
            <w:vAlign w:val="center"/>
          </w:tcPr>
          <w:p w14:paraId="1CB99FDA" w14:textId="77777777" w:rsidR="00BE075E" w:rsidRPr="000E0EE2" w:rsidRDefault="00BE075E" w:rsidP="00BE075E">
            <w:pPr>
              <w:pStyle w:val="Tabletext"/>
            </w:pPr>
            <w:r w:rsidRPr="000E0EE2">
              <w:t>2.3</w:t>
            </w:r>
          </w:p>
        </w:tc>
        <w:tc>
          <w:tcPr>
            <w:tcW w:w="5710" w:type="dxa"/>
            <w:tcMar>
              <w:top w:w="28" w:type="dxa"/>
              <w:bottom w:w="28" w:type="dxa"/>
            </w:tcMar>
          </w:tcPr>
          <w:p w14:paraId="18363C33" w14:textId="77777777" w:rsidR="00BE075E" w:rsidRPr="000E0EE2" w:rsidRDefault="00BE075E" w:rsidP="00BE075E">
            <w:pPr>
              <w:pStyle w:val="Tabletext"/>
            </w:pPr>
            <w:r w:rsidRPr="000E0EE2">
              <w:t>Photovoltaic (Solar panel) systems and maintenance</w:t>
            </w:r>
          </w:p>
        </w:tc>
        <w:tc>
          <w:tcPr>
            <w:tcW w:w="850" w:type="dxa"/>
            <w:tcMar>
              <w:top w:w="28" w:type="dxa"/>
              <w:bottom w:w="28" w:type="dxa"/>
            </w:tcMar>
          </w:tcPr>
          <w:p w14:paraId="73B0275F" w14:textId="77777777" w:rsidR="00BE075E" w:rsidRPr="000E0EE2" w:rsidRDefault="00BE075E" w:rsidP="00BE075E">
            <w:pPr>
              <w:pStyle w:val="Tabletext"/>
            </w:pPr>
            <w:r w:rsidRPr="000E0EE2">
              <w:t>2</w:t>
            </w:r>
          </w:p>
        </w:tc>
        <w:tc>
          <w:tcPr>
            <w:tcW w:w="2547" w:type="dxa"/>
            <w:tcMar>
              <w:top w:w="28" w:type="dxa"/>
              <w:bottom w:w="28" w:type="dxa"/>
            </w:tcMar>
          </w:tcPr>
          <w:p w14:paraId="47E36637" w14:textId="77777777" w:rsidR="00BE075E" w:rsidRPr="000E0EE2" w:rsidRDefault="00BE075E" w:rsidP="00BE075E">
            <w:pPr>
              <w:pStyle w:val="Tabletext"/>
            </w:pPr>
            <w:r w:rsidRPr="000E0EE2">
              <w:t>IALA WWA L2.2.3</w:t>
            </w:r>
          </w:p>
        </w:tc>
        <w:tc>
          <w:tcPr>
            <w:tcW w:w="798" w:type="dxa"/>
            <w:tcMar>
              <w:top w:w="28" w:type="dxa"/>
              <w:bottom w:w="28" w:type="dxa"/>
            </w:tcMar>
          </w:tcPr>
          <w:p w14:paraId="79D52BD0" w14:textId="77777777" w:rsidR="00BE075E" w:rsidRPr="000E0EE2" w:rsidRDefault="00BE075E" w:rsidP="00BE075E">
            <w:pPr>
              <w:pStyle w:val="Tabletext"/>
            </w:pPr>
            <w:r w:rsidRPr="000E0EE2">
              <w:t>7.5</w:t>
            </w:r>
          </w:p>
        </w:tc>
        <w:tc>
          <w:tcPr>
            <w:tcW w:w="889" w:type="dxa"/>
          </w:tcPr>
          <w:p w14:paraId="01FEB09E" w14:textId="77777777" w:rsidR="00BE075E" w:rsidRPr="000E0EE2" w:rsidRDefault="00BE075E" w:rsidP="00BE075E">
            <w:pPr>
              <w:pStyle w:val="Tabletext"/>
            </w:pPr>
            <w:r w:rsidRPr="000E0EE2">
              <w:t>1.5</w:t>
            </w:r>
          </w:p>
        </w:tc>
      </w:tr>
      <w:tr w:rsidR="003A41A2" w:rsidRPr="000E0EE2" w14:paraId="47076BBC" w14:textId="77777777" w:rsidTr="003A41A2">
        <w:trPr>
          <w:jc w:val="center"/>
        </w:trPr>
        <w:tc>
          <w:tcPr>
            <w:tcW w:w="587" w:type="dxa"/>
            <w:tcMar>
              <w:top w:w="28" w:type="dxa"/>
              <w:bottom w:w="28" w:type="dxa"/>
            </w:tcMar>
          </w:tcPr>
          <w:p w14:paraId="48D7D8AB" w14:textId="77777777" w:rsidR="00BE075E" w:rsidRPr="000E0EE2" w:rsidRDefault="00BE075E" w:rsidP="00BE075E">
            <w:pPr>
              <w:pStyle w:val="Tabletext"/>
            </w:pPr>
          </w:p>
        </w:tc>
        <w:tc>
          <w:tcPr>
            <w:tcW w:w="696" w:type="dxa"/>
            <w:tcMar>
              <w:top w:w="28" w:type="dxa"/>
              <w:bottom w:w="28" w:type="dxa"/>
            </w:tcMar>
          </w:tcPr>
          <w:p w14:paraId="1B9FE573" w14:textId="77777777" w:rsidR="00BE075E" w:rsidRPr="000E0EE2" w:rsidRDefault="00BE075E" w:rsidP="00BE075E">
            <w:pPr>
              <w:pStyle w:val="Tabletext"/>
            </w:pPr>
            <w:r w:rsidRPr="000E0EE2">
              <w:t>2.4</w:t>
            </w:r>
          </w:p>
        </w:tc>
        <w:tc>
          <w:tcPr>
            <w:tcW w:w="5710" w:type="dxa"/>
            <w:tcMar>
              <w:top w:w="28" w:type="dxa"/>
              <w:bottom w:w="28" w:type="dxa"/>
            </w:tcMar>
          </w:tcPr>
          <w:p w14:paraId="603231A3" w14:textId="77777777" w:rsidR="00BE075E" w:rsidRPr="000E0EE2" w:rsidRDefault="00BE075E" w:rsidP="00BE075E">
            <w:pPr>
              <w:pStyle w:val="Tabletext"/>
            </w:pPr>
            <w:r w:rsidRPr="000E0EE2">
              <w:t>Wind generators</w:t>
            </w:r>
          </w:p>
        </w:tc>
        <w:tc>
          <w:tcPr>
            <w:tcW w:w="850" w:type="dxa"/>
            <w:tcMar>
              <w:top w:w="28" w:type="dxa"/>
              <w:bottom w:w="28" w:type="dxa"/>
            </w:tcMar>
          </w:tcPr>
          <w:p w14:paraId="00A71149" w14:textId="77777777" w:rsidR="00BE075E" w:rsidRPr="000E0EE2" w:rsidRDefault="00BE075E" w:rsidP="00BE075E">
            <w:pPr>
              <w:pStyle w:val="Tabletext"/>
            </w:pPr>
            <w:r w:rsidRPr="000E0EE2">
              <w:t>2</w:t>
            </w:r>
          </w:p>
        </w:tc>
        <w:tc>
          <w:tcPr>
            <w:tcW w:w="2547" w:type="dxa"/>
            <w:shd w:val="clear" w:color="auto" w:fill="auto"/>
            <w:tcMar>
              <w:top w:w="28" w:type="dxa"/>
              <w:bottom w:w="28" w:type="dxa"/>
            </w:tcMar>
          </w:tcPr>
          <w:p w14:paraId="244ED38B" w14:textId="77777777" w:rsidR="00BE075E" w:rsidRPr="000E0EE2" w:rsidRDefault="00BE075E" w:rsidP="00BE075E">
            <w:pPr>
              <w:pStyle w:val="Tabletext"/>
            </w:pPr>
            <w:r w:rsidRPr="000E0EE2">
              <w:t>IALA WWA L2.2.4</w:t>
            </w:r>
          </w:p>
        </w:tc>
        <w:tc>
          <w:tcPr>
            <w:tcW w:w="798" w:type="dxa"/>
            <w:tcMar>
              <w:top w:w="28" w:type="dxa"/>
              <w:bottom w:w="28" w:type="dxa"/>
            </w:tcMar>
          </w:tcPr>
          <w:p w14:paraId="7F1653E9" w14:textId="77777777" w:rsidR="00BE075E" w:rsidRPr="000E0EE2" w:rsidRDefault="00BE075E" w:rsidP="00BE075E">
            <w:pPr>
              <w:pStyle w:val="Tabletext"/>
            </w:pPr>
            <w:r w:rsidRPr="000E0EE2">
              <w:t>7</w:t>
            </w:r>
          </w:p>
        </w:tc>
        <w:tc>
          <w:tcPr>
            <w:tcW w:w="889" w:type="dxa"/>
          </w:tcPr>
          <w:p w14:paraId="169E03E0" w14:textId="77777777" w:rsidR="00BE075E" w:rsidRPr="000E0EE2" w:rsidRDefault="00BE075E" w:rsidP="00BE075E">
            <w:pPr>
              <w:pStyle w:val="Tabletext"/>
            </w:pPr>
            <w:r w:rsidRPr="000E0EE2">
              <w:t>1</w:t>
            </w:r>
          </w:p>
        </w:tc>
      </w:tr>
      <w:tr w:rsidR="003A41A2" w:rsidRPr="000E0EE2" w14:paraId="43C60BF3" w14:textId="77777777" w:rsidTr="003A41A2">
        <w:trPr>
          <w:jc w:val="center"/>
        </w:trPr>
        <w:tc>
          <w:tcPr>
            <w:tcW w:w="587" w:type="dxa"/>
            <w:tcMar>
              <w:top w:w="28" w:type="dxa"/>
              <w:bottom w:w="28" w:type="dxa"/>
            </w:tcMar>
          </w:tcPr>
          <w:p w14:paraId="02BCF074" w14:textId="77777777" w:rsidR="00BE075E" w:rsidRPr="000E0EE2" w:rsidRDefault="00BE075E" w:rsidP="00BE075E">
            <w:pPr>
              <w:pStyle w:val="Tabletext"/>
            </w:pPr>
          </w:p>
        </w:tc>
        <w:tc>
          <w:tcPr>
            <w:tcW w:w="696" w:type="dxa"/>
            <w:tcMar>
              <w:top w:w="28" w:type="dxa"/>
              <w:bottom w:w="28" w:type="dxa"/>
            </w:tcMar>
            <w:vAlign w:val="center"/>
          </w:tcPr>
          <w:p w14:paraId="25614DDC" w14:textId="77777777" w:rsidR="00BE075E" w:rsidRPr="000E0EE2" w:rsidRDefault="00BE075E" w:rsidP="00BE075E">
            <w:pPr>
              <w:pStyle w:val="Tabletext"/>
            </w:pPr>
            <w:r w:rsidRPr="000E0EE2">
              <w:t>2.5</w:t>
            </w:r>
          </w:p>
        </w:tc>
        <w:tc>
          <w:tcPr>
            <w:tcW w:w="5710" w:type="dxa"/>
            <w:tcMar>
              <w:top w:w="28" w:type="dxa"/>
              <w:bottom w:w="28" w:type="dxa"/>
            </w:tcMar>
          </w:tcPr>
          <w:p w14:paraId="20F4C1D9" w14:textId="77777777" w:rsidR="00BE075E" w:rsidRPr="000E0EE2" w:rsidRDefault="00BE075E" w:rsidP="00BE075E">
            <w:pPr>
              <w:pStyle w:val="Tabletext"/>
            </w:pPr>
            <w:r w:rsidRPr="000E0EE2">
              <w:t>Mains AC power systems</w:t>
            </w:r>
          </w:p>
        </w:tc>
        <w:tc>
          <w:tcPr>
            <w:tcW w:w="850" w:type="dxa"/>
            <w:tcMar>
              <w:top w:w="28" w:type="dxa"/>
              <w:bottom w:w="28" w:type="dxa"/>
            </w:tcMar>
          </w:tcPr>
          <w:p w14:paraId="68BD72E7" w14:textId="77777777" w:rsidR="00BE075E" w:rsidRPr="000E0EE2" w:rsidRDefault="00BE075E" w:rsidP="00BE075E">
            <w:pPr>
              <w:pStyle w:val="Tabletext"/>
            </w:pPr>
            <w:r w:rsidRPr="000E0EE2">
              <w:t>1</w:t>
            </w:r>
          </w:p>
        </w:tc>
        <w:tc>
          <w:tcPr>
            <w:tcW w:w="2547" w:type="dxa"/>
            <w:vMerge w:val="restart"/>
            <w:shd w:val="clear" w:color="auto" w:fill="auto"/>
            <w:tcMar>
              <w:top w:w="28" w:type="dxa"/>
              <w:bottom w:w="28" w:type="dxa"/>
            </w:tcMar>
            <w:vAlign w:val="center"/>
          </w:tcPr>
          <w:p w14:paraId="46EDF64A" w14:textId="77777777" w:rsidR="00BE075E" w:rsidRPr="000E0EE2" w:rsidRDefault="00BE075E" w:rsidP="003A41A2">
            <w:pPr>
              <w:pStyle w:val="Tabletext"/>
            </w:pPr>
            <w:r w:rsidRPr="000E0EE2">
              <w:t>IALA WWA L2.2.5-6</w:t>
            </w:r>
          </w:p>
        </w:tc>
        <w:tc>
          <w:tcPr>
            <w:tcW w:w="798" w:type="dxa"/>
            <w:vMerge w:val="restart"/>
            <w:tcMar>
              <w:top w:w="28" w:type="dxa"/>
              <w:bottom w:w="28" w:type="dxa"/>
            </w:tcMar>
            <w:vAlign w:val="center"/>
          </w:tcPr>
          <w:p w14:paraId="320E3DB7" w14:textId="77777777" w:rsidR="00BE075E" w:rsidRPr="000E0EE2" w:rsidRDefault="00BE075E" w:rsidP="00BE075E">
            <w:pPr>
              <w:pStyle w:val="Tabletext"/>
            </w:pPr>
            <w:r w:rsidRPr="000E0EE2">
              <w:t>10</w:t>
            </w:r>
          </w:p>
        </w:tc>
        <w:tc>
          <w:tcPr>
            <w:tcW w:w="889" w:type="dxa"/>
            <w:vMerge w:val="restart"/>
            <w:vAlign w:val="center"/>
          </w:tcPr>
          <w:p w14:paraId="67625E3C" w14:textId="77777777" w:rsidR="00BE075E" w:rsidRPr="000E0EE2" w:rsidRDefault="00BE075E" w:rsidP="00BE075E">
            <w:pPr>
              <w:pStyle w:val="Tabletext"/>
            </w:pPr>
            <w:r w:rsidRPr="000E0EE2">
              <w:t>2</w:t>
            </w:r>
          </w:p>
        </w:tc>
      </w:tr>
      <w:tr w:rsidR="003A41A2" w:rsidRPr="000E0EE2" w14:paraId="3A23E3BA" w14:textId="77777777" w:rsidTr="003A41A2">
        <w:trPr>
          <w:jc w:val="center"/>
        </w:trPr>
        <w:tc>
          <w:tcPr>
            <w:tcW w:w="587" w:type="dxa"/>
            <w:tcMar>
              <w:top w:w="28" w:type="dxa"/>
              <w:bottom w:w="28" w:type="dxa"/>
            </w:tcMar>
          </w:tcPr>
          <w:p w14:paraId="1FC52F30" w14:textId="77777777" w:rsidR="00BE075E" w:rsidRPr="000E0EE2" w:rsidRDefault="00BE075E" w:rsidP="00BE075E">
            <w:pPr>
              <w:pStyle w:val="Tabletext"/>
            </w:pPr>
          </w:p>
        </w:tc>
        <w:tc>
          <w:tcPr>
            <w:tcW w:w="696" w:type="dxa"/>
            <w:tcMar>
              <w:top w:w="28" w:type="dxa"/>
              <w:bottom w:w="28" w:type="dxa"/>
            </w:tcMar>
            <w:vAlign w:val="center"/>
          </w:tcPr>
          <w:p w14:paraId="6AB009F8" w14:textId="77777777" w:rsidR="00BE075E" w:rsidRPr="000E0EE2" w:rsidRDefault="00BE075E" w:rsidP="00BE075E">
            <w:pPr>
              <w:pStyle w:val="Tabletext"/>
            </w:pPr>
            <w:r w:rsidRPr="000E0EE2">
              <w:t>2.6</w:t>
            </w:r>
          </w:p>
        </w:tc>
        <w:tc>
          <w:tcPr>
            <w:tcW w:w="5710" w:type="dxa"/>
            <w:tcMar>
              <w:top w:w="28" w:type="dxa"/>
              <w:bottom w:w="28" w:type="dxa"/>
            </w:tcMar>
          </w:tcPr>
          <w:p w14:paraId="7E7B5E82" w14:textId="77777777" w:rsidR="00BE075E" w:rsidRPr="000E0EE2" w:rsidRDefault="00BE075E" w:rsidP="00BE075E">
            <w:pPr>
              <w:pStyle w:val="Tabletext"/>
            </w:pPr>
            <w:r w:rsidRPr="000E0EE2">
              <w:t>Petrol and diesel generators</w:t>
            </w:r>
          </w:p>
        </w:tc>
        <w:tc>
          <w:tcPr>
            <w:tcW w:w="850" w:type="dxa"/>
            <w:tcMar>
              <w:top w:w="28" w:type="dxa"/>
              <w:bottom w:w="28" w:type="dxa"/>
            </w:tcMar>
          </w:tcPr>
          <w:p w14:paraId="5DE5A540" w14:textId="77777777" w:rsidR="00BE075E" w:rsidRPr="000E0EE2" w:rsidRDefault="00BE075E" w:rsidP="00BE075E">
            <w:pPr>
              <w:pStyle w:val="Tabletext"/>
            </w:pPr>
            <w:r w:rsidRPr="000E0EE2">
              <w:t>2</w:t>
            </w:r>
          </w:p>
        </w:tc>
        <w:tc>
          <w:tcPr>
            <w:tcW w:w="2547" w:type="dxa"/>
            <w:vMerge/>
            <w:shd w:val="clear" w:color="auto" w:fill="auto"/>
            <w:tcMar>
              <w:top w:w="28" w:type="dxa"/>
              <w:bottom w:w="28" w:type="dxa"/>
            </w:tcMar>
          </w:tcPr>
          <w:p w14:paraId="4E016430" w14:textId="77777777" w:rsidR="00BE075E" w:rsidRPr="000E0EE2" w:rsidRDefault="00BE075E" w:rsidP="00BE075E">
            <w:pPr>
              <w:pStyle w:val="Tabletext"/>
            </w:pPr>
          </w:p>
        </w:tc>
        <w:tc>
          <w:tcPr>
            <w:tcW w:w="798" w:type="dxa"/>
            <w:vMerge/>
            <w:tcMar>
              <w:top w:w="28" w:type="dxa"/>
              <w:bottom w:w="28" w:type="dxa"/>
            </w:tcMar>
          </w:tcPr>
          <w:p w14:paraId="266D5A68" w14:textId="77777777" w:rsidR="00BE075E" w:rsidRPr="000E0EE2" w:rsidRDefault="00BE075E" w:rsidP="00BE075E">
            <w:pPr>
              <w:pStyle w:val="Tabletext"/>
            </w:pPr>
          </w:p>
        </w:tc>
        <w:tc>
          <w:tcPr>
            <w:tcW w:w="889" w:type="dxa"/>
            <w:vMerge/>
          </w:tcPr>
          <w:p w14:paraId="4C3220DF" w14:textId="77777777" w:rsidR="00BE075E" w:rsidRPr="000E0EE2" w:rsidRDefault="00BE075E" w:rsidP="00BE075E">
            <w:pPr>
              <w:pStyle w:val="Tabletext"/>
            </w:pPr>
          </w:p>
        </w:tc>
      </w:tr>
      <w:tr w:rsidR="003A41A2" w:rsidRPr="000E0EE2" w14:paraId="500E2A8F" w14:textId="77777777" w:rsidTr="003A41A2">
        <w:trPr>
          <w:jc w:val="center"/>
        </w:trPr>
        <w:tc>
          <w:tcPr>
            <w:tcW w:w="587" w:type="dxa"/>
            <w:tcMar>
              <w:top w:w="28" w:type="dxa"/>
              <w:bottom w:w="28" w:type="dxa"/>
            </w:tcMar>
          </w:tcPr>
          <w:p w14:paraId="0DE432CF" w14:textId="77777777" w:rsidR="00BE075E" w:rsidRPr="000E0EE2" w:rsidRDefault="00BE075E" w:rsidP="00BE075E">
            <w:pPr>
              <w:pStyle w:val="Tabletext"/>
            </w:pPr>
          </w:p>
        </w:tc>
        <w:tc>
          <w:tcPr>
            <w:tcW w:w="696" w:type="dxa"/>
            <w:tcMar>
              <w:top w:w="28" w:type="dxa"/>
              <w:bottom w:w="28" w:type="dxa"/>
            </w:tcMar>
            <w:vAlign w:val="center"/>
          </w:tcPr>
          <w:p w14:paraId="067DF9AF" w14:textId="77777777" w:rsidR="00BE075E" w:rsidRPr="000E0EE2" w:rsidRDefault="00BE075E" w:rsidP="00BE075E">
            <w:pPr>
              <w:pStyle w:val="Tabletext"/>
            </w:pPr>
            <w:r w:rsidRPr="000E0EE2">
              <w:t>2.7</w:t>
            </w:r>
          </w:p>
        </w:tc>
        <w:tc>
          <w:tcPr>
            <w:tcW w:w="5710" w:type="dxa"/>
            <w:tcMar>
              <w:top w:w="28" w:type="dxa"/>
              <w:bottom w:w="28" w:type="dxa"/>
            </w:tcMar>
          </w:tcPr>
          <w:p w14:paraId="29E050D1" w14:textId="77777777" w:rsidR="00BE075E" w:rsidRPr="000E0EE2" w:rsidRDefault="00BE075E" w:rsidP="00BE075E">
            <w:pPr>
              <w:pStyle w:val="Tabletext"/>
            </w:pPr>
            <w:r w:rsidRPr="000E0EE2">
              <w:t>Lightning protection</w:t>
            </w:r>
          </w:p>
        </w:tc>
        <w:tc>
          <w:tcPr>
            <w:tcW w:w="850" w:type="dxa"/>
            <w:tcMar>
              <w:top w:w="28" w:type="dxa"/>
              <w:bottom w:w="28" w:type="dxa"/>
            </w:tcMar>
          </w:tcPr>
          <w:p w14:paraId="1D893C24" w14:textId="77777777" w:rsidR="00BE075E" w:rsidRPr="000E0EE2" w:rsidRDefault="00BE075E" w:rsidP="00BE075E">
            <w:pPr>
              <w:pStyle w:val="Tabletext"/>
            </w:pPr>
            <w:r w:rsidRPr="000E0EE2">
              <w:t>2</w:t>
            </w:r>
          </w:p>
        </w:tc>
        <w:tc>
          <w:tcPr>
            <w:tcW w:w="2547" w:type="dxa"/>
            <w:shd w:val="clear" w:color="auto" w:fill="auto"/>
            <w:tcMar>
              <w:top w:w="28" w:type="dxa"/>
              <w:bottom w:w="28" w:type="dxa"/>
            </w:tcMar>
            <w:vAlign w:val="center"/>
          </w:tcPr>
          <w:p w14:paraId="34D4FF3B" w14:textId="77777777" w:rsidR="00BE075E" w:rsidRPr="000E0EE2" w:rsidRDefault="00BE075E" w:rsidP="00BE075E">
            <w:pPr>
              <w:pStyle w:val="Tabletext"/>
            </w:pPr>
            <w:r w:rsidRPr="000E0EE2">
              <w:t>IALA WWA L2.2.7</w:t>
            </w:r>
          </w:p>
        </w:tc>
        <w:tc>
          <w:tcPr>
            <w:tcW w:w="798" w:type="dxa"/>
            <w:tcMar>
              <w:top w:w="28" w:type="dxa"/>
              <w:bottom w:w="28" w:type="dxa"/>
            </w:tcMar>
          </w:tcPr>
          <w:p w14:paraId="6A503F37" w14:textId="77777777" w:rsidR="00BE075E" w:rsidRPr="000E0EE2" w:rsidRDefault="00BE075E" w:rsidP="00BE075E">
            <w:pPr>
              <w:pStyle w:val="Tabletext"/>
            </w:pPr>
            <w:r w:rsidRPr="000E0EE2">
              <w:t>14</w:t>
            </w:r>
          </w:p>
        </w:tc>
        <w:tc>
          <w:tcPr>
            <w:tcW w:w="889" w:type="dxa"/>
          </w:tcPr>
          <w:p w14:paraId="23961772" w14:textId="77777777" w:rsidR="00BE075E" w:rsidRPr="000E0EE2" w:rsidRDefault="00BE075E" w:rsidP="00BE075E">
            <w:pPr>
              <w:pStyle w:val="Tabletext"/>
            </w:pPr>
            <w:r w:rsidRPr="000E0EE2">
              <w:t>3</w:t>
            </w:r>
          </w:p>
        </w:tc>
      </w:tr>
    </w:tbl>
    <w:p w14:paraId="7EABC6DE" w14:textId="77777777" w:rsidR="007A68BA" w:rsidRPr="000E0EE2" w:rsidRDefault="007A68BA" w:rsidP="00BE075E">
      <w:pPr>
        <w:pStyle w:val="BodyText"/>
        <w:jc w:val="center"/>
      </w:pPr>
    </w:p>
    <w:p w14:paraId="4EB644C2" w14:textId="0A2DD254" w:rsidR="00BE075E" w:rsidRPr="000E0EE2" w:rsidRDefault="003A41A2" w:rsidP="003A41A2">
      <w:pPr>
        <w:pStyle w:val="Heading1"/>
        <w:rPr>
          <w:rFonts w:ascii="Calibri" w:hAnsi="Calibri" w:cs="Arial"/>
        </w:rPr>
      </w:pPr>
      <w:bookmarkStart w:id="71" w:name="_Toc431993299"/>
      <w:bookmarkStart w:id="72" w:name="_Toc449336802"/>
      <w:r w:rsidRPr="000E0EE2">
        <w:rPr>
          <w:rFonts w:ascii="Calibri" w:hAnsi="Calibri" w:cs="Arial"/>
        </w:rPr>
        <w:lastRenderedPageBreak/>
        <w:t>MODEL COURSE TEACHING SYLLABUS FOR AtoN LEVEL 2 TECHNICIANS – MODULE 3 – Lights and Marine Lanterns</w:t>
      </w:r>
      <w:bookmarkEnd w:id="71"/>
      <w:bookmarkEnd w:id="72"/>
    </w:p>
    <w:p w14:paraId="1AEA9DA9" w14:textId="77777777" w:rsidR="003A41A2" w:rsidRPr="000E0EE2" w:rsidRDefault="003A41A2" w:rsidP="003A41A2">
      <w:pPr>
        <w:pStyle w:val="Heading1separatationline"/>
      </w:pPr>
    </w:p>
    <w:p w14:paraId="4178A855" w14:textId="2C2EF9B8" w:rsidR="00BE075E" w:rsidRPr="000E0EE2" w:rsidRDefault="003A41A2" w:rsidP="003A41A2">
      <w:pPr>
        <w:pStyle w:val="Tablecaption"/>
        <w:jc w:val="center"/>
      </w:pPr>
      <w:bookmarkStart w:id="73" w:name="_Toc196487041"/>
      <w:bookmarkStart w:id="74" w:name="_Toc196487104"/>
      <w:bookmarkStart w:id="75" w:name="_Toc196487126"/>
      <w:bookmarkStart w:id="76" w:name="_Toc369087494"/>
      <w:bookmarkStart w:id="77" w:name="_Toc449336815"/>
      <w:r w:rsidRPr="000E0EE2">
        <w:t>Teaching Syllabus Module 3 – Lights and Marine Lanterns</w:t>
      </w:r>
      <w:bookmarkEnd w:id="73"/>
      <w:bookmarkEnd w:id="74"/>
      <w:bookmarkEnd w:id="75"/>
      <w:bookmarkEnd w:id="76"/>
      <w:bookmarkEnd w:id="7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797"/>
        <w:gridCol w:w="5935"/>
        <w:gridCol w:w="709"/>
        <w:gridCol w:w="2467"/>
        <w:gridCol w:w="716"/>
        <w:gridCol w:w="750"/>
      </w:tblGrid>
      <w:tr w:rsidR="003A41A2" w:rsidRPr="000E0EE2" w14:paraId="250273D0" w14:textId="77777777" w:rsidTr="003A41A2">
        <w:trPr>
          <w:cantSplit/>
          <w:trHeight w:val="1767"/>
          <w:jc w:val="center"/>
        </w:trPr>
        <w:tc>
          <w:tcPr>
            <w:tcW w:w="587" w:type="dxa"/>
            <w:tcMar>
              <w:top w:w="28" w:type="dxa"/>
              <w:bottom w:w="28" w:type="dxa"/>
            </w:tcMar>
            <w:textDirection w:val="btLr"/>
            <w:vAlign w:val="center"/>
          </w:tcPr>
          <w:p w14:paraId="307AD507" w14:textId="77777777" w:rsidR="003A41A2" w:rsidRPr="000E0EE2" w:rsidRDefault="003A41A2" w:rsidP="003A41A2">
            <w:pPr>
              <w:pStyle w:val="Tableheading"/>
              <w:rPr>
                <w:lang w:val="en-GB"/>
              </w:rPr>
            </w:pPr>
            <w:r w:rsidRPr="000E0EE2">
              <w:rPr>
                <w:lang w:val="en-GB"/>
              </w:rPr>
              <w:t>Module</w:t>
            </w:r>
          </w:p>
        </w:tc>
        <w:tc>
          <w:tcPr>
            <w:tcW w:w="645" w:type="dxa"/>
            <w:tcMar>
              <w:top w:w="28" w:type="dxa"/>
              <w:bottom w:w="28" w:type="dxa"/>
            </w:tcMar>
            <w:textDirection w:val="btLr"/>
            <w:vAlign w:val="center"/>
          </w:tcPr>
          <w:p w14:paraId="734B3E2A"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289CBC2F"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1FEC1258" w14:textId="77777777" w:rsidR="003A41A2" w:rsidRPr="000E0EE2" w:rsidRDefault="003A41A2" w:rsidP="003A41A2">
            <w:pPr>
              <w:pStyle w:val="Tableheading"/>
              <w:rPr>
                <w:lang w:val="en-GB"/>
              </w:rPr>
            </w:pPr>
            <w:r w:rsidRPr="000E0EE2">
              <w:rPr>
                <w:lang w:val="en-GB"/>
              </w:rPr>
              <w:t>Level of Competence</w:t>
            </w:r>
          </w:p>
        </w:tc>
        <w:tc>
          <w:tcPr>
            <w:tcW w:w="2467" w:type="dxa"/>
            <w:tcMar>
              <w:top w:w="28" w:type="dxa"/>
              <w:bottom w:w="28" w:type="dxa"/>
            </w:tcMar>
            <w:vAlign w:val="center"/>
          </w:tcPr>
          <w:p w14:paraId="16C0F336" w14:textId="65D1A42A" w:rsidR="003A41A2" w:rsidRPr="000E0EE2" w:rsidRDefault="003A41A2" w:rsidP="003A41A2">
            <w:pPr>
              <w:pStyle w:val="Tableheading"/>
              <w:jc w:val="center"/>
              <w:rPr>
                <w:lang w:val="en-GB"/>
              </w:rPr>
            </w:pPr>
            <w:r w:rsidRPr="000E0EE2">
              <w:rPr>
                <w:lang w:val="en-GB"/>
              </w:rPr>
              <w:t>Model Course</w:t>
            </w:r>
          </w:p>
        </w:tc>
        <w:tc>
          <w:tcPr>
            <w:tcW w:w="716" w:type="dxa"/>
            <w:tcMar>
              <w:top w:w="28" w:type="dxa"/>
              <w:bottom w:w="28" w:type="dxa"/>
            </w:tcMar>
            <w:textDirection w:val="btLr"/>
            <w:vAlign w:val="center"/>
          </w:tcPr>
          <w:p w14:paraId="033F2D72" w14:textId="77777777" w:rsidR="003A41A2" w:rsidRPr="000E0EE2" w:rsidRDefault="003A41A2" w:rsidP="003A41A2">
            <w:pPr>
              <w:pStyle w:val="Tableheading"/>
              <w:rPr>
                <w:lang w:val="en-GB"/>
              </w:rPr>
            </w:pPr>
            <w:r w:rsidRPr="000E0EE2">
              <w:rPr>
                <w:lang w:val="en-GB"/>
              </w:rPr>
              <w:t>Total Duration (hours)</w:t>
            </w:r>
          </w:p>
        </w:tc>
        <w:tc>
          <w:tcPr>
            <w:tcW w:w="750" w:type="dxa"/>
            <w:textDirection w:val="btLr"/>
          </w:tcPr>
          <w:p w14:paraId="29BF2530" w14:textId="77777777" w:rsidR="003A41A2" w:rsidRPr="000E0EE2" w:rsidRDefault="003A41A2" w:rsidP="003A41A2">
            <w:pPr>
              <w:pStyle w:val="Tableheading"/>
              <w:rPr>
                <w:lang w:val="en-GB"/>
              </w:rPr>
            </w:pPr>
            <w:r w:rsidRPr="000E0EE2">
              <w:rPr>
                <w:lang w:val="en-GB"/>
              </w:rPr>
              <w:t>Total Duration (Days)</w:t>
            </w:r>
          </w:p>
        </w:tc>
      </w:tr>
      <w:tr w:rsidR="003A41A2" w:rsidRPr="000E0EE2" w14:paraId="5DF3A542" w14:textId="77777777" w:rsidTr="003A41A2">
        <w:trPr>
          <w:jc w:val="center"/>
        </w:trPr>
        <w:tc>
          <w:tcPr>
            <w:tcW w:w="587" w:type="dxa"/>
            <w:tcMar>
              <w:top w:w="28" w:type="dxa"/>
              <w:bottom w:w="28" w:type="dxa"/>
            </w:tcMar>
          </w:tcPr>
          <w:p w14:paraId="6A21C714" w14:textId="77777777" w:rsidR="003A41A2" w:rsidRPr="000E0EE2" w:rsidRDefault="003A41A2" w:rsidP="003A41A2">
            <w:pPr>
              <w:pStyle w:val="Tabletext"/>
            </w:pPr>
            <w:r w:rsidRPr="000E0EE2">
              <w:t>3</w:t>
            </w:r>
          </w:p>
        </w:tc>
        <w:tc>
          <w:tcPr>
            <w:tcW w:w="645" w:type="dxa"/>
            <w:shd w:val="clear" w:color="auto" w:fill="00AFAA"/>
            <w:tcMar>
              <w:top w:w="28" w:type="dxa"/>
              <w:bottom w:w="28" w:type="dxa"/>
            </w:tcMar>
          </w:tcPr>
          <w:p w14:paraId="2CDF4646" w14:textId="77777777" w:rsidR="003A41A2" w:rsidRPr="000E0EE2" w:rsidRDefault="003A41A2" w:rsidP="003A41A2">
            <w:pPr>
              <w:pStyle w:val="Tabletext"/>
            </w:pPr>
          </w:p>
        </w:tc>
        <w:tc>
          <w:tcPr>
            <w:tcW w:w="5935" w:type="dxa"/>
            <w:tcMar>
              <w:top w:w="28" w:type="dxa"/>
              <w:bottom w:w="28" w:type="dxa"/>
            </w:tcMar>
          </w:tcPr>
          <w:p w14:paraId="0C97B683" w14:textId="77777777" w:rsidR="003A41A2" w:rsidRPr="000E0EE2" w:rsidRDefault="003A41A2" w:rsidP="003A41A2">
            <w:pPr>
              <w:pStyle w:val="Tabletext"/>
            </w:pPr>
            <w:r w:rsidRPr="000E0EE2">
              <w:t>Lights and Marine Lanterns</w:t>
            </w:r>
          </w:p>
        </w:tc>
        <w:tc>
          <w:tcPr>
            <w:tcW w:w="709" w:type="dxa"/>
            <w:shd w:val="clear" w:color="auto" w:fill="00AFAA"/>
            <w:tcMar>
              <w:top w:w="28" w:type="dxa"/>
              <w:bottom w:w="28" w:type="dxa"/>
            </w:tcMar>
          </w:tcPr>
          <w:p w14:paraId="33417337" w14:textId="77777777" w:rsidR="003A41A2" w:rsidRPr="000E0EE2" w:rsidRDefault="003A41A2" w:rsidP="003A41A2">
            <w:pPr>
              <w:pStyle w:val="Tabletext"/>
            </w:pPr>
          </w:p>
        </w:tc>
        <w:tc>
          <w:tcPr>
            <w:tcW w:w="2467" w:type="dxa"/>
            <w:shd w:val="clear" w:color="auto" w:fill="00AFAA"/>
            <w:tcMar>
              <w:top w:w="28" w:type="dxa"/>
              <w:bottom w:w="28" w:type="dxa"/>
            </w:tcMar>
          </w:tcPr>
          <w:p w14:paraId="70EDE496" w14:textId="77777777" w:rsidR="003A41A2" w:rsidRPr="000E0EE2" w:rsidRDefault="003A41A2" w:rsidP="003A41A2">
            <w:pPr>
              <w:pStyle w:val="Tabletext"/>
            </w:pPr>
          </w:p>
        </w:tc>
        <w:tc>
          <w:tcPr>
            <w:tcW w:w="716" w:type="dxa"/>
            <w:shd w:val="clear" w:color="auto" w:fill="00AFAA"/>
            <w:tcMar>
              <w:top w:w="28" w:type="dxa"/>
              <w:bottom w:w="28" w:type="dxa"/>
            </w:tcMar>
          </w:tcPr>
          <w:p w14:paraId="71674600" w14:textId="77777777" w:rsidR="003A41A2" w:rsidRPr="000E0EE2" w:rsidRDefault="003A41A2" w:rsidP="003A41A2">
            <w:pPr>
              <w:pStyle w:val="Tabletext"/>
            </w:pPr>
          </w:p>
        </w:tc>
        <w:tc>
          <w:tcPr>
            <w:tcW w:w="750" w:type="dxa"/>
            <w:shd w:val="clear" w:color="auto" w:fill="00AFAA"/>
          </w:tcPr>
          <w:p w14:paraId="21F5636A" w14:textId="77777777" w:rsidR="003A41A2" w:rsidRPr="000E0EE2" w:rsidRDefault="003A41A2" w:rsidP="003A41A2">
            <w:pPr>
              <w:pStyle w:val="Tabletext"/>
            </w:pPr>
          </w:p>
        </w:tc>
      </w:tr>
      <w:tr w:rsidR="003A41A2" w:rsidRPr="000E0EE2" w14:paraId="3CE6B930" w14:textId="77777777" w:rsidTr="003A41A2">
        <w:trPr>
          <w:jc w:val="center"/>
        </w:trPr>
        <w:tc>
          <w:tcPr>
            <w:tcW w:w="587" w:type="dxa"/>
            <w:tcMar>
              <w:top w:w="28" w:type="dxa"/>
              <w:bottom w:w="28" w:type="dxa"/>
            </w:tcMar>
          </w:tcPr>
          <w:p w14:paraId="6717C751" w14:textId="77777777" w:rsidR="003A41A2" w:rsidRPr="000E0EE2" w:rsidRDefault="003A41A2" w:rsidP="003A41A2">
            <w:pPr>
              <w:pStyle w:val="Tabletext"/>
            </w:pPr>
          </w:p>
        </w:tc>
        <w:tc>
          <w:tcPr>
            <w:tcW w:w="645" w:type="dxa"/>
            <w:tcMar>
              <w:top w:w="28" w:type="dxa"/>
              <w:bottom w:w="28" w:type="dxa"/>
            </w:tcMar>
          </w:tcPr>
          <w:p w14:paraId="16464F50" w14:textId="77777777" w:rsidR="003A41A2" w:rsidRPr="000E0EE2" w:rsidRDefault="003A41A2" w:rsidP="003A41A2">
            <w:pPr>
              <w:pStyle w:val="Tabletext"/>
            </w:pPr>
            <w:r w:rsidRPr="000E0EE2">
              <w:t>3.1</w:t>
            </w:r>
          </w:p>
        </w:tc>
        <w:tc>
          <w:tcPr>
            <w:tcW w:w="5935" w:type="dxa"/>
            <w:tcMar>
              <w:top w:w="28" w:type="dxa"/>
              <w:bottom w:w="28" w:type="dxa"/>
            </w:tcMar>
          </w:tcPr>
          <w:p w14:paraId="225D5E38" w14:textId="77777777" w:rsidR="003A41A2" w:rsidRPr="000E0EE2" w:rsidRDefault="003A41A2" w:rsidP="003A41A2">
            <w:pPr>
              <w:pStyle w:val="Tabletext"/>
            </w:pPr>
            <w:r w:rsidRPr="000E0EE2">
              <w:t xml:space="preserve">Introduction to light and range </w:t>
            </w:r>
          </w:p>
        </w:tc>
        <w:tc>
          <w:tcPr>
            <w:tcW w:w="709" w:type="dxa"/>
            <w:tcMar>
              <w:top w:w="28" w:type="dxa"/>
              <w:bottom w:w="28" w:type="dxa"/>
            </w:tcMar>
          </w:tcPr>
          <w:p w14:paraId="72F45FFC" w14:textId="77777777" w:rsidR="003A41A2" w:rsidRPr="000E0EE2" w:rsidRDefault="003A41A2" w:rsidP="003A41A2">
            <w:pPr>
              <w:pStyle w:val="Tabletext"/>
            </w:pPr>
            <w:r w:rsidRPr="000E0EE2">
              <w:t>1</w:t>
            </w:r>
          </w:p>
        </w:tc>
        <w:tc>
          <w:tcPr>
            <w:tcW w:w="2467" w:type="dxa"/>
            <w:vMerge w:val="restart"/>
            <w:shd w:val="clear" w:color="auto" w:fill="auto"/>
            <w:tcMar>
              <w:top w:w="28" w:type="dxa"/>
              <w:bottom w:w="28" w:type="dxa"/>
            </w:tcMar>
            <w:vAlign w:val="center"/>
          </w:tcPr>
          <w:p w14:paraId="241337FE" w14:textId="77777777" w:rsidR="003A41A2" w:rsidRPr="000E0EE2" w:rsidRDefault="003A41A2" w:rsidP="003A41A2">
            <w:pPr>
              <w:pStyle w:val="Tabletext"/>
            </w:pPr>
            <w:r w:rsidRPr="000E0EE2">
              <w:t>IALA WWA L2.3.1-3</w:t>
            </w:r>
          </w:p>
        </w:tc>
        <w:tc>
          <w:tcPr>
            <w:tcW w:w="716" w:type="dxa"/>
            <w:vMerge w:val="restart"/>
            <w:tcMar>
              <w:top w:w="28" w:type="dxa"/>
              <w:bottom w:w="28" w:type="dxa"/>
            </w:tcMar>
            <w:vAlign w:val="center"/>
          </w:tcPr>
          <w:p w14:paraId="1057BF0D" w14:textId="77777777" w:rsidR="003A41A2" w:rsidRPr="000E0EE2" w:rsidRDefault="003A41A2" w:rsidP="003A41A2">
            <w:pPr>
              <w:pStyle w:val="Tabletext"/>
            </w:pPr>
            <w:r w:rsidRPr="000E0EE2">
              <w:t>11 or 15</w:t>
            </w:r>
          </w:p>
        </w:tc>
        <w:tc>
          <w:tcPr>
            <w:tcW w:w="750" w:type="dxa"/>
            <w:vMerge w:val="restart"/>
            <w:vAlign w:val="center"/>
          </w:tcPr>
          <w:p w14:paraId="11491CE8" w14:textId="77777777" w:rsidR="003A41A2" w:rsidRPr="000E0EE2" w:rsidRDefault="003A41A2" w:rsidP="003A41A2">
            <w:pPr>
              <w:pStyle w:val="Tabletext"/>
            </w:pPr>
            <w:r w:rsidRPr="000E0EE2">
              <w:t>2 or 3</w:t>
            </w:r>
          </w:p>
        </w:tc>
      </w:tr>
      <w:tr w:rsidR="003A41A2" w:rsidRPr="000E0EE2" w14:paraId="4882CEAA" w14:textId="77777777" w:rsidTr="003A41A2">
        <w:trPr>
          <w:jc w:val="center"/>
        </w:trPr>
        <w:tc>
          <w:tcPr>
            <w:tcW w:w="587" w:type="dxa"/>
            <w:tcMar>
              <w:top w:w="28" w:type="dxa"/>
              <w:bottom w:w="28" w:type="dxa"/>
            </w:tcMar>
          </w:tcPr>
          <w:p w14:paraId="7A5B3628" w14:textId="77777777" w:rsidR="003A41A2" w:rsidRPr="000E0EE2" w:rsidRDefault="003A41A2" w:rsidP="003A41A2">
            <w:pPr>
              <w:pStyle w:val="Tabletext"/>
            </w:pPr>
          </w:p>
        </w:tc>
        <w:tc>
          <w:tcPr>
            <w:tcW w:w="645" w:type="dxa"/>
            <w:tcMar>
              <w:top w:w="28" w:type="dxa"/>
              <w:bottom w:w="28" w:type="dxa"/>
            </w:tcMar>
          </w:tcPr>
          <w:p w14:paraId="1839A6ED" w14:textId="77777777" w:rsidR="003A41A2" w:rsidRPr="000E0EE2" w:rsidRDefault="003A41A2" w:rsidP="003A41A2">
            <w:pPr>
              <w:pStyle w:val="Tabletext"/>
            </w:pPr>
            <w:r w:rsidRPr="000E0EE2">
              <w:t>3.2</w:t>
            </w:r>
          </w:p>
        </w:tc>
        <w:tc>
          <w:tcPr>
            <w:tcW w:w="5935" w:type="dxa"/>
            <w:tcMar>
              <w:top w:w="28" w:type="dxa"/>
              <w:bottom w:w="28" w:type="dxa"/>
            </w:tcMar>
          </w:tcPr>
          <w:p w14:paraId="76C59874" w14:textId="77777777" w:rsidR="003A41A2" w:rsidRPr="000E0EE2" w:rsidRDefault="003A41A2" w:rsidP="003A41A2">
            <w:pPr>
              <w:pStyle w:val="Tabletext"/>
            </w:pPr>
            <w:r w:rsidRPr="000E0EE2">
              <w:t>Light sources</w:t>
            </w:r>
          </w:p>
        </w:tc>
        <w:tc>
          <w:tcPr>
            <w:tcW w:w="709" w:type="dxa"/>
            <w:tcMar>
              <w:top w:w="28" w:type="dxa"/>
              <w:bottom w:w="28" w:type="dxa"/>
            </w:tcMar>
          </w:tcPr>
          <w:p w14:paraId="1576897D" w14:textId="77777777" w:rsidR="003A41A2" w:rsidRPr="000E0EE2" w:rsidRDefault="003A41A2" w:rsidP="003A41A2">
            <w:pPr>
              <w:pStyle w:val="Tabletext"/>
            </w:pPr>
            <w:r w:rsidRPr="000E0EE2">
              <w:t>2</w:t>
            </w:r>
          </w:p>
        </w:tc>
        <w:tc>
          <w:tcPr>
            <w:tcW w:w="2467" w:type="dxa"/>
            <w:vMerge/>
            <w:shd w:val="clear" w:color="auto" w:fill="auto"/>
            <w:tcMar>
              <w:top w:w="28" w:type="dxa"/>
              <w:bottom w:w="28" w:type="dxa"/>
            </w:tcMar>
          </w:tcPr>
          <w:p w14:paraId="7F8530E3" w14:textId="77777777" w:rsidR="003A41A2" w:rsidRPr="000E0EE2" w:rsidRDefault="003A41A2" w:rsidP="003A41A2">
            <w:pPr>
              <w:pStyle w:val="Tabletext"/>
            </w:pPr>
          </w:p>
        </w:tc>
        <w:tc>
          <w:tcPr>
            <w:tcW w:w="716" w:type="dxa"/>
            <w:vMerge/>
            <w:tcMar>
              <w:top w:w="28" w:type="dxa"/>
              <w:bottom w:w="28" w:type="dxa"/>
            </w:tcMar>
          </w:tcPr>
          <w:p w14:paraId="33B16250" w14:textId="77777777" w:rsidR="003A41A2" w:rsidRPr="000E0EE2" w:rsidRDefault="003A41A2" w:rsidP="003A41A2">
            <w:pPr>
              <w:pStyle w:val="Tabletext"/>
            </w:pPr>
          </w:p>
        </w:tc>
        <w:tc>
          <w:tcPr>
            <w:tcW w:w="750" w:type="dxa"/>
            <w:vMerge/>
          </w:tcPr>
          <w:p w14:paraId="371555A1" w14:textId="77777777" w:rsidR="003A41A2" w:rsidRPr="000E0EE2" w:rsidRDefault="003A41A2" w:rsidP="003A41A2">
            <w:pPr>
              <w:pStyle w:val="Tabletext"/>
            </w:pPr>
          </w:p>
        </w:tc>
      </w:tr>
      <w:tr w:rsidR="003A41A2" w:rsidRPr="000E0EE2" w14:paraId="4845E06B" w14:textId="77777777" w:rsidTr="003A41A2">
        <w:trPr>
          <w:jc w:val="center"/>
        </w:trPr>
        <w:tc>
          <w:tcPr>
            <w:tcW w:w="587" w:type="dxa"/>
            <w:tcMar>
              <w:top w:w="28" w:type="dxa"/>
              <w:bottom w:w="28" w:type="dxa"/>
            </w:tcMar>
          </w:tcPr>
          <w:p w14:paraId="5D3F2D0B" w14:textId="77777777" w:rsidR="003A41A2" w:rsidRPr="000E0EE2" w:rsidRDefault="003A41A2" w:rsidP="003A41A2">
            <w:pPr>
              <w:pStyle w:val="Tabletext"/>
            </w:pPr>
          </w:p>
        </w:tc>
        <w:tc>
          <w:tcPr>
            <w:tcW w:w="645" w:type="dxa"/>
            <w:tcMar>
              <w:top w:w="28" w:type="dxa"/>
              <w:bottom w:w="28" w:type="dxa"/>
            </w:tcMar>
            <w:vAlign w:val="center"/>
          </w:tcPr>
          <w:p w14:paraId="5BAFDE4E" w14:textId="77777777" w:rsidR="003A41A2" w:rsidRPr="000E0EE2" w:rsidRDefault="003A41A2" w:rsidP="003A41A2">
            <w:pPr>
              <w:pStyle w:val="Tabletext"/>
            </w:pPr>
            <w:r w:rsidRPr="000E0EE2">
              <w:t>3.3</w:t>
            </w:r>
          </w:p>
        </w:tc>
        <w:tc>
          <w:tcPr>
            <w:tcW w:w="5935" w:type="dxa"/>
            <w:tcMar>
              <w:top w:w="28" w:type="dxa"/>
              <w:bottom w:w="28" w:type="dxa"/>
            </w:tcMar>
          </w:tcPr>
          <w:p w14:paraId="04F031FA" w14:textId="77777777" w:rsidR="003A41A2" w:rsidRPr="000E0EE2" w:rsidRDefault="003A41A2" w:rsidP="003A41A2">
            <w:pPr>
              <w:pStyle w:val="Tabletext"/>
            </w:pPr>
            <w:r w:rsidRPr="000E0EE2">
              <w:t>Colour used in marine lanterns</w:t>
            </w:r>
          </w:p>
        </w:tc>
        <w:tc>
          <w:tcPr>
            <w:tcW w:w="709" w:type="dxa"/>
            <w:tcMar>
              <w:top w:w="28" w:type="dxa"/>
              <w:bottom w:w="28" w:type="dxa"/>
            </w:tcMar>
          </w:tcPr>
          <w:p w14:paraId="0DB9FCEB" w14:textId="77777777" w:rsidR="003A41A2" w:rsidRPr="000E0EE2" w:rsidRDefault="003A41A2" w:rsidP="003A41A2">
            <w:pPr>
              <w:pStyle w:val="Tabletext"/>
            </w:pPr>
            <w:r w:rsidRPr="000E0EE2">
              <w:t>1</w:t>
            </w:r>
          </w:p>
        </w:tc>
        <w:tc>
          <w:tcPr>
            <w:tcW w:w="2467" w:type="dxa"/>
            <w:vMerge/>
            <w:shd w:val="clear" w:color="auto" w:fill="auto"/>
            <w:tcMar>
              <w:top w:w="28" w:type="dxa"/>
              <w:bottom w:w="28" w:type="dxa"/>
            </w:tcMar>
          </w:tcPr>
          <w:p w14:paraId="33288695" w14:textId="77777777" w:rsidR="003A41A2" w:rsidRPr="000E0EE2" w:rsidRDefault="003A41A2" w:rsidP="003A41A2">
            <w:pPr>
              <w:pStyle w:val="Tabletext"/>
            </w:pPr>
          </w:p>
        </w:tc>
        <w:tc>
          <w:tcPr>
            <w:tcW w:w="716" w:type="dxa"/>
            <w:vMerge/>
            <w:tcMar>
              <w:top w:w="28" w:type="dxa"/>
              <w:bottom w:w="28" w:type="dxa"/>
            </w:tcMar>
          </w:tcPr>
          <w:p w14:paraId="34BFD959" w14:textId="77777777" w:rsidR="003A41A2" w:rsidRPr="000E0EE2" w:rsidRDefault="003A41A2" w:rsidP="003A41A2">
            <w:pPr>
              <w:pStyle w:val="Tabletext"/>
            </w:pPr>
          </w:p>
        </w:tc>
        <w:tc>
          <w:tcPr>
            <w:tcW w:w="750" w:type="dxa"/>
            <w:vMerge/>
          </w:tcPr>
          <w:p w14:paraId="3F01EF4B" w14:textId="77777777" w:rsidR="003A41A2" w:rsidRPr="000E0EE2" w:rsidRDefault="003A41A2" w:rsidP="003A41A2">
            <w:pPr>
              <w:pStyle w:val="Tabletext"/>
            </w:pPr>
          </w:p>
        </w:tc>
      </w:tr>
      <w:tr w:rsidR="003A41A2" w:rsidRPr="000E0EE2" w14:paraId="245BC058" w14:textId="77777777" w:rsidTr="003A41A2">
        <w:trPr>
          <w:jc w:val="center"/>
        </w:trPr>
        <w:tc>
          <w:tcPr>
            <w:tcW w:w="587" w:type="dxa"/>
            <w:tcMar>
              <w:top w:w="28" w:type="dxa"/>
              <w:bottom w:w="28" w:type="dxa"/>
            </w:tcMar>
          </w:tcPr>
          <w:p w14:paraId="3BBF5059" w14:textId="77777777" w:rsidR="003A41A2" w:rsidRPr="000E0EE2" w:rsidRDefault="003A41A2" w:rsidP="003A41A2">
            <w:pPr>
              <w:pStyle w:val="Tabletext"/>
            </w:pPr>
          </w:p>
        </w:tc>
        <w:tc>
          <w:tcPr>
            <w:tcW w:w="645" w:type="dxa"/>
            <w:tcMar>
              <w:top w:w="28" w:type="dxa"/>
              <w:bottom w:w="28" w:type="dxa"/>
            </w:tcMar>
          </w:tcPr>
          <w:p w14:paraId="357A3A41" w14:textId="77777777" w:rsidR="003A41A2" w:rsidRPr="000E0EE2" w:rsidRDefault="003A41A2" w:rsidP="003A41A2">
            <w:pPr>
              <w:pStyle w:val="Tabletext"/>
            </w:pPr>
            <w:r w:rsidRPr="000E0EE2">
              <w:t>3.4</w:t>
            </w:r>
          </w:p>
        </w:tc>
        <w:tc>
          <w:tcPr>
            <w:tcW w:w="5935" w:type="dxa"/>
            <w:tcMar>
              <w:top w:w="28" w:type="dxa"/>
              <w:bottom w:w="28" w:type="dxa"/>
            </w:tcMar>
          </w:tcPr>
          <w:p w14:paraId="2D1993E0" w14:textId="77777777" w:rsidR="003A41A2" w:rsidRPr="000E0EE2" w:rsidRDefault="003A41A2" w:rsidP="003A41A2">
            <w:pPr>
              <w:pStyle w:val="Tabletext"/>
            </w:pPr>
            <w:r w:rsidRPr="000E0EE2">
              <w:t xml:space="preserve">Light flashers and characteristics </w:t>
            </w:r>
          </w:p>
        </w:tc>
        <w:tc>
          <w:tcPr>
            <w:tcW w:w="709" w:type="dxa"/>
            <w:vMerge w:val="restart"/>
            <w:tcMar>
              <w:top w:w="28" w:type="dxa"/>
              <w:bottom w:w="28" w:type="dxa"/>
            </w:tcMar>
            <w:vAlign w:val="center"/>
          </w:tcPr>
          <w:p w14:paraId="494ABE0F"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536A1C71" w14:textId="77777777" w:rsidR="003A41A2" w:rsidRPr="000E0EE2" w:rsidRDefault="003A41A2" w:rsidP="003A41A2">
            <w:pPr>
              <w:pStyle w:val="Tabletext"/>
            </w:pPr>
            <w:r w:rsidRPr="000E0EE2">
              <w:t>IALA WWA L2.3.4-6</w:t>
            </w:r>
          </w:p>
        </w:tc>
        <w:tc>
          <w:tcPr>
            <w:tcW w:w="716" w:type="dxa"/>
            <w:vMerge w:val="restart"/>
            <w:tcMar>
              <w:top w:w="28" w:type="dxa"/>
              <w:bottom w:w="28" w:type="dxa"/>
            </w:tcMar>
            <w:vAlign w:val="center"/>
          </w:tcPr>
          <w:p w14:paraId="28D1F079" w14:textId="77777777" w:rsidR="003A41A2" w:rsidRPr="000E0EE2" w:rsidRDefault="003A41A2" w:rsidP="003A41A2">
            <w:pPr>
              <w:pStyle w:val="Tabletext"/>
            </w:pPr>
            <w:r w:rsidRPr="000E0EE2">
              <w:t>12</w:t>
            </w:r>
          </w:p>
        </w:tc>
        <w:tc>
          <w:tcPr>
            <w:tcW w:w="750" w:type="dxa"/>
            <w:vMerge w:val="restart"/>
            <w:vAlign w:val="center"/>
          </w:tcPr>
          <w:p w14:paraId="19030822" w14:textId="77777777" w:rsidR="003A41A2" w:rsidRPr="000E0EE2" w:rsidRDefault="003A41A2" w:rsidP="003A41A2">
            <w:pPr>
              <w:pStyle w:val="Tabletext"/>
            </w:pPr>
            <w:r w:rsidRPr="000E0EE2">
              <w:t>2</w:t>
            </w:r>
          </w:p>
        </w:tc>
      </w:tr>
      <w:tr w:rsidR="003A41A2" w:rsidRPr="000E0EE2" w14:paraId="47584565" w14:textId="77777777" w:rsidTr="003A41A2">
        <w:trPr>
          <w:jc w:val="center"/>
        </w:trPr>
        <w:tc>
          <w:tcPr>
            <w:tcW w:w="587" w:type="dxa"/>
            <w:tcMar>
              <w:top w:w="28" w:type="dxa"/>
              <w:bottom w:w="28" w:type="dxa"/>
            </w:tcMar>
          </w:tcPr>
          <w:p w14:paraId="6EEEA816" w14:textId="77777777" w:rsidR="003A41A2" w:rsidRPr="000E0EE2" w:rsidRDefault="003A41A2" w:rsidP="003A41A2">
            <w:pPr>
              <w:pStyle w:val="Tabletext"/>
            </w:pPr>
          </w:p>
        </w:tc>
        <w:tc>
          <w:tcPr>
            <w:tcW w:w="645" w:type="dxa"/>
            <w:tcMar>
              <w:top w:w="28" w:type="dxa"/>
              <w:bottom w:w="28" w:type="dxa"/>
            </w:tcMar>
            <w:vAlign w:val="center"/>
          </w:tcPr>
          <w:p w14:paraId="54B35611" w14:textId="77777777" w:rsidR="003A41A2" w:rsidRPr="000E0EE2" w:rsidRDefault="003A41A2" w:rsidP="003A41A2">
            <w:pPr>
              <w:pStyle w:val="Tabletext"/>
            </w:pPr>
            <w:r w:rsidRPr="000E0EE2">
              <w:t>3.5</w:t>
            </w:r>
          </w:p>
        </w:tc>
        <w:tc>
          <w:tcPr>
            <w:tcW w:w="5935" w:type="dxa"/>
            <w:tcMar>
              <w:top w:w="28" w:type="dxa"/>
              <w:bottom w:w="28" w:type="dxa"/>
            </w:tcMar>
          </w:tcPr>
          <w:p w14:paraId="7EF9B099" w14:textId="77777777" w:rsidR="003A41A2" w:rsidRPr="000E0EE2" w:rsidRDefault="003A41A2" w:rsidP="003A41A2">
            <w:pPr>
              <w:pStyle w:val="Tabletext"/>
            </w:pPr>
            <w:r w:rsidRPr="000E0EE2">
              <w:t>Lamp changers</w:t>
            </w:r>
          </w:p>
        </w:tc>
        <w:tc>
          <w:tcPr>
            <w:tcW w:w="709" w:type="dxa"/>
            <w:vMerge/>
            <w:tcMar>
              <w:top w:w="28" w:type="dxa"/>
              <w:bottom w:w="28" w:type="dxa"/>
            </w:tcMar>
          </w:tcPr>
          <w:p w14:paraId="4BF8E966" w14:textId="77777777" w:rsidR="003A41A2" w:rsidRPr="000E0EE2" w:rsidRDefault="003A41A2" w:rsidP="003A41A2">
            <w:pPr>
              <w:pStyle w:val="Tabletext"/>
            </w:pPr>
          </w:p>
        </w:tc>
        <w:tc>
          <w:tcPr>
            <w:tcW w:w="2467" w:type="dxa"/>
            <w:vMerge/>
            <w:shd w:val="clear" w:color="auto" w:fill="auto"/>
            <w:tcMar>
              <w:top w:w="28" w:type="dxa"/>
              <w:bottom w:w="28" w:type="dxa"/>
            </w:tcMar>
          </w:tcPr>
          <w:p w14:paraId="271EC5CC" w14:textId="77777777" w:rsidR="003A41A2" w:rsidRPr="000E0EE2" w:rsidRDefault="003A41A2" w:rsidP="003A41A2">
            <w:pPr>
              <w:pStyle w:val="Tabletext"/>
            </w:pPr>
          </w:p>
        </w:tc>
        <w:tc>
          <w:tcPr>
            <w:tcW w:w="716" w:type="dxa"/>
            <w:vMerge/>
            <w:tcMar>
              <w:top w:w="28" w:type="dxa"/>
              <w:bottom w:w="28" w:type="dxa"/>
            </w:tcMar>
          </w:tcPr>
          <w:p w14:paraId="6296F17C" w14:textId="77777777" w:rsidR="003A41A2" w:rsidRPr="000E0EE2" w:rsidRDefault="003A41A2" w:rsidP="003A41A2">
            <w:pPr>
              <w:pStyle w:val="Tabletext"/>
            </w:pPr>
          </w:p>
        </w:tc>
        <w:tc>
          <w:tcPr>
            <w:tcW w:w="750" w:type="dxa"/>
            <w:vMerge/>
            <w:vAlign w:val="center"/>
          </w:tcPr>
          <w:p w14:paraId="53BAFBBC" w14:textId="77777777" w:rsidR="003A41A2" w:rsidRPr="000E0EE2" w:rsidRDefault="003A41A2" w:rsidP="003A41A2">
            <w:pPr>
              <w:pStyle w:val="Tabletext"/>
            </w:pPr>
          </w:p>
        </w:tc>
      </w:tr>
      <w:tr w:rsidR="003A41A2" w:rsidRPr="000E0EE2" w14:paraId="0489EB76" w14:textId="77777777" w:rsidTr="003A41A2">
        <w:trPr>
          <w:jc w:val="center"/>
        </w:trPr>
        <w:tc>
          <w:tcPr>
            <w:tcW w:w="587" w:type="dxa"/>
            <w:tcMar>
              <w:top w:w="28" w:type="dxa"/>
              <w:bottom w:w="28" w:type="dxa"/>
            </w:tcMar>
          </w:tcPr>
          <w:p w14:paraId="206B1553" w14:textId="77777777" w:rsidR="003A41A2" w:rsidRPr="000E0EE2" w:rsidRDefault="003A41A2" w:rsidP="003A41A2">
            <w:pPr>
              <w:pStyle w:val="Tabletext"/>
            </w:pPr>
          </w:p>
        </w:tc>
        <w:tc>
          <w:tcPr>
            <w:tcW w:w="645" w:type="dxa"/>
            <w:tcMar>
              <w:top w:w="28" w:type="dxa"/>
              <w:bottom w:w="28" w:type="dxa"/>
            </w:tcMar>
            <w:vAlign w:val="center"/>
          </w:tcPr>
          <w:p w14:paraId="471DDEA1" w14:textId="77777777" w:rsidR="003A41A2" w:rsidRPr="000E0EE2" w:rsidRDefault="003A41A2" w:rsidP="003A41A2">
            <w:pPr>
              <w:pStyle w:val="Tabletext"/>
            </w:pPr>
            <w:r w:rsidRPr="000E0EE2">
              <w:t>3.6</w:t>
            </w:r>
          </w:p>
        </w:tc>
        <w:tc>
          <w:tcPr>
            <w:tcW w:w="5935" w:type="dxa"/>
            <w:tcMar>
              <w:top w:w="28" w:type="dxa"/>
              <w:bottom w:w="28" w:type="dxa"/>
            </w:tcMar>
          </w:tcPr>
          <w:p w14:paraId="5FF29948" w14:textId="77777777" w:rsidR="003A41A2" w:rsidRPr="000E0EE2" w:rsidRDefault="003A41A2" w:rsidP="003A41A2">
            <w:pPr>
              <w:pStyle w:val="Tabletext"/>
            </w:pPr>
            <w:r w:rsidRPr="000E0EE2">
              <w:t>Self-contained (integrated power system) marine lanterns</w:t>
            </w:r>
          </w:p>
        </w:tc>
        <w:tc>
          <w:tcPr>
            <w:tcW w:w="709" w:type="dxa"/>
            <w:vMerge/>
            <w:tcMar>
              <w:top w:w="28" w:type="dxa"/>
              <w:bottom w:w="28" w:type="dxa"/>
            </w:tcMar>
          </w:tcPr>
          <w:p w14:paraId="78EF5457" w14:textId="77777777" w:rsidR="003A41A2" w:rsidRPr="000E0EE2" w:rsidRDefault="003A41A2" w:rsidP="003A41A2">
            <w:pPr>
              <w:pStyle w:val="Tabletext"/>
            </w:pPr>
          </w:p>
        </w:tc>
        <w:tc>
          <w:tcPr>
            <w:tcW w:w="2467" w:type="dxa"/>
            <w:vMerge/>
            <w:shd w:val="clear" w:color="auto" w:fill="auto"/>
            <w:tcMar>
              <w:top w:w="28" w:type="dxa"/>
              <w:bottom w:w="28" w:type="dxa"/>
            </w:tcMar>
          </w:tcPr>
          <w:p w14:paraId="1083911C" w14:textId="77777777" w:rsidR="003A41A2" w:rsidRPr="000E0EE2" w:rsidRDefault="003A41A2" w:rsidP="003A41A2">
            <w:pPr>
              <w:pStyle w:val="Tabletext"/>
            </w:pPr>
          </w:p>
        </w:tc>
        <w:tc>
          <w:tcPr>
            <w:tcW w:w="716" w:type="dxa"/>
            <w:vMerge/>
            <w:tcMar>
              <w:top w:w="28" w:type="dxa"/>
              <w:bottom w:w="28" w:type="dxa"/>
            </w:tcMar>
          </w:tcPr>
          <w:p w14:paraId="22628A42" w14:textId="77777777" w:rsidR="003A41A2" w:rsidRPr="000E0EE2" w:rsidRDefault="003A41A2" w:rsidP="003A41A2">
            <w:pPr>
              <w:pStyle w:val="Tabletext"/>
            </w:pPr>
          </w:p>
        </w:tc>
        <w:tc>
          <w:tcPr>
            <w:tcW w:w="750" w:type="dxa"/>
            <w:vMerge/>
          </w:tcPr>
          <w:p w14:paraId="395ECA76" w14:textId="77777777" w:rsidR="003A41A2" w:rsidRPr="000E0EE2" w:rsidRDefault="003A41A2" w:rsidP="003A41A2">
            <w:pPr>
              <w:pStyle w:val="Tabletext"/>
            </w:pPr>
          </w:p>
        </w:tc>
      </w:tr>
      <w:tr w:rsidR="003A41A2" w:rsidRPr="000E0EE2" w14:paraId="1E5E123D" w14:textId="77777777" w:rsidTr="003A41A2">
        <w:trPr>
          <w:jc w:val="center"/>
        </w:trPr>
        <w:tc>
          <w:tcPr>
            <w:tcW w:w="587" w:type="dxa"/>
            <w:tcMar>
              <w:top w:w="28" w:type="dxa"/>
              <w:bottom w:w="28" w:type="dxa"/>
            </w:tcMar>
          </w:tcPr>
          <w:p w14:paraId="3A1AB222" w14:textId="77777777" w:rsidR="003A41A2" w:rsidRPr="000E0EE2" w:rsidRDefault="003A41A2" w:rsidP="003A41A2">
            <w:pPr>
              <w:pStyle w:val="Tabletext"/>
            </w:pPr>
          </w:p>
        </w:tc>
        <w:tc>
          <w:tcPr>
            <w:tcW w:w="645" w:type="dxa"/>
            <w:tcMar>
              <w:top w:w="28" w:type="dxa"/>
              <w:bottom w:w="28" w:type="dxa"/>
            </w:tcMar>
            <w:vAlign w:val="center"/>
          </w:tcPr>
          <w:p w14:paraId="2D3098E5" w14:textId="77777777" w:rsidR="003A41A2" w:rsidRPr="000E0EE2" w:rsidRDefault="003A41A2" w:rsidP="003A41A2">
            <w:pPr>
              <w:pStyle w:val="Tabletext"/>
            </w:pPr>
            <w:r w:rsidRPr="000E0EE2">
              <w:t>3.7</w:t>
            </w:r>
          </w:p>
        </w:tc>
        <w:tc>
          <w:tcPr>
            <w:tcW w:w="5935" w:type="dxa"/>
            <w:tcMar>
              <w:top w:w="28" w:type="dxa"/>
              <w:bottom w:w="28" w:type="dxa"/>
            </w:tcMar>
          </w:tcPr>
          <w:p w14:paraId="3C665B2A" w14:textId="77777777" w:rsidR="003A41A2" w:rsidRPr="000E0EE2" w:rsidRDefault="003A41A2" w:rsidP="003A41A2">
            <w:pPr>
              <w:pStyle w:val="Tabletext"/>
            </w:pPr>
            <w:r w:rsidRPr="000E0EE2">
              <w:t>Rotating beacons</w:t>
            </w:r>
          </w:p>
        </w:tc>
        <w:tc>
          <w:tcPr>
            <w:tcW w:w="709" w:type="dxa"/>
            <w:vMerge w:val="restart"/>
            <w:tcMar>
              <w:top w:w="28" w:type="dxa"/>
              <w:bottom w:w="28" w:type="dxa"/>
            </w:tcMar>
            <w:vAlign w:val="center"/>
          </w:tcPr>
          <w:p w14:paraId="3DC42928"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296BC7A3" w14:textId="77777777" w:rsidR="003A41A2" w:rsidRPr="000E0EE2" w:rsidRDefault="003A41A2" w:rsidP="003A41A2">
            <w:pPr>
              <w:pStyle w:val="Tabletext"/>
            </w:pPr>
            <w:r w:rsidRPr="000E0EE2">
              <w:t>IALA WWA L2.3.7-8</w:t>
            </w:r>
          </w:p>
        </w:tc>
        <w:tc>
          <w:tcPr>
            <w:tcW w:w="716" w:type="dxa"/>
            <w:vMerge w:val="restart"/>
            <w:tcMar>
              <w:top w:w="28" w:type="dxa"/>
              <w:bottom w:w="28" w:type="dxa"/>
            </w:tcMar>
            <w:vAlign w:val="center"/>
          </w:tcPr>
          <w:p w14:paraId="26D68578" w14:textId="77777777" w:rsidR="003A41A2" w:rsidRPr="000E0EE2" w:rsidRDefault="003A41A2" w:rsidP="003A41A2">
            <w:pPr>
              <w:pStyle w:val="Tabletext"/>
            </w:pPr>
            <w:r w:rsidRPr="000E0EE2">
              <w:t>18</w:t>
            </w:r>
          </w:p>
        </w:tc>
        <w:tc>
          <w:tcPr>
            <w:tcW w:w="750" w:type="dxa"/>
            <w:vMerge w:val="restart"/>
            <w:vAlign w:val="center"/>
          </w:tcPr>
          <w:p w14:paraId="0ECB0A7D" w14:textId="77777777" w:rsidR="003A41A2" w:rsidRPr="000E0EE2" w:rsidRDefault="003A41A2" w:rsidP="003A41A2">
            <w:pPr>
              <w:pStyle w:val="Tabletext"/>
            </w:pPr>
            <w:r w:rsidRPr="000E0EE2">
              <w:t>3</w:t>
            </w:r>
          </w:p>
        </w:tc>
      </w:tr>
      <w:tr w:rsidR="003A41A2" w:rsidRPr="000E0EE2" w14:paraId="77E6138B" w14:textId="77777777" w:rsidTr="003A41A2">
        <w:trPr>
          <w:jc w:val="center"/>
        </w:trPr>
        <w:tc>
          <w:tcPr>
            <w:tcW w:w="587" w:type="dxa"/>
            <w:tcMar>
              <w:top w:w="28" w:type="dxa"/>
              <w:bottom w:w="28" w:type="dxa"/>
            </w:tcMar>
          </w:tcPr>
          <w:p w14:paraId="19EE63D0" w14:textId="77777777" w:rsidR="003A41A2" w:rsidRPr="000E0EE2" w:rsidRDefault="003A41A2" w:rsidP="003A41A2">
            <w:pPr>
              <w:pStyle w:val="Tabletext"/>
            </w:pPr>
          </w:p>
        </w:tc>
        <w:tc>
          <w:tcPr>
            <w:tcW w:w="645" w:type="dxa"/>
            <w:tcMar>
              <w:top w:w="28" w:type="dxa"/>
              <w:bottom w:w="28" w:type="dxa"/>
            </w:tcMar>
            <w:vAlign w:val="center"/>
          </w:tcPr>
          <w:p w14:paraId="6977D822" w14:textId="77777777" w:rsidR="003A41A2" w:rsidRPr="000E0EE2" w:rsidRDefault="003A41A2" w:rsidP="003A41A2">
            <w:pPr>
              <w:pStyle w:val="Tabletext"/>
            </w:pPr>
            <w:r w:rsidRPr="000E0EE2">
              <w:t>3.8</w:t>
            </w:r>
          </w:p>
        </w:tc>
        <w:tc>
          <w:tcPr>
            <w:tcW w:w="5935" w:type="dxa"/>
            <w:tcMar>
              <w:top w:w="28" w:type="dxa"/>
              <w:bottom w:w="28" w:type="dxa"/>
            </w:tcMar>
          </w:tcPr>
          <w:p w14:paraId="35AB8BAF" w14:textId="77777777" w:rsidR="003A41A2" w:rsidRPr="000E0EE2" w:rsidRDefault="003A41A2" w:rsidP="003A41A2">
            <w:pPr>
              <w:pStyle w:val="Tabletext"/>
            </w:pPr>
            <w:r w:rsidRPr="000E0EE2">
              <w:t>Classical lenses</w:t>
            </w:r>
          </w:p>
        </w:tc>
        <w:tc>
          <w:tcPr>
            <w:tcW w:w="709" w:type="dxa"/>
            <w:vMerge/>
            <w:tcMar>
              <w:top w:w="28" w:type="dxa"/>
              <w:bottom w:w="28" w:type="dxa"/>
            </w:tcMar>
          </w:tcPr>
          <w:p w14:paraId="111A91AB" w14:textId="77777777" w:rsidR="003A41A2" w:rsidRPr="000E0EE2" w:rsidRDefault="003A41A2" w:rsidP="003A41A2">
            <w:pPr>
              <w:pStyle w:val="Tabletext"/>
            </w:pPr>
          </w:p>
        </w:tc>
        <w:tc>
          <w:tcPr>
            <w:tcW w:w="2467" w:type="dxa"/>
            <w:vMerge/>
            <w:shd w:val="clear" w:color="auto" w:fill="auto"/>
            <w:tcMar>
              <w:top w:w="28" w:type="dxa"/>
              <w:bottom w:w="28" w:type="dxa"/>
            </w:tcMar>
          </w:tcPr>
          <w:p w14:paraId="4352FF79" w14:textId="77777777" w:rsidR="003A41A2" w:rsidRPr="000E0EE2" w:rsidRDefault="003A41A2" w:rsidP="003A41A2">
            <w:pPr>
              <w:pStyle w:val="Tabletext"/>
            </w:pPr>
          </w:p>
        </w:tc>
        <w:tc>
          <w:tcPr>
            <w:tcW w:w="716" w:type="dxa"/>
            <w:vMerge/>
            <w:tcMar>
              <w:top w:w="28" w:type="dxa"/>
              <w:bottom w:w="28" w:type="dxa"/>
            </w:tcMar>
          </w:tcPr>
          <w:p w14:paraId="621FA131" w14:textId="77777777" w:rsidR="003A41A2" w:rsidRPr="000E0EE2" w:rsidRDefault="003A41A2" w:rsidP="003A41A2">
            <w:pPr>
              <w:pStyle w:val="Tabletext"/>
            </w:pPr>
          </w:p>
        </w:tc>
        <w:tc>
          <w:tcPr>
            <w:tcW w:w="750" w:type="dxa"/>
            <w:vMerge/>
          </w:tcPr>
          <w:p w14:paraId="7277C5A4" w14:textId="77777777" w:rsidR="003A41A2" w:rsidRPr="000E0EE2" w:rsidRDefault="003A41A2" w:rsidP="003A41A2">
            <w:pPr>
              <w:pStyle w:val="Tabletext"/>
            </w:pPr>
          </w:p>
        </w:tc>
      </w:tr>
      <w:tr w:rsidR="003A41A2" w:rsidRPr="000E0EE2" w14:paraId="69069DC8" w14:textId="77777777" w:rsidTr="003A41A2">
        <w:trPr>
          <w:jc w:val="center"/>
        </w:trPr>
        <w:tc>
          <w:tcPr>
            <w:tcW w:w="587" w:type="dxa"/>
            <w:tcMar>
              <w:top w:w="28" w:type="dxa"/>
              <w:bottom w:w="28" w:type="dxa"/>
            </w:tcMar>
          </w:tcPr>
          <w:p w14:paraId="5088BC26" w14:textId="77777777" w:rsidR="003A41A2" w:rsidRPr="000E0EE2" w:rsidRDefault="003A41A2" w:rsidP="003A41A2">
            <w:pPr>
              <w:pStyle w:val="Tabletext"/>
            </w:pPr>
          </w:p>
        </w:tc>
        <w:tc>
          <w:tcPr>
            <w:tcW w:w="645" w:type="dxa"/>
            <w:tcMar>
              <w:top w:w="28" w:type="dxa"/>
              <w:bottom w:w="28" w:type="dxa"/>
            </w:tcMar>
            <w:vAlign w:val="center"/>
          </w:tcPr>
          <w:p w14:paraId="28A6D300" w14:textId="77777777" w:rsidR="003A41A2" w:rsidRPr="000E0EE2" w:rsidRDefault="003A41A2" w:rsidP="003A41A2">
            <w:pPr>
              <w:pStyle w:val="Tabletext"/>
            </w:pPr>
            <w:r w:rsidRPr="000E0EE2">
              <w:t>3.9</w:t>
            </w:r>
          </w:p>
        </w:tc>
        <w:tc>
          <w:tcPr>
            <w:tcW w:w="5935" w:type="dxa"/>
            <w:tcMar>
              <w:top w:w="28" w:type="dxa"/>
              <w:bottom w:w="28" w:type="dxa"/>
            </w:tcMar>
          </w:tcPr>
          <w:p w14:paraId="22F96EA2" w14:textId="77777777" w:rsidR="003A41A2" w:rsidRPr="000E0EE2" w:rsidRDefault="003A41A2" w:rsidP="003A41A2">
            <w:pPr>
              <w:pStyle w:val="Tabletext"/>
            </w:pPr>
            <w:r w:rsidRPr="000E0EE2">
              <w:t>Maintenance of mercury rotating optics</w:t>
            </w:r>
          </w:p>
        </w:tc>
        <w:tc>
          <w:tcPr>
            <w:tcW w:w="709" w:type="dxa"/>
            <w:tcMar>
              <w:top w:w="28" w:type="dxa"/>
              <w:bottom w:w="28" w:type="dxa"/>
            </w:tcMar>
          </w:tcPr>
          <w:p w14:paraId="56160934" w14:textId="77777777" w:rsidR="003A41A2" w:rsidRPr="000E0EE2" w:rsidRDefault="003A41A2" w:rsidP="003A41A2">
            <w:pPr>
              <w:pStyle w:val="Tabletext"/>
            </w:pPr>
            <w:r w:rsidRPr="000E0EE2">
              <w:t>1</w:t>
            </w:r>
          </w:p>
        </w:tc>
        <w:tc>
          <w:tcPr>
            <w:tcW w:w="2467" w:type="dxa"/>
            <w:shd w:val="clear" w:color="auto" w:fill="auto"/>
            <w:tcMar>
              <w:top w:w="28" w:type="dxa"/>
              <w:bottom w:w="28" w:type="dxa"/>
            </w:tcMar>
            <w:vAlign w:val="center"/>
          </w:tcPr>
          <w:p w14:paraId="266BED41" w14:textId="77777777" w:rsidR="003A41A2" w:rsidRPr="000E0EE2" w:rsidRDefault="003A41A2" w:rsidP="003A41A2">
            <w:pPr>
              <w:pStyle w:val="Tabletext"/>
            </w:pPr>
            <w:r w:rsidRPr="000E0EE2">
              <w:t>IALA WWA L2.3.9</w:t>
            </w:r>
          </w:p>
        </w:tc>
        <w:tc>
          <w:tcPr>
            <w:tcW w:w="716" w:type="dxa"/>
            <w:tcMar>
              <w:top w:w="28" w:type="dxa"/>
              <w:bottom w:w="28" w:type="dxa"/>
            </w:tcMar>
          </w:tcPr>
          <w:p w14:paraId="15799688" w14:textId="77777777" w:rsidR="003A41A2" w:rsidRPr="000E0EE2" w:rsidRDefault="003A41A2" w:rsidP="003A41A2">
            <w:pPr>
              <w:pStyle w:val="Tabletext"/>
            </w:pPr>
            <w:r w:rsidRPr="000E0EE2">
              <w:t>18</w:t>
            </w:r>
          </w:p>
        </w:tc>
        <w:tc>
          <w:tcPr>
            <w:tcW w:w="750" w:type="dxa"/>
          </w:tcPr>
          <w:p w14:paraId="7490908E" w14:textId="77777777" w:rsidR="003A41A2" w:rsidRPr="000E0EE2" w:rsidRDefault="003A41A2" w:rsidP="003A41A2">
            <w:pPr>
              <w:pStyle w:val="Tabletext"/>
            </w:pPr>
            <w:r w:rsidRPr="000E0EE2">
              <w:t>3</w:t>
            </w:r>
          </w:p>
        </w:tc>
      </w:tr>
      <w:tr w:rsidR="003A41A2" w:rsidRPr="000E0EE2" w14:paraId="2E942737" w14:textId="77777777" w:rsidTr="003A41A2">
        <w:trPr>
          <w:jc w:val="center"/>
        </w:trPr>
        <w:tc>
          <w:tcPr>
            <w:tcW w:w="587" w:type="dxa"/>
            <w:tcMar>
              <w:top w:w="28" w:type="dxa"/>
              <w:bottom w:w="28" w:type="dxa"/>
            </w:tcMar>
          </w:tcPr>
          <w:p w14:paraId="3DDFE7C9" w14:textId="77777777" w:rsidR="003A41A2" w:rsidRPr="000E0EE2" w:rsidRDefault="003A41A2" w:rsidP="003A41A2">
            <w:pPr>
              <w:pStyle w:val="Tabletext"/>
            </w:pPr>
          </w:p>
        </w:tc>
        <w:tc>
          <w:tcPr>
            <w:tcW w:w="645" w:type="dxa"/>
            <w:tcMar>
              <w:top w:w="28" w:type="dxa"/>
              <w:bottom w:w="28" w:type="dxa"/>
            </w:tcMar>
            <w:vAlign w:val="center"/>
          </w:tcPr>
          <w:p w14:paraId="51CBD399" w14:textId="77777777" w:rsidR="003A41A2" w:rsidRPr="000E0EE2" w:rsidRDefault="003A41A2" w:rsidP="003A41A2">
            <w:pPr>
              <w:pStyle w:val="Tabletext"/>
            </w:pPr>
            <w:r w:rsidRPr="000E0EE2">
              <w:t>3.10</w:t>
            </w:r>
          </w:p>
        </w:tc>
        <w:tc>
          <w:tcPr>
            <w:tcW w:w="5935" w:type="dxa"/>
            <w:tcMar>
              <w:top w:w="28" w:type="dxa"/>
              <w:bottom w:w="28" w:type="dxa"/>
            </w:tcMar>
          </w:tcPr>
          <w:p w14:paraId="13817CA9" w14:textId="77777777" w:rsidR="003A41A2" w:rsidRPr="000E0EE2" w:rsidRDefault="003A41A2" w:rsidP="003A41A2">
            <w:pPr>
              <w:pStyle w:val="Tabletext"/>
            </w:pPr>
            <w:r w:rsidRPr="000E0EE2">
              <w:t>Range, sector and Precision Direction lights</w:t>
            </w:r>
          </w:p>
        </w:tc>
        <w:tc>
          <w:tcPr>
            <w:tcW w:w="709" w:type="dxa"/>
            <w:tcMar>
              <w:top w:w="28" w:type="dxa"/>
              <w:bottom w:w="28" w:type="dxa"/>
            </w:tcMar>
          </w:tcPr>
          <w:p w14:paraId="69981E55" w14:textId="77777777" w:rsidR="003A41A2" w:rsidRPr="000E0EE2" w:rsidRDefault="003A41A2" w:rsidP="003A41A2">
            <w:pPr>
              <w:pStyle w:val="Tabletext"/>
            </w:pPr>
            <w:r w:rsidRPr="000E0EE2">
              <w:t>1</w:t>
            </w:r>
          </w:p>
        </w:tc>
        <w:tc>
          <w:tcPr>
            <w:tcW w:w="2467" w:type="dxa"/>
            <w:shd w:val="clear" w:color="auto" w:fill="auto"/>
            <w:tcMar>
              <w:top w:w="28" w:type="dxa"/>
              <w:bottom w:w="28" w:type="dxa"/>
            </w:tcMar>
          </w:tcPr>
          <w:p w14:paraId="0BD092E6" w14:textId="77777777" w:rsidR="003A41A2" w:rsidRPr="000E0EE2" w:rsidRDefault="003A41A2" w:rsidP="003A41A2">
            <w:pPr>
              <w:pStyle w:val="Tabletext"/>
            </w:pPr>
            <w:r w:rsidRPr="000E0EE2">
              <w:t>IALA WWA L2.3.10</w:t>
            </w:r>
          </w:p>
        </w:tc>
        <w:tc>
          <w:tcPr>
            <w:tcW w:w="716" w:type="dxa"/>
            <w:tcMar>
              <w:top w:w="28" w:type="dxa"/>
              <w:bottom w:w="28" w:type="dxa"/>
            </w:tcMar>
          </w:tcPr>
          <w:p w14:paraId="5BA04A3C" w14:textId="77777777" w:rsidR="003A41A2" w:rsidRPr="000E0EE2" w:rsidRDefault="003A41A2" w:rsidP="003A41A2">
            <w:pPr>
              <w:pStyle w:val="Tabletext"/>
            </w:pPr>
            <w:r w:rsidRPr="000E0EE2">
              <w:t>18</w:t>
            </w:r>
          </w:p>
        </w:tc>
        <w:tc>
          <w:tcPr>
            <w:tcW w:w="750" w:type="dxa"/>
          </w:tcPr>
          <w:p w14:paraId="2F4CC0FB" w14:textId="77777777" w:rsidR="003A41A2" w:rsidRPr="000E0EE2" w:rsidRDefault="003A41A2" w:rsidP="003A41A2">
            <w:pPr>
              <w:pStyle w:val="Tabletext"/>
            </w:pPr>
            <w:r w:rsidRPr="000E0EE2">
              <w:t>3</w:t>
            </w:r>
          </w:p>
        </w:tc>
      </w:tr>
    </w:tbl>
    <w:p w14:paraId="4CDEA742" w14:textId="77777777" w:rsidR="00BE075E" w:rsidRPr="000E0EE2" w:rsidRDefault="00BE075E" w:rsidP="003A41A2">
      <w:pPr>
        <w:pStyle w:val="BodyText"/>
        <w:jc w:val="center"/>
      </w:pPr>
    </w:p>
    <w:p w14:paraId="1D613616" w14:textId="4D937E66" w:rsidR="003A41A2" w:rsidRPr="000E0EE2" w:rsidRDefault="003A41A2">
      <w:pPr>
        <w:spacing w:after="200" w:line="276" w:lineRule="auto"/>
        <w:rPr>
          <w:sz w:val="22"/>
        </w:rPr>
      </w:pPr>
      <w:r w:rsidRPr="000E0EE2">
        <w:br w:type="page"/>
      </w:r>
    </w:p>
    <w:p w14:paraId="2E64E466" w14:textId="5AB7C708" w:rsidR="003A41A2" w:rsidRPr="000E0EE2" w:rsidRDefault="003A41A2" w:rsidP="003A41A2">
      <w:pPr>
        <w:pStyle w:val="Heading1"/>
        <w:rPr>
          <w:rFonts w:ascii="Calibri" w:hAnsi="Calibri" w:cs="Arial"/>
        </w:rPr>
      </w:pPr>
      <w:bookmarkStart w:id="78" w:name="_Toc431993300"/>
      <w:bookmarkStart w:id="79" w:name="_Toc449336803"/>
      <w:r w:rsidRPr="000E0EE2">
        <w:rPr>
          <w:rFonts w:ascii="Calibri" w:hAnsi="Calibri" w:cs="Arial"/>
        </w:rPr>
        <w:lastRenderedPageBreak/>
        <w:t>MODEL COURSE TEACHING SYLLABUS FOR AtoN LEVEL 2 TECHNICIANS – MODULE 4 – Sound Signals</w:t>
      </w:r>
      <w:bookmarkEnd w:id="78"/>
      <w:bookmarkEnd w:id="79"/>
    </w:p>
    <w:p w14:paraId="575B63F5" w14:textId="77777777" w:rsidR="003A41A2" w:rsidRPr="000E0EE2" w:rsidRDefault="003A41A2" w:rsidP="003A41A2">
      <w:pPr>
        <w:pStyle w:val="Heading1separatationline"/>
      </w:pPr>
    </w:p>
    <w:p w14:paraId="3564AFFA" w14:textId="47873B62" w:rsidR="003A41A2" w:rsidRPr="000E0EE2" w:rsidRDefault="003A41A2" w:rsidP="003A41A2">
      <w:pPr>
        <w:pStyle w:val="Tablecaption"/>
        <w:jc w:val="center"/>
      </w:pPr>
      <w:bookmarkStart w:id="80" w:name="_Toc196487042"/>
      <w:bookmarkStart w:id="81" w:name="_Toc196487105"/>
      <w:bookmarkStart w:id="82" w:name="_Toc196487127"/>
      <w:bookmarkStart w:id="83" w:name="_Toc369087495"/>
      <w:bookmarkStart w:id="84" w:name="_Toc449336816"/>
      <w:r w:rsidRPr="000E0EE2">
        <w:rPr>
          <w:rFonts w:ascii="Calibri" w:hAnsi="Calibri" w:cs="Arial"/>
        </w:rPr>
        <w:t>Teaching Syllabus Module 4 – Sound Signals</w:t>
      </w:r>
      <w:bookmarkEnd w:id="80"/>
      <w:bookmarkEnd w:id="81"/>
      <w:bookmarkEnd w:id="82"/>
      <w:bookmarkEnd w:id="83"/>
      <w:bookmarkEnd w:id="8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563"/>
        <w:gridCol w:w="747"/>
        <w:gridCol w:w="809"/>
      </w:tblGrid>
      <w:tr w:rsidR="003805E4" w:rsidRPr="000E0EE2" w14:paraId="00424AE1" w14:textId="77777777" w:rsidTr="003805E4">
        <w:trPr>
          <w:cantSplit/>
          <w:trHeight w:val="1578"/>
          <w:jc w:val="center"/>
        </w:trPr>
        <w:tc>
          <w:tcPr>
            <w:tcW w:w="587" w:type="dxa"/>
            <w:tcMar>
              <w:top w:w="28" w:type="dxa"/>
              <w:bottom w:w="28" w:type="dxa"/>
            </w:tcMar>
            <w:textDirection w:val="btLr"/>
            <w:vAlign w:val="center"/>
          </w:tcPr>
          <w:p w14:paraId="148CB23D"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749E9377"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028C3D1C"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59111ED5" w14:textId="77777777" w:rsidR="003A41A2" w:rsidRPr="000E0EE2" w:rsidRDefault="003A41A2" w:rsidP="003A41A2">
            <w:pPr>
              <w:pStyle w:val="Tableheading"/>
              <w:rPr>
                <w:lang w:val="en-GB"/>
              </w:rPr>
            </w:pPr>
            <w:r w:rsidRPr="000E0EE2">
              <w:rPr>
                <w:lang w:val="en-GB"/>
              </w:rPr>
              <w:t>Level of Competence</w:t>
            </w:r>
          </w:p>
        </w:tc>
        <w:tc>
          <w:tcPr>
            <w:tcW w:w="2563" w:type="dxa"/>
            <w:tcMar>
              <w:top w:w="28" w:type="dxa"/>
              <w:bottom w:w="28" w:type="dxa"/>
            </w:tcMar>
            <w:vAlign w:val="center"/>
          </w:tcPr>
          <w:p w14:paraId="134D0A99" w14:textId="75FFC565" w:rsidR="003A41A2" w:rsidRPr="000E0EE2" w:rsidRDefault="003A41A2" w:rsidP="003A41A2">
            <w:pPr>
              <w:pStyle w:val="Tableheading"/>
              <w:jc w:val="center"/>
              <w:rPr>
                <w:lang w:val="en-GB"/>
              </w:rPr>
            </w:pPr>
            <w:r w:rsidRPr="000E0EE2">
              <w:rPr>
                <w:lang w:val="en-GB"/>
              </w:rPr>
              <w:t>Model Course</w:t>
            </w:r>
          </w:p>
        </w:tc>
        <w:tc>
          <w:tcPr>
            <w:tcW w:w="747" w:type="dxa"/>
            <w:tcMar>
              <w:top w:w="28" w:type="dxa"/>
              <w:bottom w:w="28" w:type="dxa"/>
            </w:tcMar>
            <w:textDirection w:val="btLr"/>
            <w:vAlign w:val="center"/>
          </w:tcPr>
          <w:p w14:paraId="0D9C58F1" w14:textId="77777777" w:rsidR="003A41A2" w:rsidRPr="000E0EE2" w:rsidRDefault="003A41A2" w:rsidP="003A41A2">
            <w:pPr>
              <w:pStyle w:val="Tableheading"/>
              <w:rPr>
                <w:lang w:val="en-GB"/>
              </w:rPr>
            </w:pPr>
            <w:r w:rsidRPr="000E0EE2">
              <w:rPr>
                <w:lang w:val="en-GB"/>
              </w:rPr>
              <w:t>Total Duration (hours)</w:t>
            </w:r>
          </w:p>
        </w:tc>
        <w:tc>
          <w:tcPr>
            <w:tcW w:w="809" w:type="dxa"/>
            <w:textDirection w:val="btLr"/>
          </w:tcPr>
          <w:p w14:paraId="420CCDDC" w14:textId="77777777" w:rsidR="003A41A2" w:rsidRPr="000E0EE2" w:rsidRDefault="003A41A2" w:rsidP="003A41A2">
            <w:pPr>
              <w:pStyle w:val="Tableheading"/>
              <w:rPr>
                <w:lang w:val="en-GB"/>
              </w:rPr>
            </w:pPr>
            <w:r w:rsidRPr="000E0EE2">
              <w:rPr>
                <w:lang w:val="en-GB"/>
              </w:rPr>
              <w:t>Total Duration (Days)</w:t>
            </w:r>
          </w:p>
        </w:tc>
      </w:tr>
      <w:tr w:rsidR="003805E4" w:rsidRPr="000E0EE2" w14:paraId="2CD79521" w14:textId="77777777" w:rsidTr="003805E4">
        <w:trPr>
          <w:jc w:val="center"/>
        </w:trPr>
        <w:tc>
          <w:tcPr>
            <w:tcW w:w="587" w:type="dxa"/>
            <w:tcMar>
              <w:top w:w="28" w:type="dxa"/>
              <w:bottom w:w="28" w:type="dxa"/>
            </w:tcMar>
          </w:tcPr>
          <w:p w14:paraId="0A3F3C5C" w14:textId="77777777" w:rsidR="003A41A2" w:rsidRPr="000E0EE2" w:rsidRDefault="003A41A2" w:rsidP="003A41A2">
            <w:pPr>
              <w:pStyle w:val="Tabletext"/>
            </w:pPr>
            <w:r w:rsidRPr="000E0EE2">
              <w:t>4</w:t>
            </w:r>
          </w:p>
        </w:tc>
        <w:tc>
          <w:tcPr>
            <w:tcW w:w="696" w:type="dxa"/>
            <w:shd w:val="clear" w:color="auto" w:fill="00AFAA"/>
            <w:tcMar>
              <w:top w:w="28" w:type="dxa"/>
              <w:bottom w:w="28" w:type="dxa"/>
            </w:tcMar>
          </w:tcPr>
          <w:p w14:paraId="36FB45C1" w14:textId="77777777" w:rsidR="003A41A2" w:rsidRPr="000E0EE2" w:rsidRDefault="003A41A2" w:rsidP="003A41A2">
            <w:pPr>
              <w:pStyle w:val="Tabletext"/>
            </w:pPr>
          </w:p>
        </w:tc>
        <w:tc>
          <w:tcPr>
            <w:tcW w:w="5935" w:type="dxa"/>
            <w:tcMar>
              <w:top w:w="28" w:type="dxa"/>
              <w:bottom w:w="28" w:type="dxa"/>
            </w:tcMar>
          </w:tcPr>
          <w:p w14:paraId="60AFC509" w14:textId="77777777" w:rsidR="003A41A2" w:rsidRPr="000E0EE2" w:rsidRDefault="003A41A2" w:rsidP="003A41A2">
            <w:pPr>
              <w:pStyle w:val="Tabletext"/>
            </w:pPr>
            <w:r w:rsidRPr="000E0EE2">
              <w:t>Sound Signals</w:t>
            </w:r>
          </w:p>
        </w:tc>
        <w:tc>
          <w:tcPr>
            <w:tcW w:w="709" w:type="dxa"/>
            <w:shd w:val="clear" w:color="auto" w:fill="00AFAA"/>
            <w:tcMar>
              <w:top w:w="28" w:type="dxa"/>
              <w:bottom w:w="28" w:type="dxa"/>
            </w:tcMar>
          </w:tcPr>
          <w:p w14:paraId="5226C335" w14:textId="77777777" w:rsidR="003A41A2" w:rsidRPr="000E0EE2" w:rsidRDefault="003A41A2" w:rsidP="003A41A2">
            <w:pPr>
              <w:pStyle w:val="Tabletext"/>
            </w:pPr>
          </w:p>
        </w:tc>
        <w:tc>
          <w:tcPr>
            <w:tcW w:w="2563" w:type="dxa"/>
            <w:shd w:val="clear" w:color="auto" w:fill="00AFAA"/>
            <w:tcMar>
              <w:top w:w="28" w:type="dxa"/>
              <w:bottom w:w="28" w:type="dxa"/>
            </w:tcMar>
          </w:tcPr>
          <w:p w14:paraId="341BB966" w14:textId="77777777" w:rsidR="003A41A2" w:rsidRPr="000E0EE2" w:rsidRDefault="003A41A2" w:rsidP="003A41A2">
            <w:pPr>
              <w:pStyle w:val="Tabletext"/>
            </w:pPr>
          </w:p>
        </w:tc>
        <w:tc>
          <w:tcPr>
            <w:tcW w:w="747" w:type="dxa"/>
            <w:shd w:val="clear" w:color="auto" w:fill="00AFAA"/>
            <w:tcMar>
              <w:top w:w="28" w:type="dxa"/>
              <w:bottom w:w="28" w:type="dxa"/>
            </w:tcMar>
          </w:tcPr>
          <w:p w14:paraId="26A43C2C" w14:textId="77777777" w:rsidR="003A41A2" w:rsidRPr="000E0EE2" w:rsidRDefault="003A41A2" w:rsidP="003A41A2">
            <w:pPr>
              <w:pStyle w:val="Tabletext"/>
            </w:pPr>
          </w:p>
        </w:tc>
        <w:tc>
          <w:tcPr>
            <w:tcW w:w="809" w:type="dxa"/>
            <w:shd w:val="clear" w:color="auto" w:fill="00AFAA"/>
          </w:tcPr>
          <w:p w14:paraId="05A52DB8" w14:textId="77777777" w:rsidR="003A41A2" w:rsidRPr="000E0EE2" w:rsidRDefault="003A41A2" w:rsidP="003A41A2">
            <w:pPr>
              <w:pStyle w:val="Tabletext"/>
            </w:pPr>
          </w:p>
        </w:tc>
      </w:tr>
      <w:tr w:rsidR="003805E4" w:rsidRPr="000E0EE2" w14:paraId="703B127D" w14:textId="77777777" w:rsidTr="003805E4">
        <w:trPr>
          <w:jc w:val="center"/>
        </w:trPr>
        <w:tc>
          <w:tcPr>
            <w:tcW w:w="587" w:type="dxa"/>
            <w:tcMar>
              <w:top w:w="28" w:type="dxa"/>
              <w:bottom w:w="28" w:type="dxa"/>
            </w:tcMar>
          </w:tcPr>
          <w:p w14:paraId="6580F00C" w14:textId="77777777" w:rsidR="003A41A2" w:rsidRPr="000E0EE2" w:rsidRDefault="003A41A2" w:rsidP="003A41A2">
            <w:pPr>
              <w:pStyle w:val="Tabletext"/>
            </w:pPr>
          </w:p>
        </w:tc>
        <w:tc>
          <w:tcPr>
            <w:tcW w:w="696" w:type="dxa"/>
            <w:tcMar>
              <w:top w:w="28" w:type="dxa"/>
              <w:bottom w:w="28" w:type="dxa"/>
            </w:tcMar>
          </w:tcPr>
          <w:p w14:paraId="1E85ED21" w14:textId="77777777" w:rsidR="003A41A2" w:rsidRPr="000E0EE2" w:rsidRDefault="003A41A2" w:rsidP="003A41A2">
            <w:pPr>
              <w:pStyle w:val="Tabletext"/>
            </w:pPr>
            <w:r w:rsidRPr="000E0EE2">
              <w:t>4.1</w:t>
            </w:r>
          </w:p>
        </w:tc>
        <w:tc>
          <w:tcPr>
            <w:tcW w:w="5935" w:type="dxa"/>
            <w:tcMar>
              <w:top w:w="28" w:type="dxa"/>
              <w:bottom w:w="28" w:type="dxa"/>
            </w:tcMar>
          </w:tcPr>
          <w:p w14:paraId="12E6CCA1" w14:textId="77777777" w:rsidR="003A41A2" w:rsidRPr="000E0EE2" w:rsidRDefault="003A41A2" w:rsidP="003A41A2">
            <w:pPr>
              <w:pStyle w:val="Tabletext"/>
            </w:pPr>
            <w:r w:rsidRPr="000E0EE2">
              <w:t>Sound signals (general)</w:t>
            </w:r>
          </w:p>
        </w:tc>
        <w:tc>
          <w:tcPr>
            <w:tcW w:w="709" w:type="dxa"/>
            <w:tcMar>
              <w:top w:w="28" w:type="dxa"/>
              <w:bottom w:w="28" w:type="dxa"/>
            </w:tcMar>
          </w:tcPr>
          <w:p w14:paraId="3B44F476" w14:textId="77777777" w:rsidR="003A41A2" w:rsidRPr="000E0EE2" w:rsidRDefault="003A41A2" w:rsidP="003A41A2">
            <w:pPr>
              <w:pStyle w:val="Tabletext"/>
            </w:pPr>
            <w:r w:rsidRPr="000E0EE2">
              <w:t>1</w:t>
            </w:r>
          </w:p>
        </w:tc>
        <w:tc>
          <w:tcPr>
            <w:tcW w:w="2563" w:type="dxa"/>
            <w:vMerge w:val="restart"/>
            <w:shd w:val="clear" w:color="auto" w:fill="auto"/>
            <w:tcMar>
              <w:top w:w="28" w:type="dxa"/>
              <w:bottom w:w="28" w:type="dxa"/>
            </w:tcMar>
            <w:vAlign w:val="center"/>
          </w:tcPr>
          <w:p w14:paraId="5F6320A4" w14:textId="77777777" w:rsidR="003A41A2" w:rsidRPr="000E0EE2" w:rsidRDefault="003A41A2" w:rsidP="003A41A2">
            <w:pPr>
              <w:pStyle w:val="Tabletext"/>
            </w:pPr>
            <w:r w:rsidRPr="000E0EE2">
              <w:t>IALA WWA L2.4.1-2</w:t>
            </w:r>
          </w:p>
        </w:tc>
        <w:tc>
          <w:tcPr>
            <w:tcW w:w="747" w:type="dxa"/>
            <w:vMerge w:val="restart"/>
            <w:tcMar>
              <w:top w:w="28" w:type="dxa"/>
              <w:bottom w:w="28" w:type="dxa"/>
            </w:tcMar>
            <w:vAlign w:val="center"/>
          </w:tcPr>
          <w:p w14:paraId="78E8223E" w14:textId="77777777" w:rsidR="003A41A2" w:rsidRPr="000E0EE2" w:rsidRDefault="003A41A2" w:rsidP="003A41A2">
            <w:pPr>
              <w:pStyle w:val="Tabletext"/>
            </w:pPr>
            <w:r w:rsidRPr="000E0EE2">
              <w:t>6</w:t>
            </w:r>
          </w:p>
        </w:tc>
        <w:tc>
          <w:tcPr>
            <w:tcW w:w="809" w:type="dxa"/>
            <w:vMerge w:val="restart"/>
            <w:vAlign w:val="center"/>
          </w:tcPr>
          <w:p w14:paraId="7C76AF96" w14:textId="77777777" w:rsidR="003A41A2" w:rsidRPr="000E0EE2" w:rsidRDefault="003A41A2" w:rsidP="003A41A2">
            <w:pPr>
              <w:pStyle w:val="Tabletext"/>
            </w:pPr>
            <w:r w:rsidRPr="000E0EE2">
              <w:t>1</w:t>
            </w:r>
          </w:p>
        </w:tc>
      </w:tr>
      <w:tr w:rsidR="003805E4" w:rsidRPr="000E0EE2" w14:paraId="04FC7183" w14:textId="77777777" w:rsidTr="003805E4">
        <w:trPr>
          <w:jc w:val="center"/>
        </w:trPr>
        <w:tc>
          <w:tcPr>
            <w:tcW w:w="587" w:type="dxa"/>
            <w:tcMar>
              <w:top w:w="28" w:type="dxa"/>
              <w:bottom w:w="28" w:type="dxa"/>
            </w:tcMar>
          </w:tcPr>
          <w:p w14:paraId="25412F23" w14:textId="77777777" w:rsidR="003A41A2" w:rsidRPr="000E0EE2" w:rsidRDefault="003A41A2" w:rsidP="003A41A2">
            <w:pPr>
              <w:pStyle w:val="Tabletext"/>
            </w:pPr>
          </w:p>
        </w:tc>
        <w:tc>
          <w:tcPr>
            <w:tcW w:w="696" w:type="dxa"/>
            <w:tcMar>
              <w:top w:w="28" w:type="dxa"/>
              <w:bottom w:w="28" w:type="dxa"/>
            </w:tcMar>
          </w:tcPr>
          <w:p w14:paraId="50BA1094" w14:textId="77777777" w:rsidR="003A41A2" w:rsidRPr="000E0EE2" w:rsidRDefault="003A41A2" w:rsidP="003A41A2">
            <w:pPr>
              <w:pStyle w:val="Tabletext"/>
            </w:pPr>
            <w:r w:rsidRPr="000E0EE2">
              <w:t>4.2</w:t>
            </w:r>
          </w:p>
        </w:tc>
        <w:tc>
          <w:tcPr>
            <w:tcW w:w="5935" w:type="dxa"/>
            <w:tcMar>
              <w:top w:w="28" w:type="dxa"/>
              <w:bottom w:w="28" w:type="dxa"/>
            </w:tcMar>
          </w:tcPr>
          <w:p w14:paraId="0D1AE6D2" w14:textId="77777777" w:rsidR="003A41A2" w:rsidRPr="000E0EE2" w:rsidRDefault="003A41A2" w:rsidP="003A41A2">
            <w:pPr>
              <w:pStyle w:val="Tabletext"/>
            </w:pPr>
            <w:r w:rsidRPr="000E0EE2">
              <w:t>Electrical sound signals and fog detectors</w:t>
            </w:r>
          </w:p>
        </w:tc>
        <w:tc>
          <w:tcPr>
            <w:tcW w:w="709" w:type="dxa"/>
            <w:tcMar>
              <w:top w:w="28" w:type="dxa"/>
              <w:bottom w:w="28" w:type="dxa"/>
            </w:tcMar>
          </w:tcPr>
          <w:p w14:paraId="5C15ACBA" w14:textId="77777777" w:rsidR="003A41A2" w:rsidRPr="000E0EE2" w:rsidRDefault="003A41A2" w:rsidP="003A41A2">
            <w:pPr>
              <w:pStyle w:val="Tabletext"/>
            </w:pPr>
            <w:r w:rsidRPr="000E0EE2">
              <w:t>2</w:t>
            </w:r>
          </w:p>
        </w:tc>
        <w:tc>
          <w:tcPr>
            <w:tcW w:w="2563" w:type="dxa"/>
            <w:vMerge/>
            <w:shd w:val="clear" w:color="auto" w:fill="auto"/>
            <w:tcMar>
              <w:top w:w="28" w:type="dxa"/>
              <w:bottom w:w="28" w:type="dxa"/>
            </w:tcMar>
          </w:tcPr>
          <w:p w14:paraId="46903C61" w14:textId="77777777" w:rsidR="003A41A2" w:rsidRPr="000E0EE2" w:rsidRDefault="003A41A2" w:rsidP="003A41A2">
            <w:pPr>
              <w:pStyle w:val="Tabletext"/>
            </w:pPr>
          </w:p>
        </w:tc>
        <w:tc>
          <w:tcPr>
            <w:tcW w:w="747" w:type="dxa"/>
            <w:vMerge/>
            <w:tcMar>
              <w:top w:w="28" w:type="dxa"/>
              <w:bottom w:w="28" w:type="dxa"/>
            </w:tcMar>
          </w:tcPr>
          <w:p w14:paraId="266922CA" w14:textId="77777777" w:rsidR="003A41A2" w:rsidRPr="000E0EE2" w:rsidRDefault="003A41A2" w:rsidP="003A41A2">
            <w:pPr>
              <w:pStyle w:val="Tabletext"/>
            </w:pPr>
          </w:p>
        </w:tc>
        <w:tc>
          <w:tcPr>
            <w:tcW w:w="809" w:type="dxa"/>
            <w:vMerge/>
          </w:tcPr>
          <w:p w14:paraId="2A687926" w14:textId="77777777" w:rsidR="003A41A2" w:rsidRPr="000E0EE2" w:rsidRDefault="003A41A2" w:rsidP="003A41A2">
            <w:pPr>
              <w:pStyle w:val="Tabletext"/>
            </w:pPr>
          </w:p>
        </w:tc>
      </w:tr>
    </w:tbl>
    <w:p w14:paraId="72BFD652" w14:textId="77777777" w:rsidR="003A41A2" w:rsidRPr="000E0EE2" w:rsidRDefault="003A41A2" w:rsidP="003A41A2">
      <w:pPr>
        <w:pStyle w:val="BodyText"/>
        <w:jc w:val="center"/>
      </w:pPr>
    </w:p>
    <w:p w14:paraId="14E285C1" w14:textId="06B64DB3" w:rsidR="003A41A2" w:rsidRPr="000E0EE2" w:rsidRDefault="003A41A2" w:rsidP="003A41A2">
      <w:pPr>
        <w:pStyle w:val="Heading1"/>
        <w:rPr>
          <w:rFonts w:ascii="Calibri" w:hAnsi="Calibri" w:cs="Arial"/>
        </w:rPr>
      </w:pPr>
      <w:bookmarkStart w:id="85" w:name="_Toc431993301"/>
      <w:bookmarkStart w:id="86" w:name="_Toc449336804"/>
      <w:r w:rsidRPr="000E0EE2">
        <w:rPr>
          <w:rFonts w:ascii="Calibri" w:hAnsi="Calibri" w:cs="Arial"/>
        </w:rPr>
        <w:t>MODEL COURSE TEACHING SYLLABUS FOR AtoN LEVEL 2 TECHNICIANS – MODULE 5 – Painting and Coatings</w:t>
      </w:r>
      <w:bookmarkEnd w:id="85"/>
      <w:bookmarkEnd w:id="86"/>
    </w:p>
    <w:p w14:paraId="1ACF9336" w14:textId="77777777" w:rsidR="003A41A2" w:rsidRPr="000E0EE2" w:rsidRDefault="003A41A2" w:rsidP="003A41A2">
      <w:pPr>
        <w:pStyle w:val="Heading1separatationline"/>
      </w:pPr>
    </w:p>
    <w:p w14:paraId="448DF316" w14:textId="7E90E672" w:rsidR="003A41A2" w:rsidRPr="000E0EE2" w:rsidRDefault="003A41A2" w:rsidP="003A41A2">
      <w:pPr>
        <w:pStyle w:val="Tablecaption"/>
        <w:jc w:val="center"/>
      </w:pPr>
      <w:bookmarkStart w:id="87" w:name="_Toc196487043"/>
      <w:bookmarkStart w:id="88" w:name="_Toc196487106"/>
      <w:bookmarkStart w:id="89" w:name="_Toc196487128"/>
      <w:bookmarkStart w:id="90" w:name="_Toc369087496"/>
      <w:bookmarkStart w:id="91" w:name="_Toc449336817"/>
      <w:r w:rsidRPr="000E0EE2">
        <w:rPr>
          <w:rFonts w:ascii="Calibri" w:hAnsi="Calibri" w:cs="Arial"/>
        </w:rPr>
        <w:t>Teaching Syllabus Module 5 – Paintings and Coatings</w:t>
      </w:r>
      <w:bookmarkEnd w:id="87"/>
      <w:bookmarkEnd w:id="88"/>
      <w:bookmarkEnd w:id="89"/>
      <w:bookmarkEnd w:id="90"/>
      <w:bookmarkEnd w:id="9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457"/>
        <w:gridCol w:w="845"/>
        <w:gridCol w:w="887"/>
      </w:tblGrid>
      <w:tr w:rsidR="003805E4" w:rsidRPr="000E0EE2" w14:paraId="77AA8D3D" w14:textId="77777777" w:rsidTr="003805E4">
        <w:trPr>
          <w:cantSplit/>
          <w:trHeight w:val="1549"/>
          <w:jc w:val="center"/>
        </w:trPr>
        <w:tc>
          <w:tcPr>
            <w:tcW w:w="587" w:type="dxa"/>
            <w:tcMar>
              <w:top w:w="28" w:type="dxa"/>
              <w:bottom w:w="28" w:type="dxa"/>
            </w:tcMar>
            <w:textDirection w:val="btLr"/>
            <w:vAlign w:val="center"/>
          </w:tcPr>
          <w:p w14:paraId="318B5420"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49272E69"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7F2C435D"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0214317" w14:textId="77777777" w:rsidR="003A41A2" w:rsidRPr="000E0EE2" w:rsidRDefault="003A41A2" w:rsidP="003A41A2">
            <w:pPr>
              <w:pStyle w:val="Tableheading"/>
              <w:rPr>
                <w:lang w:val="en-GB"/>
              </w:rPr>
            </w:pPr>
            <w:r w:rsidRPr="000E0EE2">
              <w:rPr>
                <w:lang w:val="en-GB"/>
              </w:rPr>
              <w:t>Level of Competence</w:t>
            </w:r>
          </w:p>
        </w:tc>
        <w:tc>
          <w:tcPr>
            <w:tcW w:w="2457" w:type="dxa"/>
            <w:tcMar>
              <w:top w:w="28" w:type="dxa"/>
              <w:bottom w:w="28" w:type="dxa"/>
            </w:tcMar>
            <w:vAlign w:val="center"/>
          </w:tcPr>
          <w:p w14:paraId="62D67013" w14:textId="559F023B" w:rsidR="003A41A2" w:rsidRPr="000E0EE2" w:rsidRDefault="003A41A2" w:rsidP="003A41A2">
            <w:pPr>
              <w:pStyle w:val="Tableheading"/>
              <w:jc w:val="center"/>
              <w:rPr>
                <w:lang w:val="en-GB"/>
              </w:rPr>
            </w:pPr>
            <w:r w:rsidRPr="000E0EE2">
              <w:rPr>
                <w:lang w:val="en-GB"/>
              </w:rPr>
              <w:t>Model Course</w:t>
            </w:r>
          </w:p>
        </w:tc>
        <w:tc>
          <w:tcPr>
            <w:tcW w:w="845" w:type="dxa"/>
            <w:tcMar>
              <w:top w:w="28" w:type="dxa"/>
              <w:bottom w:w="28" w:type="dxa"/>
            </w:tcMar>
            <w:textDirection w:val="btLr"/>
            <w:vAlign w:val="center"/>
          </w:tcPr>
          <w:p w14:paraId="57966609" w14:textId="77777777" w:rsidR="003A41A2" w:rsidRPr="000E0EE2" w:rsidRDefault="003A41A2" w:rsidP="003A41A2">
            <w:pPr>
              <w:pStyle w:val="Tableheading"/>
              <w:rPr>
                <w:lang w:val="en-GB"/>
              </w:rPr>
            </w:pPr>
            <w:r w:rsidRPr="000E0EE2">
              <w:rPr>
                <w:lang w:val="en-GB"/>
              </w:rPr>
              <w:t>Total Duration (hours)</w:t>
            </w:r>
          </w:p>
        </w:tc>
        <w:tc>
          <w:tcPr>
            <w:tcW w:w="887" w:type="dxa"/>
            <w:textDirection w:val="btLr"/>
          </w:tcPr>
          <w:p w14:paraId="3FD55F01" w14:textId="77777777" w:rsidR="003A41A2" w:rsidRPr="000E0EE2" w:rsidRDefault="003A41A2" w:rsidP="003A41A2">
            <w:pPr>
              <w:pStyle w:val="Tableheading"/>
              <w:rPr>
                <w:lang w:val="en-GB"/>
              </w:rPr>
            </w:pPr>
            <w:r w:rsidRPr="000E0EE2">
              <w:rPr>
                <w:lang w:val="en-GB"/>
              </w:rPr>
              <w:t>Total Duration (Days)</w:t>
            </w:r>
          </w:p>
        </w:tc>
      </w:tr>
      <w:tr w:rsidR="003805E4" w:rsidRPr="000E0EE2" w14:paraId="38AF7130" w14:textId="77777777" w:rsidTr="003805E4">
        <w:trPr>
          <w:jc w:val="center"/>
        </w:trPr>
        <w:tc>
          <w:tcPr>
            <w:tcW w:w="587" w:type="dxa"/>
            <w:tcMar>
              <w:top w:w="28" w:type="dxa"/>
              <w:bottom w:w="28" w:type="dxa"/>
            </w:tcMar>
          </w:tcPr>
          <w:p w14:paraId="64F9623B" w14:textId="77777777" w:rsidR="003A41A2" w:rsidRPr="000E0EE2" w:rsidRDefault="003A41A2" w:rsidP="003A41A2">
            <w:pPr>
              <w:pStyle w:val="Tabletext"/>
            </w:pPr>
            <w:r w:rsidRPr="000E0EE2">
              <w:t>5</w:t>
            </w:r>
          </w:p>
        </w:tc>
        <w:tc>
          <w:tcPr>
            <w:tcW w:w="696" w:type="dxa"/>
            <w:shd w:val="clear" w:color="auto" w:fill="00AFAA"/>
            <w:tcMar>
              <w:top w:w="28" w:type="dxa"/>
              <w:bottom w:w="28" w:type="dxa"/>
            </w:tcMar>
          </w:tcPr>
          <w:p w14:paraId="4E3A620D" w14:textId="77777777" w:rsidR="003A41A2" w:rsidRPr="000E0EE2" w:rsidRDefault="003A41A2" w:rsidP="003A41A2">
            <w:pPr>
              <w:pStyle w:val="Tabletext"/>
            </w:pPr>
          </w:p>
        </w:tc>
        <w:tc>
          <w:tcPr>
            <w:tcW w:w="5935" w:type="dxa"/>
            <w:tcMar>
              <w:top w:w="28" w:type="dxa"/>
              <w:bottom w:w="28" w:type="dxa"/>
            </w:tcMar>
          </w:tcPr>
          <w:p w14:paraId="30D066CA" w14:textId="77777777" w:rsidR="003A41A2" w:rsidRPr="000E0EE2" w:rsidRDefault="003A41A2" w:rsidP="003A41A2">
            <w:pPr>
              <w:pStyle w:val="Tabletext"/>
            </w:pPr>
            <w:r w:rsidRPr="000E0EE2">
              <w:t>Painting and Coatings</w:t>
            </w:r>
          </w:p>
        </w:tc>
        <w:tc>
          <w:tcPr>
            <w:tcW w:w="709" w:type="dxa"/>
            <w:shd w:val="clear" w:color="auto" w:fill="00AFAA"/>
            <w:tcMar>
              <w:top w:w="28" w:type="dxa"/>
              <w:bottom w:w="28" w:type="dxa"/>
            </w:tcMar>
          </w:tcPr>
          <w:p w14:paraId="46041399" w14:textId="77777777" w:rsidR="003A41A2" w:rsidRPr="000E0EE2" w:rsidRDefault="003A41A2" w:rsidP="003A41A2">
            <w:pPr>
              <w:pStyle w:val="Tabletext"/>
            </w:pPr>
          </w:p>
        </w:tc>
        <w:tc>
          <w:tcPr>
            <w:tcW w:w="2457" w:type="dxa"/>
            <w:shd w:val="clear" w:color="auto" w:fill="00AFAA"/>
            <w:tcMar>
              <w:top w:w="28" w:type="dxa"/>
              <w:bottom w:w="28" w:type="dxa"/>
            </w:tcMar>
          </w:tcPr>
          <w:p w14:paraId="2570A19C" w14:textId="77777777" w:rsidR="003A41A2" w:rsidRPr="000E0EE2" w:rsidRDefault="003A41A2" w:rsidP="003A41A2">
            <w:pPr>
              <w:pStyle w:val="Tabletext"/>
            </w:pPr>
          </w:p>
        </w:tc>
        <w:tc>
          <w:tcPr>
            <w:tcW w:w="845" w:type="dxa"/>
            <w:shd w:val="clear" w:color="auto" w:fill="00AFAA"/>
            <w:tcMar>
              <w:top w:w="28" w:type="dxa"/>
              <w:bottom w:w="28" w:type="dxa"/>
            </w:tcMar>
          </w:tcPr>
          <w:p w14:paraId="6CF4AD05" w14:textId="77777777" w:rsidR="003A41A2" w:rsidRPr="000E0EE2" w:rsidRDefault="003A41A2" w:rsidP="003A41A2">
            <w:pPr>
              <w:pStyle w:val="Tabletext"/>
            </w:pPr>
          </w:p>
        </w:tc>
        <w:tc>
          <w:tcPr>
            <w:tcW w:w="887" w:type="dxa"/>
            <w:shd w:val="clear" w:color="auto" w:fill="00AFAA"/>
          </w:tcPr>
          <w:p w14:paraId="019E805F" w14:textId="77777777" w:rsidR="003A41A2" w:rsidRPr="000E0EE2" w:rsidRDefault="003A41A2" w:rsidP="003A41A2">
            <w:pPr>
              <w:pStyle w:val="Tabletext"/>
            </w:pPr>
          </w:p>
        </w:tc>
      </w:tr>
      <w:tr w:rsidR="003805E4" w:rsidRPr="000E0EE2" w14:paraId="4207DEEF" w14:textId="77777777" w:rsidTr="003805E4">
        <w:trPr>
          <w:jc w:val="center"/>
        </w:trPr>
        <w:tc>
          <w:tcPr>
            <w:tcW w:w="587" w:type="dxa"/>
            <w:tcMar>
              <w:top w:w="28" w:type="dxa"/>
              <w:bottom w:w="28" w:type="dxa"/>
            </w:tcMar>
          </w:tcPr>
          <w:p w14:paraId="3D960C84" w14:textId="77777777" w:rsidR="003A41A2" w:rsidRPr="000E0EE2" w:rsidRDefault="003A41A2" w:rsidP="003A41A2">
            <w:pPr>
              <w:pStyle w:val="Tabletext"/>
            </w:pPr>
          </w:p>
        </w:tc>
        <w:tc>
          <w:tcPr>
            <w:tcW w:w="696" w:type="dxa"/>
            <w:tcMar>
              <w:top w:w="28" w:type="dxa"/>
              <w:bottom w:w="28" w:type="dxa"/>
            </w:tcMar>
          </w:tcPr>
          <w:p w14:paraId="406AED3C" w14:textId="77777777" w:rsidR="003A41A2" w:rsidRPr="000E0EE2" w:rsidRDefault="003A41A2" w:rsidP="003A41A2">
            <w:pPr>
              <w:pStyle w:val="Tabletext"/>
            </w:pPr>
            <w:r w:rsidRPr="000E0EE2">
              <w:t>5.1</w:t>
            </w:r>
          </w:p>
        </w:tc>
        <w:tc>
          <w:tcPr>
            <w:tcW w:w="5935" w:type="dxa"/>
            <w:tcMar>
              <w:top w:w="28" w:type="dxa"/>
              <w:bottom w:w="28" w:type="dxa"/>
            </w:tcMar>
          </w:tcPr>
          <w:p w14:paraId="611BE2FF" w14:textId="77777777" w:rsidR="003A41A2" w:rsidRPr="000E0EE2" w:rsidRDefault="003A41A2" w:rsidP="003A41A2">
            <w:pPr>
              <w:pStyle w:val="Tabletext"/>
            </w:pPr>
            <w:r w:rsidRPr="000E0EE2">
              <w:t>Introduction to coatings and specifications</w:t>
            </w:r>
          </w:p>
        </w:tc>
        <w:tc>
          <w:tcPr>
            <w:tcW w:w="709" w:type="dxa"/>
            <w:tcMar>
              <w:top w:w="28" w:type="dxa"/>
              <w:bottom w:w="28" w:type="dxa"/>
            </w:tcMar>
          </w:tcPr>
          <w:p w14:paraId="05E0466E" w14:textId="77777777" w:rsidR="003A41A2" w:rsidRPr="000E0EE2" w:rsidRDefault="003A41A2" w:rsidP="003A41A2">
            <w:pPr>
              <w:pStyle w:val="Tabletext"/>
            </w:pPr>
            <w:r w:rsidRPr="000E0EE2">
              <w:t>2</w:t>
            </w:r>
          </w:p>
        </w:tc>
        <w:tc>
          <w:tcPr>
            <w:tcW w:w="2457" w:type="dxa"/>
            <w:vMerge w:val="restart"/>
            <w:shd w:val="clear" w:color="auto" w:fill="auto"/>
            <w:tcMar>
              <w:top w:w="28" w:type="dxa"/>
              <w:bottom w:w="28" w:type="dxa"/>
            </w:tcMar>
            <w:vAlign w:val="center"/>
          </w:tcPr>
          <w:p w14:paraId="07FA8BC2" w14:textId="77777777" w:rsidR="003A41A2" w:rsidRPr="000E0EE2" w:rsidRDefault="003A41A2" w:rsidP="003A41A2">
            <w:pPr>
              <w:pStyle w:val="Tabletext"/>
            </w:pPr>
            <w:r w:rsidRPr="000E0EE2">
              <w:t>IALA WWA.L2.5.1-2</w:t>
            </w:r>
          </w:p>
        </w:tc>
        <w:tc>
          <w:tcPr>
            <w:tcW w:w="845" w:type="dxa"/>
            <w:vMerge w:val="restart"/>
            <w:tcMar>
              <w:top w:w="28" w:type="dxa"/>
              <w:bottom w:w="28" w:type="dxa"/>
            </w:tcMar>
            <w:vAlign w:val="center"/>
          </w:tcPr>
          <w:p w14:paraId="31D041E2" w14:textId="77777777" w:rsidR="003A41A2" w:rsidRPr="000E0EE2" w:rsidRDefault="003A41A2" w:rsidP="003A41A2">
            <w:pPr>
              <w:pStyle w:val="Tabletext"/>
            </w:pPr>
            <w:r w:rsidRPr="000E0EE2">
              <w:t>11</w:t>
            </w:r>
          </w:p>
        </w:tc>
        <w:tc>
          <w:tcPr>
            <w:tcW w:w="887" w:type="dxa"/>
            <w:vMerge w:val="restart"/>
            <w:vAlign w:val="center"/>
          </w:tcPr>
          <w:p w14:paraId="1D7C3B9E" w14:textId="77777777" w:rsidR="003A41A2" w:rsidRPr="000E0EE2" w:rsidRDefault="003A41A2" w:rsidP="003A41A2">
            <w:pPr>
              <w:pStyle w:val="Tabletext"/>
            </w:pPr>
            <w:r w:rsidRPr="000E0EE2">
              <w:t>2</w:t>
            </w:r>
          </w:p>
        </w:tc>
      </w:tr>
      <w:tr w:rsidR="003805E4" w:rsidRPr="000E0EE2" w14:paraId="18CAC509" w14:textId="77777777" w:rsidTr="003805E4">
        <w:trPr>
          <w:jc w:val="center"/>
        </w:trPr>
        <w:tc>
          <w:tcPr>
            <w:tcW w:w="587" w:type="dxa"/>
            <w:tcMar>
              <w:top w:w="28" w:type="dxa"/>
              <w:bottom w:w="28" w:type="dxa"/>
            </w:tcMar>
          </w:tcPr>
          <w:p w14:paraId="43005C0D" w14:textId="77777777" w:rsidR="003A41A2" w:rsidRPr="000E0EE2" w:rsidRDefault="003A41A2" w:rsidP="003A41A2">
            <w:pPr>
              <w:pStyle w:val="Tabletext"/>
            </w:pPr>
          </w:p>
        </w:tc>
        <w:tc>
          <w:tcPr>
            <w:tcW w:w="696" w:type="dxa"/>
            <w:tcMar>
              <w:top w:w="28" w:type="dxa"/>
              <w:bottom w:w="28" w:type="dxa"/>
            </w:tcMar>
          </w:tcPr>
          <w:p w14:paraId="7FD847C5" w14:textId="77777777" w:rsidR="003A41A2" w:rsidRPr="000E0EE2" w:rsidRDefault="003A41A2" w:rsidP="003A41A2">
            <w:pPr>
              <w:pStyle w:val="Tabletext"/>
            </w:pPr>
            <w:r w:rsidRPr="000E0EE2">
              <w:t>5.2</w:t>
            </w:r>
          </w:p>
        </w:tc>
        <w:tc>
          <w:tcPr>
            <w:tcW w:w="5935" w:type="dxa"/>
            <w:tcMar>
              <w:top w:w="28" w:type="dxa"/>
              <w:bottom w:w="28" w:type="dxa"/>
            </w:tcMar>
          </w:tcPr>
          <w:p w14:paraId="274643BC" w14:textId="77777777" w:rsidR="003A41A2" w:rsidRPr="000E0EE2" w:rsidRDefault="003A41A2" w:rsidP="003A41A2">
            <w:pPr>
              <w:pStyle w:val="Tabletext"/>
            </w:pPr>
            <w:r w:rsidRPr="000E0EE2">
              <w:t>Surface preparation</w:t>
            </w:r>
          </w:p>
        </w:tc>
        <w:tc>
          <w:tcPr>
            <w:tcW w:w="709" w:type="dxa"/>
            <w:tcMar>
              <w:top w:w="28" w:type="dxa"/>
              <w:bottom w:w="28" w:type="dxa"/>
            </w:tcMar>
          </w:tcPr>
          <w:p w14:paraId="4DA13DD1" w14:textId="77777777" w:rsidR="003A41A2" w:rsidRPr="000E0EE2" w:rsidRDefault="003A41A2" w:rsidP="003A41A2">
            <w:pPr>
              <w:pStyle w:val="Tabletext"/>
            </w:pPr>
            <w:r w:rsidRPr="000E0EE2">
              <w:t>3</w:t>
            </w:r>
          </w:p>
        </w:tc>
        <w:tc>
          <w:tcPr>
            <w:tcW w:w="2457" w:type="dxa"/>
            <w:vMerge/>
            <w:shd w:val="clear" w:color="auto" w:fill="auto"/>
            <w:tcMar>
              <w:top w:w="28" w:type="dxa"/>
              <w:bottom w:w="28" w:type="dxa"/>
            </w:tcMar>
          </w:tcPr>
          <w:p w14:paraId="3DCD4F72" w14:textId="77777777" w:rsidR="003A41A2" w:rsidRPr="000E0EE2" w:rsidRDefault="003A41A2" w:rsidP="003A41A2">
            <w:pPr>
              <w:pStyle w:val="Tabletext"/>
            </w:pPr>
          </w:p>
        </w:tc>
        <w:tc>
          <w:tcPr>
            <w:tcW w:w="845" w:type="dxa"/>
            <w:vMerge/>
            <w:tcMar>
              <w:top w:w="28" w:type="dxa"/>
              <w:bottom w:w="28" w:type="dxa"/>
            </w:tcMar>
          </w:tcPr>
          <w:p w14:paraId="086D9E10" w14:textId="77777777" w:rsidR="003A41A2" w:rsidRPr="000E0EE2" w:rsidRDefault="003A41A2" w:rsidP="003A41A2">
            <w:pPr>
              <w:pStyle w:val="Tabletext"/>
            </w:pPr>
          </w:p>
        </w:tc>
        <w:tc>
          <w:tcPr>
            <w:tcW w:w="887" w:type="dxa"/>
            <w:vMerge/>
          </w:tcPr>
          <w:p w14:paraId="70557086" w14:textId="77777777" w:rsidR="003A41A2" w:rsidRPr="000E0EE2" w:rsidRDefault="003A41A2" w:rsidP="003A41A2">
            <w:pPr>
              <w:pStyle w:val="Tabletext"/>
            </w:pPr>
          </w:p>
        </w:tc>
      </w:tr>
    </w:tbl>
    <w:p w14:paraId="14B37108" w14:textId="77777777" w:rsidR="003A41A2" w:rsidRPr="000E0EE2" w:rsidRDefault="003A41A2" w:rsidP="003805E4">
      <w:pPr>
        <w:pStyle w:val="BodyText"/>
      </w:pPr>
    </w:p>
    <w:p w14:paraId="4303F1CF" w14:textId="24FDAE7A" w:rsidR="003A41A2" w:rsidRPr="000E0EE2" w:rsidRDefault="003805E4" w:rsidP="003805E4">
      <w:pPr>
        <w:pStyle w:val="Heading1"/>
        <w:rPr>
          <w:rFonts w:ascii="Calibri" w:hAnsi="Calibri" w:cs="Arial"/>
        </w:rPr>
      </w:pPr>
      <w:bookmarkStart w:id="92" w:name="_Toc431993302"/>
      <w:bookmarkStart w:id="93" w:name="_Toc449336805"/>
      <w:r w:rsidRPr="000E0EE2">
        <w:rPr>
          <w:rFonts w:ascii="Calibri" w:hAnsi="Calibri" w:cs="Arial"/>
        </w:rPr>
        <w:lastRenderedPageBreak/>
        <w:t>MODEL COURSE TEACHING SYLLABUS FOR AtoN LEVEL 2 TECHNICIANS – MODULE 6 – AtoN Service Craft and Tenders</w:t>
      </w:r>
      <w:bookmarkEnd w:id="92"/>
      <w:bookmarkEnd w:id="93"/>
    </w:p>
    <w:p w14:paraId="331B3ED6" w14:textId="77777777" w:rsidR="003805E4" w:rsidRPr="000E0EE2" w:rsidRDefault="003805E4" w:rsidP="003805E4">
      <w:pPr>
        <w:pStyle w:val="Heading1separatationline"/>
      </w:pPr>
    </w:p>
    <w:p w14:paraId="09606AFE" w14:textId="6D9F17DD" w:rsidR="003A41A2" w:rsidRPr="000E0EE2" w:rsidRDefault="003805E4" w:rsidP="003805E4">
      <w:pPr>
        <w:pStyle w:val="Tablecaption"/>
        <w:jc w:val="center"/>
      </w:pPr>
      <w:bookmarkStart w:id="94" w:name="_Toc196487044"/>
      <w:bookmarkStart w:id="95" w:name="_Toc196487107"/>
      <w:bookmarkStart w:id="96" w:name="_Toc196487129"/>
      <w:bookmarkStart w:id="97" w:name="_Toc369087497"/>
      <w:bookmarkStart w:id="98" w:name="_Toc449336818"/>
      <w:r w:rsidRPr="000E0EE2">
        <w:rPr>
          <w:rFonts w:ascii="Calibri" w:hAnsi="Calibri" w:cs="Arial"/>
        </w:rPr>
        <w:t>Teaching Syllabus Module 6 – AtoN service Craft and Buoy Tenders</w:t>
      </w:r>
      <w:bookmarkEnd w:id="94"/>
      <w:bookmarkEnd w:id="95"/>
      <w:bookmarkEnd w:id="96"/>
      <w:bookmarkEnd w:id="97"/>
      <w:bookmarkEnd w:id="9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473"/>
        <w:gridCol w:w="889"/>
        <w:gridCol w:w="806"/>
      </w:tblGrid>
      <w:tr w:rsidR="003805E4" w:rsidRPr="000E0EE2" w14:paraId="2F6F10C7" w14:textId="77777777" w:rsidTr="003805E4">
        <w:trPr>
          <w:cantSplit/>
          <w:trHeight w:val="1549"/>
          <w:jc w:val="center"/>
        </w:trPr>
        <w:tc>
          <w:tcPr>
            <w:tcW w:w="587" w:type="dxa"/>
            <w:tcMar>
              <w:top w:w="28" w:type="dxa"/>
              <w:bottom w:w="28" w:type="dxa"/>
            </w:tcMar>
            <w:textDirection w:val="btLr"/>
            <w:vAlign w:val="center"/>
          </w:tcPr>
          <w:p w14:paraId="49B66312" w14:textId="77777777" w:rsidR="003805E4" w:rsidRPr="000E0EE2" w:rsidRDefault="003805E4" w:rsidP="003805E4">
            <w:pPr>
              <w:pStyle w:val="Tableheading"/>
              <w:rPr>
                <w:lang w:val="en-GB"/>
              </w:rPr>
            </w:pPr>
            <w:r w:rsidRPr="000E0EE2">
              <w:rPr>
                <w:lang w:val="en-GB"/>
              </w:rPr>
              <w:t>Module</w:t>
            </w:r>
          </w:p>
        </w:tc>
        <w:tc>
          <w:tcPr>
            <w:tcW w:w="645" w:type="dxa"/>
            <w:tcMar>
              <w:top w:w="28" w:type="dxa"/>
              <w:bottom w:w="28" w:type="dxa"/>
            </w:tcMar>
            <w:textDirection w:val="btLr"/>
            <w:vAlign w:val="center"/>
          </w:tcPr>
          <w:p w14:paraId="750387A5"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2377CA8A"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45A1E4E0" w14:textId="77777777" w:rsidR="003805E4" w:rsidRPr="000E0EE2" w:rsidRDefault="003805E4" w:rsidP="003805E4">
            <w:pPr>
              <w:pStyle w:val="Tableheading"/>
              <w:rPr>
                <w:lang w:val="en-GB"/>
              </w:rPr>
            </w:pPr>
            <w:r w:rsidRPr="000E0EE2">
              <w:rPr>
                <w:lang w:val="en-GB"/>
              </w:rPr>
              <w:t>Level of Competence</w:t>
            </w:r>
          </w:p>
        </w:tc>
        <w:tc>
          <w:tcPr>
            <w:tcW w:w="2473" w:type="dxa"/>
            <w:tcMar>
              <w:top w:w="28" w:type="dxa"/>
              <w:bottom w:w="28" w:type="dxa"/>
            </w:tcMar>
            <w:vAlign w:val="center"/>
          </w:tcPr>
          <w:p w14:paraId="2EC4F5D0" w14:textId="71698C17" w:rsidR="003805E4" w:rsidRPr="000E0EE2" w:rsidRDefault="003805E4" w:rsidP="003805E4">
            <w:pPr>
              <w:pStyle w:val="Tableheading"/>
              <w:jc w:val="center"/>
              <w:rPr>
                <w:lang w:val="en-GB"/>
              </w:rPr>
            </w:pPr>
            <w:r w:rsidRPr="000E0EE2">
              <w:rPr>
                <w:lang w:val="en-GB"/>
              </w:rPr>
              <w:t>Model Course</w:t>
            </w:r>
          </w:p>
        </w:tc>
        <w:tc>
          <w:tcPr>
            <w:tcW w:w="889" w:type="dxa"/>
            <w:tcMar>
              <w:top w:w="28" w:type="dxa"/>
              <w:bottom w:w="28" w:type="dxa"/>
            </w:tcMar>
            <w:textDirection w:val="btLr"/>
            <w:vAlign w:val="center"/>
          </w:tcPr>
          <w:p w14:paraId="551707C0" w14:textId="77777777" w:rsidR="003805E4" w:rsidRPr="000E0EE2" w:rsidRDefault="003805E4" w:rsidP="003805E4">
            <w:pPr>
              <w:pStyle w:val="Tableheading"/>
              <w:rPr>
                <w:lang w:val="en-GB"/>
              </w:rPr>
            </w:pPr>
            <w:r w:rsidRPr="000E0EE2">
              <w:rPr>
                <w:lang w:val="en-GB"/>
              </w:rPr>
              <w:t>Total Duration (hours)</w:t>
            </w:r>
          </w:p>
        </w:tc>
        <w:tc>
          <w:tcPr>
            <w:tcW w:w="806" w:type="dxa"/>
            <w:textDirection w:val="btLr"/>
          </w:tcPr>
          <w:p w14:paraId="6F912CC2" w14:textId="77777777" w:rsidR="003805E4" w:rsidRPr="000E0EE2" w:rsidRDefault="003805E4" w:rsidP="003805E4">
            <w:pPr>
              <w:pStyle w:val="Tableheading"/>
              <w:rPr>
                <w:lang w:val="en-GB"/>
              </w:rPr>
            </w:pPr>
            <w:r w:rsidRPr="000E0EE2">
              <w:rPr>
                <w:lang w:val="en-GB"/>
              </w:rPr>
              <w:t>Total Duration (Days)</w:t>
            </w:r>
          </w:p>
        </w:tc>
      </w:tr>
      <w:tr w:rsidR="003805E4" w:rsidRPr="000E0EE2" w14:paraId="1FA0566F" w14:textId="77777777" w:rsidTr="003805E4">
        <w:trPr>
          <w:jc w:val="center"/>
        </w:trPr>
        <w:tc>
          <w:tcPr>
            <w:tcW w:w="587" w:type="dxa"/>
            <w:tcMar>
              <w:top w:w="28" w:type="dxa"/>
              <w:bottom w:w="28" w:type="dxa"/>
            </w:tcMar>
          </w:tcPr>
          <w:p w14:paraId="52E37756" w14:textId="77777777" w:rsidR="003805E4" w:rsidRPr="000E0EE2" w:rsidRDefault="003805E4" w:rsidP="003805E4">
            <w:pPr>
              <w:pStyle w:val="Tabletext"/>
            </w:pPr>
            <w:r w:rsidRPr="000E0EE2">
              <w:t>6</w:t>
            </w:r>
          </w:p>
        </w:tc>
        <w:tc>
          <w:tcPr>
            <w:tcW w:w="645" w:type="dxa"/>
            <w:shd w:val="clear" w:color="auto" w:fill="00AFAA"/>
            <w:tcMar>
              <w:top w:w="28" w:type="dxa"/>
              <w:bottom w:w="28" w:type="dxa"/>
            </w:tcMar>
          </w:tcPr>
          <w:p w14:paraId="7B65FE4C" w14:textId="77777777" w:rsidR="003805E4" w:rsidRPr="000E0EE2" w:rsidRDefault="003805E4" w:rsidP="003805E4">
            <w:pPr>
              <w:pStyle w:val="Tabletext"/>
            </w:pPr>
          </w:p>
        </w:tc>
        <w:tc>
          <w:tcPr>
            <w:tcW w:w="5935" w:type="dxa"/>
            <w:tcMar>
              <w:top w:w="28" w:type="dxa"/>
              <w:bottom w:w="28" w:type="dxa"/>
            </w:tcMar>
          </w:tcPr>
          <w:p w14:paraId="12D9A492" w14:textId="77777777" w:rsidR="003805E4" w:rsidRPr="000E0EE2" w:rsidRDefault="003805E4" w:rsidP="003805E4">
            <w:pPr>
              <w:pStyle w:val="Tabletext"/>
            </w:pPr>
            <w:r w:rsidRPr="000E0EE2">
              <w:t>AtoN Service Craft and Buoy Tenders</w:t>
            </w:r>
          </w:p>
        </w:tc>
        <w:tc>
          <w:tcPr>
            <w:tcW w:w="709" w:type="dxa"/>
            <w:shd w:val="clear" w:color="auto" w:fill="00AFAA"/>
            <w:tcMar>
              <w:top w:w="28" w:type="dxa"/>
              <w:bottom w:w="28" w:type="dxa"/>
            </w:tcMar>
          </w:tcPr>
          <w:p w14:paraId="428B2B5D" w14:textId="77777777" w:rsidR="003805E4" w:rsidRPr="000E0EE2" w:rsidRDefault="003805E4" w:rsidP="003805E4">
            <w:pPr>
              <w:pStyle w:val="Tabletext"/>
            </w:pPr>
          </w:p>
        </w:tc>
        <w:tc>
          <w:tcPr>
            <w:tcW w:w="2473" w:type="dxa"/>
            <w:shd w:val="clear" w:color="auto" w:fill="00AFAA"/>
            <w:tcMar>
              <w:top w:w="28" w:type="dxa"/>
              <w:bottom w:w="28" w:type="dxa"/>
            </w:tcMar>
          </w:tcPr>
          <w:p w14:paraId="700B5CB5" w14:textId="77777777" w:rsidR="003805E4" w:rsidRPr="000E0EE2" w:rsidRDefault="003805E4" w:rsidP="003805E4">
            <w:pPr>
              <w:pStyle w:val="Tabletext"/>
            </w:pPr>
          </w:p>
        </w:tc>
        <w:tc>
          <w:tcPr>
            <w:tcW w:w="889" w:type="dxa"/>
            <w:shd w:val="clear" w:color="auto" w:fill="00AFAA"/>
            <w:tcMar>
              <w:top w:w="28" w:type="dxa"/>
              <w:bottom w:w="28" w:type="dxa"/>
            </w:tcMar>
          </w:tcPr>
          <w:p w14:paraId="7EF0885B" w14:textId="77777777" w:rsidR="003805E4" w:rsidRPr="000E0EE2" w:rsidRDefault="003805E4" w:rsidP="003805E4">
            <w:pPr>
              <w:pStyle w:val="Tabletext"/>
            </w:pPr>
          </w:p>
        </w:tc>
        <w:tc>
          <w:tcPr>
            <w:tcW w:w="806" w:type="dxa"/>
            <w:shd w:val="clear" w:color="auto" w:fill="00AFAA"/>
          </w:tcPr>
          <w:p w14:paraId="6CAC0DF5" w14:textId="77777777" w:rsidR="003805E4" w:rsidRPr="000E0EE2" w:rsidRDefault="003805E4" w:rsidP="003805E4">
            <w:pPr>
              <w:pStyle w:val="Tabletext"/>
            </w:pPr>
          </w:p>
        </w:tc>
      </w:tr>
      <w:tr w:rsidR="003805E4" w:rsidRPr="000E0EE2" w14:paraId="2C4BAFF8" w14:textId="77777777" w:rsidTr="003805E4">
        <w:trPr>
          <w:jc w:val="center"/>
        </w:trPr>
        <w:tc>
          <w:tcPr>
            <w:tcW w:w="587" w:type="dxa"/>
            <w:tcMar>
              <w:top w:w="28" w:type="dxa"/>
              <w:bottom w:w="28" w:type="dxa"/>
            </w:tcMar>
          </w:tcPr>
          <w:p w14:paraId="65209F7D" w14:textId="77777777" w:rsidR="003805E4" w:rsidRPr="000E0EE2" w:rsidRDefault="003805E4" w:rsidP="003805E4">
            <w:pPr>
              <w:pStyle w:val="Tabletext"/>
            </w:pPr>
          </w:p>
        </w:tc>
        <w:tc>
          <w:tcPr>
            <w:tcW w:w="645" w:type="dxa"/>
            <w:tcMar>
              <w:top w:w="28" w:type="dxa"/>
              <w:bottom w:w="28" w:type="dxa"/>
            </w:tcMar>
          </w:tcPr>
          <w:p w14:paraId="2F935CF9" w14:textId="77777777" w:rsidR="003805E4" w:rsidRPr="000E0EE2" w:rsidRDefault="003805E4" w:rsidP="003805E4">
            <w:pPr>
              <w:pStyle w:val="Tabletext"/>
            </w:pPr>
            <w:r w:rsidRPr="000E0EE2">
              <w:t>6.1</w:t>
            </w:r>
          </w:p>
        </w:tc>
        <w:tc>
          <w:tcPr>
            <w:tcW w:w="5935" w:type="dxa"/>
            <w:tcMar>
              <w:top w:w="28" w:type="dxa"/>
              <w:bottom w:w="28" w:type="dxa"/>
            </w:tcMar>
          </w:tcPr>
          <w:p w14:paraId="436278C6" w14:textId="77777777" w:rsidR="003805E4" w:rsidRPr="000E0EE2" w:rsidRDefault="003805E4" w:rsidP="003805E4">
            <w:pPr>
              <w:pStyle w:val="Tabletext"/>
            </w:pPr>
            <w:r w:rsidRPr="000E0EE2">
              <w:t>Introduction to service craft</w:t>
            </w:r>
          </w:p>
        </w:tc>
        <w:tc>
          <w:tcPr>
            <w:tcW w:w="709" w:type="dxa"/>
            <w:tcMar>
              <w:top w:w="28" w:type="dxa"/>
              <w:bottom w:w="28" w:type="dxa"/>
            </w:tcMar>
          </w:tcPr>
          <w:p w14:paraId="33C0263D" w14:textId="77777777" w:rsidR="003805E4" w:rsidRPr="000E0EE2" w:rsidRDefault="003805E4" w:rsidP="003805E4">
            <w:pPr>
              <w:pStyle w:val="Tabletext"/>
            </w:pPr>
            <w:r w:rsidRPr="000E0EE2">
              <w:t>1</w:t>
            </w:r>
          </w:p>
        </w:tc>
        <w:tc>
          <w:tcPr>
            <w:tcW w:w="2473" w:type="dxa"/>
            <w:vMerge w:val="restart"/>
            <w:tcMar>
              <w:top w:w="28" w:type="dxa"/>
              <w:bottom w:w="28" w:type="dxa"/>
            </w:tcMar>
            <w:vAlign w:val="center"/>
          </w:tcPr>
          <w:p w14:paraId="6D87B19F" w14:textId="77777777" w:rsidR="003805E4" w:rsidRPr="000E0EE2" w:rsidRDefault="003805E4" w:rsidP="003805E4">
            <w:pPr>
              <w:pStyle w:val="Tabletext"/>
            </w:pPr>
            <w:r w:rsidRPr="000E0EE2">
              <w:t>IALA WWA L2.6.1-2</w:t>
            </w:r>
          </w:p>
        </w:tc>
        <w:tc>
          <w:tcPr>
            <w:tcW w:w="889" w:type="dxa"/>
            <w:tcMar>
              <w:top w:w="28" w:type="dxa"/>
              <w:bottom w:w="28" w:type="dxa"/>
            </w:tcMar>
          </w:tcPr>
          <w:p w14:paraId="09B61B33" w14:textId="77777777" w:rsidR="003805E4" w:rsidRPr="000E0EE2" w:rsidRDefault="003805E4" w:rsidP="003805E4">
            <w:pPr>
              <w:pStyle w:val="Tabletext"/>
            </w:pPr>
            <w:r w:rsidRPr="000E0EE2">
              <w:t>2</w:t>
            </w:r>
          </w:p>
        </w:tc>
        <w:tc>
          <w:tcPr>
            <w:tcW w:w="806" w:type="dxa"/>
            <w:vMerge w:val="restart"/>
            <w:vAlign w:val="center"/>
          </w:tcPr>
          <w:p w14:paraId="2A3E1F83" w14:textId="77777777" w:rsidR="003805E4" w:rsidRPr="000E0EE2" w:rsidRDefault="003805E4" w:rsidP="003805E4">
            <w:pPr>
              <w:pStyle w:val="Tabletext"/>
            </w:pPr>
            <w:r w:rsidRPr="000E0EE2">
              <w:t>2</w:t>
            </w:r>
          </w:p>
        </w:tc>
      </w:tr>
      <w:tr w:rsidR="003805E4" w:rsidRPr="000E0EE2" w14:paraId="79C626E7" w14:textId="77777777" w:rsidTr="003805E4">
        <w:trPr>
          <w:jc w:val="center"/>
        </w:trPr>
        <w:tc>
          <w:tcPr>
            <w:tcW w:w="587" w:type="dxa"/>
            <w:tcMar>
              <w:top w:w="28" w:type="dxa"/>
              <w:bottom w:w="28" w:type="dxa"/>
            </w:tcMar>
          </w:tcPr>
          <w:p w14:paraId="6EAA8C97" w14:textId="77777777" w:rsidR="003805E4" w:rsidRPr="000E0EE2" w:rsidRDefault="003805E4" w:rsidP="003805E4">
            <w:pPr>
              <w:pStyle w:val="Tabletext"/>
            </w:pPr>
          </w:p>
        </w:tc>
        <w:tc>
          <w:tcPr>
            <w:tcW w:w="645" w:type="dxa"/>
            <w:tcMar>
              <w:top w:w="28" w:type="dxa"/>
              <w:bottom w:w="28" w:type="dxa"/>
            </w:tcMar>
          </w:tcPr>
          <w:p w14:paraId="1FE07258" w14:textId="77777777" w:rsidR="003805E4" w:rsidRPr="000E0EE2" w:rsidRDefault="003805E4" w:rsidP="003805E4">
            <w:pPr>
              <w:pStyle w:val="Tabletext"/>
            </w:pPr>
            <w:r w:rsidRPr="000E0EE2">
              <w:t>6.2</w:t>
            </w:r>
          </w:p>
        </w:tc>
        <w:tc>
          <w:tcPr>
            <w:tcW w:w="5935" w:type="dxa"/>
            <w:tcMar>
              <w:top w:w="28" w:type="dxa"/>
              <w:bottom w:w="28" w:type="dxa"/>
            </w:tcMar>
          </w:tcPr>
          <w:p w14:paraId="008F6C9E" w14:textId="77777777" w:rsidR="003805E4" w:rsidRPr="000E0EE2" w:rsidRDefault="003805E4" w:rsidP="003805E4">
            <w:pPr>
              <w:pStyle w:val="Tabletext"/>
            </w:pPr>
            <w:r w:rsidRPr="000E0EE2">
              <w:t>Sea experience</w:t>
            </w:r>
          </w:p>
        </w:tc>
        <w:tc>
          <w:tcPr>
            <w:tcW w:w="709" w:type="dxa"/>
            <w:tcMar>
              <w:top w:w="28" w:type="dxa"/>
              <w:bottom w:w="28" w:type="dxa"/>
            </w:tcMar>
          </w:tcPr>
          <w:p w14:paraId="1946AA4A" w14:textId="77777777" w:rsidR="003805E4" w:rsidRPr="000E0EE2" w:rsidRDefault="003805E4" w:rsidP="003805E4">
            <w:pPr>
              <w:pStyle w:val="Tabletext"/>
            </w:pPr>
            <w:r w:rsidRPr="000E0EE2">
              <w:t>2</w:t>
            </w:r>
          </w:p>
        </w:tc>
        <w:tc>
          <w:tcPr>
            <w:tcW w:w="2473" w:type="dxa"/>
            <w:vMerge/>
            <w:tcBorders>
              <w:bottom w:val="single" w:sz="4" w:space="0" w:color="auto"/>
            </w:tcBorders>
            <w:tcMar>
              <w:top w:w="28" w:type="dxa"/>
              <w:bottom w:w="28" w:type="dxa"/>
            </w:tcMar>
          </w:tcPr>
          <w:p w14:paraId="46FF97E6" w14:textId="77777777" w:rsidR="003805E4" w:rsidRPr="000E0EE2" w:rsidRDefault="003805E4" w:rsidP="003805E4">
            <w:pPr>
              <w:pStyle w:val="Tabletext"/>
            </w:pPr>
          </w:p>
        </w:tc>
        <w:tc>
          <w:tcPr>
            <w:tcW w:w="889" w:type="dxa"/>
            <w:tcMar>
              <w:top w:w="28" w:type="dxa"/>
              <w:bottom w:w="28" w:type="dxa"/>
            </w:tcMar>
          </w:tcPr>
          <w:p w14:paraId="56732EAE" w14:textId="77777777" w:rsidR="003805E4" w:rsidRPr="000E0EE2" w:rsidRDefault="003805E4" w:rsidP="003805E4">
            <w:pPr>
              <w:pStyle w:val="Tabletext"/>
            </w:pPr>
            <w:r w:rsidRPr="000E0EE2">
              <w:t>8</w:t>
            </w:r>
          </w:p>
        </w:tc>
        <w:tc>
          <w:tcPr>
            <w:tcW w:w="806" w:type="dxa"/>
            <w:vMerge/>
          </w:tcPr>
          <w:p w14:paraId="1BD29C62" w14:textId="77777777" w:rsidR="003805E4" w:rsidRPr="000E0EE2" w:rsidRDefault="003805E4" w:rsidP="003805E4">
            <w:pPr>
              <w:pStyle w:val="Tabletext"/>
            </w:pPr>
          </w:p>
        </w:tc>
      </w:tr>
    </w:tbl>
    <w:p w14:paraId="52F54F1D" w14:textId="77777777" w:rsidR="003A41A2" w:rsidRPr="000E0EE2" w:rsidRDefault="003A41A2" w:rsidP="003805E4">
      <w:pPr>
        <w:pStyle w:val="BodyText"/>
        <w:jc w:val="center"/>
      </w:pPr>
    </w:p>
    <w:p w14:paraId="27E8F842" w14:textId="6C24E61F" w:rsidR="003A41A2" w:rsidRPr="000E0EE2" w:rsidRDefault="003805E4" w:rsidP="003805E4">
      <w:pPr>
        <w:pStyle w:val="Heading1"/>
        <w:rPr>
          <w:rFonts w:ascii="Calibri" w:hAnsi="Calibri" w:cs="Arial"/>
        </w:rPr>
      </w:pPr>
      <w:bookmarkStart w:id="99" w:name="_Toc431993303"/>
      <w:bookmarkStart w:id="100" w:name="_Toc449336806"/>
      <w:r w:rsidRPr="000E0EE2">
        <w:rPr>
          <w:rFonts w:ascii="Calibri" w:hAnsi="Calibri" w:cs="Arial"/>
        </w:rPr>
        <w:t>MODEL COURSE TEACHING SYLLABUS FOR AtoN LEVEL 2 TECHNICIANS – MODULE 7 – Radar Beacons</w:t>
      </w:r>
      <w:bookmarkEnd w:id="99"/>
      <w:bookmarkEnd w:id="100"/>
    </w:p>
    <w:p w14:paraId="5E9D1305" w14:textId="77777777" w:rsidR="003805E4" w:rsidRPr="000E0EE2" w:rsidRDefault="003805E4" w:rsidP="003805E4">
      <w:pPr>
        <w:pStyle w:val="Heading1separatationline"/>
      </w:pPr>
    </w:p>
    <w:p w14:paraId="7A21D306" w14:textId="4862A8A1" w:rsidR="003805E4" w:rsidRPr="000E0EE2" w:rsidRDefault="003805E4" w:rsidP="003805E4">
      <w:pPr>
        <w:pStyle w:val="Tablecaption"/>
        <w:jc w:val="center"/>
      </w:pPr>
      <w:bookmarkStart w:id="101" w:name="_Toc449336819"/>
      <w:r w:rsidRPr="000E0EE2">
        <w:rPr>
          <w:rFonts w:ascii="Calibri" w:hAnsi="Calibri" w:cs="Arial"/>
        </w:rPr>
        <w:t>Teaching Syllabus Module 7 – Radar Beacon</w:t>
      </w:r>
      <w:bookmarkEnd w:id="10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553"/>
        <w:gridCol w:w="782"/>
        <w:gridCol w:w="996"/>
      </w:tblGrid>
      <w:tr w:rsidR="003805E4" w:rsidRPr="000E0EE2" w14:paraId="7FCEED7B" w14:textId="77777777" w:rsidTr="003805E4">
        <w:trPr>
          <w:cantSplit/>
          <w:trHeight w:val="1549"/>
          <w:jc w:val="center"/>
        </w:trPr>
        <w:tc>
          <w:tcPr>
            <w:tcW w:w="587" w:type="dxa"/>
            <w:tcMar>
              <w:top w:w="28" w:type="dxa"/>
              <w:bottom w:w="28" w:type="dxa"/>
            </w:tcMar>
            <w:textDirection w:val="btLr"/>
            <w:vAlign w:val="center"/>
          </w:tcPr>
          <w:p w14:paraId="35441BDD" w14:textId="77777777" w:rsidR="003805E4" w:rsidRPr="000E0EE2" w:rsidRDefault="003805E4" w:rsidP="003805E4">
            <w:pPr>
              <w:pStyle w:val="Tableheading"/>
              <w:rPr>
                <w:lang w:val="en-GB"/>
              </w:rPr>
            </w:pPr>
            <w:r w:rsidRPr="000E0EE2">
              <w:rPr>
                <w:lang w:val="en-GB"/>
              </w:rPr>
              <w:t>Module</w:t>
            </w:r>
          </w:p>
        </w:tc>
        <w:tc>
          <w:tcPr>
            <w:tcW w:w="696" w:type="dxa"/>
            <w:tcMar>
              <w:top w:w="28" w:type="dxa"/>
              <w:bottom w:w="28" w:type="dxa"/>
            </w:tcMar>
            <w:textDirection w:val="btLr"/>
            <w:vAlign w:val="center"/>
          </w:tcPr>
          <w:p w14:paraId="10EDB239"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09DAEC62"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2EAB1D81" w14:textId="77777777" w:rsidR="003805E4" w:rsidRPr="000E0EE2" w:rsidRDefault="003805E4" w:rsidP="003805E4">
            <w:pPr>
              <w:pStyle w:val="Tableheading"/>
              <w:rPr>
                <w:lang w:val="en-GB"/>
              </w:rPr>
            </w:pPr>
            <w:r w:rsidRPr="000E0EE2">
              <w:rPr>
                <w:lang w:val="en-GB"/>
              </w:rPr>
              <w:t>Level of Competence</w:t>
            </w:r>
          </w:p>
        </w:tc>
        <w:tc>
          <w:tcPr>
            <w:tcW w:w="2553" w:type="dxa"/>
            <w:tcMar>
              <w:top w:w="28" w:type="dxa"/>
              <w:bottom w:w="28" w:type="dxa"/>
            </w:tcMar>
            <w:vAlign w:val="center"/>
          </w:tcPr>
          <w:p w14:paraId="584707DF" w14:textId="247D42DD" w:rsidR="003805E4" w:rsidRPr="000E0EE2" w:rsidRDefault="003805E4" w:rsidP="003805E4">
            <w:pPr>
              <w:pStyle w:val="Tableheading"/>
              <w:jc w:val="center"/>
              <w:rPr>
                <w:lang w:val="en-GB"/>
              </w:rPr>
            </w:pPr>
            <w:r w:rsidRPr="000E0EE2">
              <w:rPr>
                <w:lang w:val="en-GB"/>
              </w:rPr>
              <w:t>Model Course</w:t>
            </w:r>
          </w:p>
        </w:tc>
        <w:tc>
          <w:tcPr>
            <w:tcW w:w="782" w:type="dxa"/>
            <w:tcMar>
              <w:top w:w="28" w:type="dxa"/>
              <w:bottom w:w="28" w:type="dxa"/>
            </w:tcMar>
            <w:textDirection w:val="btLr"/>
            <w:vAlign w:val="center"/>
          </w:tcPr>
          <w:p w14:paraId="3805E2BC" w14:textId="77777777" w:rsidR="003805E4" w:rsidRPr="000E0EE2" w:rsidRDefault="003805E4" w:rsidP="003805E4">
            <w:pPr>
              <w:pStyle w:val="Tableheading"/>
              <w:rPr>
                <w:lang w:val="en-GB"/>
              </w:rPr>
            </w:pPr>
            <w:r w:rsidRPr="000E0EE2">
              <w:rPr>
                <w:lang w:val="en-GB"/>
              </w:rPr>
              <w:t>Total Duration (hours)</w:t>
            </w:r>
          </w:p>
        </w:tc>
        <w:tc>
          <w:tcPr>
            <w:tcW w:w="996" w:type="dxa"/>
            <w:textDirection w:val="btLr"/>
          </w:tcPr>
          <w:p w14:paraId="54D80F47" w14:textId="77777777" w:rsidR="003805E4" w:rsidRPr="000E0EE2" w:rsidRDefault="003805E4" w:rsidP="003805E4">
            <w:pPr>
              <w:pStyle w:val="Tableheading"/>
              <w:rPr>
                <w:lang w:val="en-GB"/>
              </w:rPr>
            </w:pPr>
            <w:r w:rsidRPr="000E0EE2">
              <w:rPr>
                <w:lang w:val="en-GB"/>
              </w:rPr>
              <w:t>Total Duration (Days)</w:t>
            </w:r>
          </w:p>
        </w:tc>
      </w:tr>
      <w:tr w:rsidR="003805E4" w:rsidRPr="000E0EE2" w14:paraId="314FF6AC" w14:textId="77777777" w:rsidTr="003805E4">
        <w:trPr>
          <w:jc w:val="center"/>
        </w:trPr>
        <w:tc>
          <w:tcPr>
            <w:tcW w:w="587" w:type="dxa"/>
            <w:tcMar>
              <w:top w:w="28" w:type="dxa"/>
              <w:bottom w:w="28" w:type="dxa"/>
            </w:tcMar>
          </w:tcPr>
          <w:p w14:paraId="40798DF5" w14:textId="77777777" w:rsidR="003805E4" w:rsidRPr="000E0EE2" w:rsidRDefault="003805E4" w:rsidP="003805E4">
            <w:pPr>
              <w:pStyle w:val="Tabletext"/>
            </w:pPr>
            <w:r w:rsidRPr="000E0EE2">
              <w:t>7</w:t>
            </w:r>
          </w:p>
        </w:tc>
        <w:tc>
          <w:tcPr>
            <w:tcW w:w="696" w:type="dxa"/>
            <w:shd w:val="clear" w:color="auto" w:fill="00AFAA"/>
            <w:tcMar>
              <w:top w:w="28" w:type="dxa"/>
              <w:bottom w:w="28" w:type="dxa"/>
            </w:tcMar>
          </w:tcPr>
          <w:p w14:paraId="1247B6AA" w14:textId="77777777" w:rsidR="003805E4" w:rsidRPr="000E0EE2" w:rsidRDefault="003805E4" w:rsidP="003805E4">
            <w:pPr>
              <w:pStyle w:val="Tabletext"/>
            </w:pPr>
          </w:p>
        </w:tc>
        <w:tc>
          <w:tcPr>
            <w:tcW w:w="5935" w:type="dxa"/>
            <w:tcMar>
              <w:top w:w="28" w:type="dxa"/>
              <w:bottom w:w="28" w:type="dxa"/>
            </w:tcMar>
          </w:tcPr>
          <w:p w14:paraId="6437563F" w14:textId="77777777" w:rsidR="003805E4" w:rsidRPr="000E0EE2" w:rsidRDefault="003805E4" w:rsidP="003805E4">
            <w:pPr>
              <w:pStyle w:val="Tabletext"/>
            </w:pPr>
            <w:r w:rsidRPr="000E0EE2">
              <w:t>Radar Beacons (Racons)</w:t>
            </w:r>
          </w:p>
        </w:tc>
        <w:tc>
          <w:tcPr>
            <w:tcW w:w="709" w:type="dxa"/>
            <w:shd w:val="clear" w:color="auto" w:fill="00AFAA"/>
            <w:tcMar>
              <w:top w:w="28" w:type="dxa"/>
              <w:bottom w:w="28" w:type="dxa"/>
            </w:tcMar>
          </w:tcPr>
          <w:p w14:paraId="39F49B75" w14:textId="77777777" w:rsidR="003805E4" w:rsidRPr="000E0EE2" w:rsidRDefault="003805E4" w:rsidP="003805E4">
            <w:pPr>
              <w:pStyle w:val="Tabletext"/>
            </w:pPr>
          </w:p>
        </w:tc>
        <w:tc>
          <w:tcPr>
            <w:tcW w:w="2553" w:type="dxa"/>
            <w:shd w:val="clear" w:color="auto" w:fill="00AFAA"/>
            <w:tcMar>
              <w:top w:w="28" w:type="dxa"/>
              <w:bottom w:w="28" w:type="dxa"/>
            </w:tcMar>
          </w:tcPr>
          <w:p w14:paraId="77FCB8E8" w14:textId="77777777" w:rsidR="003805E4" w:rsidRPr="000E0EE2" w:rsidRDefault="003805E4" w:rsidP="003805E4">
            <w:pPr>
              <w:pStyle w:val="Tabletext"/>
            </w:pPr>
          </w:p>
        </w:tc>
        <w:tc>
          <w:tcPr>
            <w:tcW w:w="782" w:type="dxa"/>
            <w:shd w:val="clear" w:color="auto" w:fill="00AFAA"/>
            <w:tcMar>
              <w:top w:w="28" w:type="dxa"/>
              <w:bottom w:w="28" w:type="dxa"/>
            </w:tcMar>
          </w:tcPr>
          <w:p w14:paraId="354EA194" w14:textId="77777777" w:rsidR="003805E4" w:rsidRPr="000E0EE2" w:rsidRDefault="003805E4" w:rsidP="003805E4">
            <w:pPr>
              <w:pStyle w:val="Tabletext"/>
            </w:pPr>
          </w:p>
        </w:tc>
        <w:tc>
          <w:tcPr>
            <w:tcW w:w="996" w:type="dxa"/>
            <w:shd w:val="clear" w:color="auto" w:fill="00AFAA"/>
          </w:tcPr>
          <w:p w14:paraId="24998A00" w14:textId="77777777" w:rsidR="003805E4" w:rsidRPr="000E0EE2" w:rsidRDefault="003805E4" w:rsidP="003805E4">
            <w:pPr>
              <w:pStyle w:val="Tabletext"/>
            </w:pPr>
          </w:p>
        </w:tc>
      </w:tr>
      <w:tr w:rsidR="003805E4" w:rsidRPr="000E0EE2" w14:paraId="7A2B816B" w14:textId="77777777" w:rsidTr="003805E4">
        <w:trPr>
          <w:jc w:val="center"/>
        </w:trPr>
        <w:tc>
          <w:tcPr>
            <w:tcW w:w="587" w:type="dxa"/>
            <w:tcMar>
              <w:top w:w="28" w:type="dxa"/>
              <w:bottom w:w="28" w:type="dxa"/>
            </w:tcMar>
          </w:tcPr>
          <w:p w14:paraId="63B6E1B3" w14:textId="77777777" w:rsidR="003805E4" w:rsidRPr="000E0EE2" w:rsidRDefault="003805E4" w:rsidP="003805E4">
            <w:pPr>
              <w:pStyle w:val="Tabletext"/>
            </w:pPr>
          </w:p>
        </w:tc>
        <w:tc>
          <w:tcPr>
            <w:tcW w:w="696" w:type="dxa"/>
            <w:tcMar>
              <w:top w:w="28" w:type="dxa"/>
              <w:bottom w:w="28" w:type="dxa"/>
            </w:tcMar>
          </w:tcPr>
          <w:p w14:paraId="79FD7939" w14:textId="77777777" w:rsidR="003805E4" w:rsidRPr="000E0EE2" w:rsidRDefault="003805E4" w:rsidP="003805E4">
            <w:pPr>
              <w:pStyle w:val="Tabletext"/>
            </w:pPr>
            <w:r w:rsidRPr="000E0EE2">
              <w:t>7.1</w:t>
            </w:r>
          </w:p>
        </w:tc>
        <w:tc>
          <w:tcPr>
            <w:tcW w:w="5935" w:type="dxa"/>
            <w:tcMar>
              <w:top w:w="28" w:type="dxa"/>
              <w:bottom w:w="28" w:type="dxa"/>
            </w:tcMar>
          </w:tcPr>
          <w:p w14:paraId="0C2080D0" w14:textId="77777777" w:rsidR="003805E4" w:rsidRPr="000E0EE2" w:rsidRDefault="003805E4" w:rsidP="003805E4">
            <w:pPr>
              <w:pStyle w:val="Tabletext"/>
            </w:pPr>
            <w:r w:rsidRPr="000E0EE2">
              <w:t>Introduction to Racons and their configuration</w:t>
            </w:r>
          </w:p>
        </w:tc>
        <w:tc>
          <w:tcPr>
            <w:tcW w:w="709" w:type="dxa"/>
            <w:vMerge w:val="restart"/>
            <w:tcMar>
              <w:top w:w="28" w:type="dxa"/>
              <w:bottom w:w="28" w:type="dxa"/>
            </w:tcMar>
            <w:vAlign w:val="center"/>
          </w:tcPr>
          <w:p w14:paraId="55FA5DD7" w14:textId="77777777" w:rsidR="003805E4" w:rsidRPr="000E0EE2" w:rsidRDefault="003805E4" w:rsidP="003805E4">
            <w:pPr>
              <w:pStyle w:val="Tabletext"/>
            </w:pPr>
            <w:r w:rsidRPr="000E0EE2">
              <w:t>2</w:t>
            </w:r>
          </w:p>
        </w:tc>
        <w:tc>
          <w:tcPr>
            <w:tcW w:w="2553" w:type="dxa"/>
            <w:vMerge w:val="restart"/>
            <w:tcMar>
              <w:top w:w="28" w:type="dxa"/>
              <w:bottom w:w="28" w:type="dxa"/>
            </w:tcMar>
            <w:vAlign w:val="center"/>
          </w:tcPr>
          <w:p w14:paraId="00EED661" w14:textId="77777777" w:rsidR="003805E4" w:rsidRPr="000E0EE2" w:rsidRDefault="003805E4" w:rsidP="003805E4">
            <w:pPr>
              <w:pStyle w:val="Tabletext"/>
            </w:pPr>
            <w:r w:rsidRPr="000E0EE2">
              <w:t>IALA WWA L2.7.1-2</w:t>
            </w:r>
          </w:p>
        </w:tc>
        <w:tc>
          <w:tcPr>
            <w:tcW w:w="782" w:type="dxa"/>
            <w:vMerge w:val="restart"/>
            <w:tcMar>
              <w:top w:w="28" w:type="dxa"/>
              <w:bottom w:w="28" w:type="dxa"/>
            </w:tcMar>
            <w:vAlign w:val="center"/>
          </w:tcPr>
          <w:p w14:paraId="65A2EF79" w14:textId="77777777" w:rsidR="003805E4" w:rsidRPr="000E0EE2" w:rsidRDefault="003805E4" w:rsidP="003805E4">
            <w:pPr>
              <w:pStyle w:val="Tabletext"/>
            </w:pPr>
            <w:r w:rsidRPr="000E0EE2">
              <w:t>9.5</w:t>
            </w:r>
          </w:p>
        </w:tc>
        <w:tc>
          <w:tcPr>
            <w:tcW w:w="996" w:type="dxa"/>
            <w:vMerge w:val="restart"/>
            <w:vAlign w:val="center"/>
          </w:tcPr>
          <w:p w14:paraId="36C9E38E" w14:textId="77777777" w:rsidR="003805E4" w:rsidRPr="000E0EE2" w:rsidRDefault="003805E4" w:rsidP="003805E4">
            <w:pPr>
              <w:pStyle w:val="Tabletext"/>
            </w:pPr>
            <w:r w:rsidRPr="000E0EE2">
              <w:t>2</w:t>
            </w:r>
          </w:p>
        </w:tc>
      </w:tr>
      <w:tr w:rsidR="003805E4" w:rsidRPr="000E0EE2" w14:paraId="490A081B" w14:textId="77777777" w:rsidTr="003805E4">
        <w:trPr>
          <w:jc w:val="center"/>
        </w:trPr>
        <w:tc>
          <w:tcPr>
            <w:tcW w:w="587" w:type="dxa"/>
            <w:tcMar>
              <w:top w:w="28" w:type="dxa"/>
              <w:bottom w:w="28" w:type="dxa"/>
            </w:tcMar>
          </w:tcPr>
          <w:p w14:paraId="7210E6F8" w14:textId="77777777" w:rsidR="003805E4" w:rsidRPr="000E0EE2" w:rsidRDefault="003805E4" w:rsidP="003805E4">
            <w:pPr>
              <w:pStyle w:val="Tabletext"/>
            </w:pPr>
          </w:p>
        </w:tc>
        <w:tc>
          <w:tcPr>
            <w:tcW w:w="696" w:type="dxa"/>
            <w:tcMar>
              <w:top w:w="28" w:type="dxa"/>
              <w:bottom w:w="28" w:type="dxa"/>
            </w:tcMar>
          </w:tcPr>
          <w:p w14:paraId="0D79B71A" w14:textId="77777777" w:rsidR="003805E4" w:rsidRPr="000E0EE2" w:rsidRDefault="003805E4" w:rsidP="003805E4">
            <w:pPr>
              <w:pStyle w:val="Tabletext"/>
            </w:pPr>
            <w:r w:rsidRPr="000E0EE2">
              <w:t>7.2</w:t>
            </w:r>
          </w:p>
        </w:tc>
        <w:tc>
          <w:tcPr>
            <w:tcW w:w="5935" w:type="dxa"/>
            <w:tcMar>
              <w:top w:w="28" w:type="dxa"/>
              <w:bottom w:w="28" w:type="dxa"/>
            </w:tcMar>
          </w:tcPr>
          <w:p w14:paraId="11720F6E" w14:textId="77777777" w:rsidR="003805E4" w:rsidRPr="000E0EE2" w:rsidRDefault="003805E4" w:rsidP="003805E4">
            <w:pPr>
              <w:pStyle w:val="Tabletext"/>
            </w:pPr>
            <w:r w:rsidRPr="000E0EE2">
              <w:t>Testing and quality control</w:t>
            </w:r>
          </w:p>
        </w:tc>
        <w:tc>
          <w:tcPr>
            <w:tcW w:w="709" w:type="dxa"/>
            <w:vMerge/>
            <w:tcMar>
              <w:top w:w="28" w:type="dxa"/>
              <w:bottom w:w="28" w:type="dxa"/>
            </w:tcMar>
          </w:tcPr>
          <w:p w14:paraId="5FC69E2A" w14:textId="77777777" w:rsidR="003805E4" w:rsidRPr="000E0EE2" w:rsidRDefault="003805E4" w:rsidP="003805E4">
            <w:pPr>
              <w:pStyle w:val="Tabletext"/>
            </w:pPr>
          </w:p>
        </w:tc>
        <w:tc>
          <w:tcPr>
            <w:tcW w:w="2553" w:type="dxa"/>
            <w:vMerge/>
            <w:tcBorders>
              <w:bottom w:val="single" w:sz="4" w:space="0" w:color="auto"/>
            </w:tcBorders>
            <w:tcMar>
              <w:top w:w="28" w:type="dxa"/>
              <w:bottom w:w="28" w:type="dxa"/>
            </w:tcMar>
          </w:tcPr>
          <w:p w14:paraId="61AE9BBB" w14:textId="77777777" w:rsidR="003805E4" w:rsidRPr="000E0EE2" w:rsidRDefault="003805E4" w:rsidP="003805E4">
            <w:pPr>
              <w:pStyle w:val="Tabletext"/>
            </w:pPr>
          </w:p>
        </w:tc>
        <w:tc>
          <w:tcPr>
            <w:tcW w:w="782" w:type="dxa"/>
            <w:vMerge/>
            <w:tcMar>
              <w:top w:w="28" w:type="dxa"/>
              <w:bottom w:w="28" w:type="dxa"/>
            </w:tcMar>
          </w:tcPr>
          <w:p w14:paraId="0299330C" w14:textId="77777777" w:rsidR="003805E4" w:rsidRPr="000E0EE2" w:rsidRDefault="003805E4" w:rsidP="003805E4">
            <w:pPr>
              <w:pStyle w:val="Tabletext"/>
            </w:pPr>
          </w:p>
        </w:tc>
        <w:tc>
          <w:tcPr>
            <w:tcW w:w="996" w:type="dxa"/>
            <w:vMerge/>
          </w:tcPr>
          <w:p w14:paraId="4A480C3B" w14:textId="77777777" w:rsidR="003805E4" w:rsidRPr="000E0EE2" w:rsidRDefault="003805E4" w:rsidP="003805E4">
            <w:pPr>
              <w:pStyle w:val="Tabletext"/>
            </w:pPr>
          </w:p>
        </w:tc>
      </w:tr>
    </w:tbl>
    <w:p w14:paraId="2F88C4F5" w14:textId="77777777" w:rsidR="003A41A2" w:rsidRPr="000E0EE2" w:rsidRDefault="003A41A2" w:rsidP="0042518D">
      <w:pPr>
        <w:pStyle w:val="BodyText"/>
      </w:pPr>
    </w:p>
    <w:p w14:paraId="12D06E81" w14:textId="2B63A08D" w:rsidR="002F0655" w:rsidRPr="000E0EE2" w:rsidRDefault="002F0655" w:rsidP="002F0655">
      <w:pPr>
        <w:pStyle w:val="Heading1"/>
        <w:rPr>
          <w:rFonts w:ascii="Calibri" w:hAnsi="Calibri" w:cs="Arial"/>
        </w:rPr>
      </w:pPr>
      <w:bookmarkStart w:id="102" w:name="_Toc431993304"/>
      <w:bookmarkStart w:id="103" w:name="_Toc449336807"/>
      <w:r w:rsidRPr="000E0EE2">
        <w:rPr>
          <w:rFonts w:ascii="Calibri" w:hAnsi="Calibri" w:cs="Arial"/>
        </w:rPr>
        <w:lastRenderedPageBreak/>
        <w:t>MODEL COURSE TEACHING SYLLABUS FOR AtoN LEVEL 2 TECHNICIANS – MODULE 8 – Automatic Identification System</w:t>
      </w:r>
      <w:bookmarkEnd w:id="102"/>
      <w:bookmarkEnd w:id="103"/>
    </w:p>
    <w:p w14:paraId="2812F84C" w14:textId="77777777" w:rsidR="002F0655" w:rsidRPr="000E0EE2" w:rsidRDefault="002F0655" w:rsidP="002F0655">
      <w:pPr>
        <w:pStyle w:val="Heading1separatationline"/>
      </w:pPr>
    </w:p>
    <w:p w14:paraId="2CF8C1B3" w14:textId="185EB655" w:rsidR="003A41A2" w:rsidRPr="000E0EE2" w:rsidRDefault="002F0655" w:rsidP="002F0655">
      <w:pPr>
        <w:pStyle w:val="Tablecaption"/>
        <w:jc w:val="center"/>
      </w:pPr>
      <w:bookmarkStart w:id="104" w:name="_Toc196487046"/>
      <w:bookmarkStart w:id="105" w:name="_Toc196487109"/>
      <w:bookmarkStart w:id="106" w:name="_Toc196487131"/>
      <w:bookmarkStart w:id="107" w:name="_Toc369087499"/>
      <w:bookmarkStart w:id="108" w:name="_Toc449336820"/>
      <w:r w:rsidRPr="000E0EE2">
        <w:rPr>
          <w:rFonts w:ascii="Calibri" w:hAnsi="Calibri" w:cs="Arial"/>
        </w:rPr>
        <w:t>Teaching Syllabus Module 8 – Automatic Identification System</w:t>
      </w:r>
      <w:bookmarkEnd w:id="104"/>
      <w:bookmarkEnd w:id="105"/>
      <w:bookmarkEnd w:id="106"/>
      <w:bookmarkEnd w:id="107"/>
      <w:bookmarkEnd w:id="10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639"/>
        <w:gridCol w:w="647"/>
        <w:gridCol w:w="647"/>
      </w:tblGrid>
      <w:tr w:rsidR="002F0655" w:rsidRPr="000E0EE2" w14:paraId="09EE5F7E" w14:textId="77777777" w:rsidTr="00D11D60">
        <w:trPr>
          <w:cantSplit/>
          <w:trHeight w:val="1549"/>
          <w:jc w:val="center"/>
        </w:trPr>
        <w:tc>
          <w:tcPr>
            <w:tcW w:w="502" w:type="dxa"/>
            <w:tcMar>
              <w:top w:w="28" w:type="dxa"/>
              <w:bottom w:w="28" w:type="dxa"/>
            </w:tcMar>
            <w:textDirection w:val="btLr"/>
            <w:vAlign w:val="center"/>
          </w:tcPr>
          <w:p w14:paraId="092F7434" w14:textId="77777777" w:rsidR="002F0655" w:rsidRPr="000E0EE2" w:rsidRDefault="002F0655" w:rsidP="002F0655">
            <w:pPr>
              <w:pStyle w:val="Tableheading"/>
              <w:rPr>
                <w:lang w:val="en-GB"/>
              </w:rPr>
            </w:pPr>
            <w:r w:rsidRPr="000E0EE2">
              <w:rPr>
                <w:lang w:val="en-GB"/>
              </w:rPr>
              <w:t>Module</w:t>
            </w:r>
          </w:p>
        </w:tc>
        <w:tc>
          <w:tcPr>
            <w:tcW w:w="645" w:type="dxa"/>
            <w:tcMar>
              <w:top w:w="28" w:type="dxa"/>
              <w:bottom w:w="28" w:type="dxa"/>
            </w:tcMar>
            <w:textDirection w:val="btLr"/>
            <w:vAlign w:val="center"/>
          </w:tcPr>
          <w:p w14:paraId="7C89A9B5" w14:textId="77777777" w:rsidR="002F0655" w:rsidRPr="000E0EE2" w:rsidRDefault="002F0655" w:rsidP="002F0655">
            <w:pPr>
              <w:pStyle w:val="Tableheading"/>
              <w:rPr>
                <w:lang w:val="en-GB"/>
              </w:rPr>
            </w:pPr>
            <w:r w:rsidRPr="000E0EE2">
              <w:rPr>
                <w:lang w:val="en-GB"/>
              </w:rPr>
              <w:t>Element</w:t>
            </w:r>
          </w:p>
        </w:tc>
        <w:tc>
          <w:tcPr>
            <w:tcW w:w="5935" w:type="dxa"/>
            <w:tcMar>
              <w:top w:w="28" w:type="dxa"/>
              <w:bottom w:w="28" w:type="dxa"/>
            </w:tcMar>
            <w:vAlign w:val="center"/>
          </w:tcPr>
          <w:p w14:paraId="48407525" w14:textId="77777777" w:rsidR="002F0655" w:rsidRPr="000E0EE2" w:rsidRDefault="002F0655" w:rsidP="002F0655">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BDAF7F6" w14:textId="77777777" w:rsidR="002F0655" w:rsidRPr="000E0EE2" w:rsidRDefault="002F0655" w:rsidP="002F0655">
            <w:pPr>
              <w:pStyle w:val="Tableheading"/>
              <w:rPr>
                <w:lang w:val="en-GB"/>
              </w:rPr>
            </w:pPr>
            <w:r w:rsidRPr="000E0EE2">
              <w:rPr>
                <w:lang w:val="en-GB"/>
              </w:rPr>
              <w:t>Level of Competence</w:t>
            </w:r>
          </w:p>
        </w:tc>
        <w:tc>
          <w:tcPr>
            <w:tcW w:w="2639" w:type="dxa"/>
            <w:tcMar>
              <w:top w:w="28" w:type="dxa"/>
              <w:bottom w:w="28" w:type="dxa"/>
            </w:tcMar>
            <w:vAlign w:val="center"/>
          </w:tcPr>
          <w:p w14:paraId="015821C1" w14:textId="28B345E4" w:rsidR="002F0655" w:rsidRPr="000E0EE2" w:rsidRDefault="002F0655" w:rsidP="002F0655">
            <w:pPr>
              <w:pStyle w:val="Tableheading"/>
              <w:jc w:val="center"/>
              <w:rPr>
                <w:lang w:val="en-GB"/>
              </w:rPr>
            </w:pPr>
            <w:r w:rsidRPr="000E0EE2">
              <w:rPr>
                <w:lang w:val="en-GB"/>
              </w:rPr>
              <w:t>Model Course</w:t>
            </w:r>
          </w:p>
        </w:tc>
        <w:tc>
          <w:tcPr>
            <w:tcW w:w="647" w:type="dxa"/>
            <w:tcMar>
              <w:top w:w="28" w:type="dxa"/>
              <w:bottom w:w="28" w:type="dxa"/>
            </w:tcMar>
            <w:textDirection w:val="btLr"/>
            <w:vAlign w:val="center"/>
          </w:tcPr>
          <w:p w14:paraId="2D13AA9A" w14:textId="77777777" w:rsidR="002F0655" w:rsidRPr="000E0EE2" w:rsidRDefault="002F0655" w:rsidP="002F0655">
            <w:pPr>
              <w:pStyle w:val="Tableheading"/>
              <w:rPr>
                <w:lang w:val="en-GB"/>
              </w:rPr>
            </w:pPr>
            <w:r w:rsidRPr="000E0EE2">
              <w:rPr>
                <w:lang w:val="en-GB"/>
              </w:rPr>
              <w:t>Total Duration (hours)</w:t>
            </w:r>
          </w:p>
        </w:tc>
        <w:tc>
          <w:tcPr>
            <w:tcW w:w="647" w:type="dxa"/>
            <w:textDirection w:val="btLr"/>
          </w:tcPr>
          <w:p w14:paraId="6684A658" w14:textId="77777777" w:rsidR="002F0655" w:rsidRPr="000E0EE2" w:rsidRDefault="002F0655" w:rsidP="002F0655">
            <w:pPr>
              <w:pStyle w:val="Tableheading"/>
              <w:rPr>
                <w:lang w:val="en-GB"/>
              </w:rPr>
            </w:pPr>
            <w:r w:rsidRPr="000E0EE2">
              <w:rPr>
                <w:lang w:val="en-GB"/>
              </w:rPr>
              <w:t>Total Duration (Days)</w:t>
            </w:r>
          </w:p>
        </w:tc>
      </w:tr>
      <w:tr w:rsidR="002F0655" w:rsidRPr="000E0EE2" w14:paraId="3AA7D16D" w14:textId="77777777" w:rsidTr="002F0655">
        <w:trPr>
          <w:jc w:val="center"/>
        </w:trPr>
        <w:tc>
          <w:tcPr>
            <w:tcW w:w="502" w:type="dxa"/>
            <w:tcMar>
              <w:top w:w="28" w:type="dxa"/>
              <w:bottom w:w="28" w:type="dxa"/>
            </w:tcMar>
          </w:tcPr>
          <w:p w14:paraId="18D21495" w14:textId="77777777" w:rsidR="002F0655" w:rsidRPr="000E0EE2" w:rsidRDefault="002F0655" w:rsidP="002F0655">
            <w:pPr>
              <w:pStyle w:val="Tabletext"/>
            </w:pPr>
            <w:r w:rsidRPr="000E0EE2">
              <w:t>8</w:t>
            </w:r>
          </w:p>
        </w:tc>
        <w:tc>
          <w:tcPr>
            <w:tcW w:w="645" w:type="dxa"/>
            <w:shd w:val="clear" w:color="auto" w:fill="00AFAA"/>
            <w:tcMar>
              <w:top w:w="28" w:type="dxa"/>
              <w:bottom w:w="28" w:type="dxa"/>
            </w:tcMar>
          </w:tcPr>
          <w:p w14:paraId="4E6C4742" w14:textId="77777777" w:rsidR="002F0655" w:rsidRPr="000E0EE2" w:rsidRDefault="002F0655" w:rsidP="002F0655">
            <w:pPr>
              <w:pStyle w:val="Tabletext"/>
            </w:pPr>
          </w:p>
        </w:tc>
        <w:tc>
          <w:tcPr>
            <w:tcW w:w="5935" w:type="dxa"/>
            <w:tcMar>
              <w:top w:w="28" w:type="dxa"/>
              <w:bottom w:w="28" w:type="dxa"/>
            </w:tcMar>
          </w:tcPr>
          <w:p w14:paraId="2AF6927C" w14:textId="77777777" w:rsidR="002F0655" w:rsidRPr="000E0EE2" w:rsidRDefault="002F0655" w:rsidP="002F0655">
            <w:pPr>
              <w:pStyle w:val="Tabletext"/>
            </w:pPr>
            <w:r w:rsidRPr="000E0EE2">
              <w:t>Automatic Identification System (AIS)</w:t>
            </w:r>
          </w:p>
        </w:tc>
        <w:tc>
          <w:tcPr>
            <w:tcW w:w="709" w:type="dxa"/>
            <w:shd w:val="clear" w:color="auto" w:fill="00AFAA"/>
            <w:tcMar>
              <w:top w:w="28" w:type="dxa"/>
              <w:bottom w:w="28" w:type="dxa"/>
            </w:tcMar>
          </w:tcPr>
          <w:p w14:paraId="505E5AEA" w14:textId="77777777" w:rsidR="002F0655" w:rsidRPr="000E0EE2" w:rsidRDefault="002F0655" w:rsidP="002F0655">
            <w:pPr>
              <w:pStyle w:val="Tabletext"/>
            </w:pPr>
          </w:p>
        </w:tc>
        <w:tc>
          <w:tcPr>
            <w:tcW w:w="2639" w:type="dxa"/>
            <w:shd w:val="clear" w:color="auto" w:fill="00AFAA"/>
            <w:tcMar>
              <w:top w:w="28" w:type="dxa"/>
              <w:bottom w:w="28" w:type="dxa"/>
            </w:tcMar>
          </w:tcPr>
          <w:p w14:paraId="4ED2A1DE" w14:textId="77777777" w:rsidR="002F0655" w:rsidRPr="000E0EE2" w:rsidRDefault="002F0655" w:rsidP="002F0655">
            <w:pPr>
              <w:pStyle w:val="Tabletext"/>
            </w:pPr>
          </w:p>
        </w:tc>
        <w:tc>
          <w:tcPr>
            <w:tcW w:w="647" w:type="dxa"/>
            <w:shd w:val="clear" w:color="auto" w:fill="00AFAA"/>
            <w:tcMar>
              <w:top w:w="28" w:type="dxa"/>
              <w:bottom w:w="28" w:type="dxa"/>
            </w:tcMar>
          </w:tcPr>
          <w:p w14:paraId="019899D8" w14:textId="77777777" w:rsidR="002F0655" w:rsidRPr="000E0EE2" w:rsidRDefault="002F0655" w:rsidP="002F0655">
            <w:pPr>
              <w:pStyle w:val="Tabletext"/>
            </w:pPr>
          </w:p>
        </w:tc>
        <w:tc>
          <w:tcPr>
            <w:tcW w:w="647" w:type="dxa"/>
            <w:shd w:val="clear" w:color="auto" w:fill="00AFAA"/>
          </w:tcPr>
          <w:p w14:paraId="56529EED" w14:textId="77777777" w:rsidR="002F0655" w:rsidRPr="000E0EE2" w:rsidRDefault="002F0655" w:rsidP="002F0655">
            <w:pPr>
              <w:pStyle w:val="Tabletext"/>
            </w:pPr>
          </w:p>
        </w:tc>
      </w:tr>
      <w:tr w:rsidR="002F0655" w:rsidRPr="000E0EE2" w14:paraId="0AFF6B36" w14:textId="77777777" w:rsidTr="00D11D60">
        <w:trPr>
          <w:jc w:val="center"/>
        </w:trPr>
        <w:tc>
          <w:tcPr>
            <w:tcW w:w="502" w:type="dxa"/>
            <w:tcMar>
              <w:top w:w="28" w:type="dxa"/>
              <w:bottom w:w="28" w:type="dxa"/>
            </w:tcMar>
          </w:tcPr>
          <w:p w14:paraId="531A140B" w14:textId="77777777" w:rsidR="002F0655" w:rsidRPr="000E0EE2" w:rsidRDefault="002F0655" w:rsidP="002F0655">
            <w:pPr>
              <w:pStyle w:val="Tabletext"/>
            </w:pPr>
          </w:p>
        </w:tc>
        <w:tc>
          <w:tcPr>
            <w:tcW w:w="645" w:type="dxa"/>
            <w:tcMar>
              <w:top w:w="28" w:type="dxa"/>
              <w:bottom w:w="28" w:type="dxa"/>
            </w:tcMar>
          </w:tcPr>
          <w:p w14:paraId="2A7FD4D8" w14:textId="77777777" w:rsidR="002F0655" w:rsidRPr="000E0EE2" w:rsidRDefault="002F0655" w:rsidP="002F0655">
            <w:pPr>
              <w:pStyle w:val="Tabletext"/>
            </w:pPr>
            <w:r w:rsidRPr="000E0EE2">
              <w:t>8.1</w:t>
            </w:r>
          </w:p>
        </w:tc>
        <w:tc>
          <w:tcPr>
            <w:tcW w:w="5935" w:type="dxa"/>
            <w:tcMar>
              <w:top w:w="28" w:type="dxa"/>
              <w:bottom w:w="28" w:type="dxa"/>
            </w:tcMar>
          </w:tcPr>
          <w:p w14:paraId="05153D10" w14:textId="77777777" w:rsidR="002F0655" w:rsidRPr="000E0EE2" w:rsidRDefault="002F0655" w:rsidP="002F0655">
            <w:pPr>
              <w:pStyle w:val="Tabletext"/>
            </w:pPr>
            <w:r w:rsidRPr="000E0EE2">
              <w:t>AIS AtoN Operations</w:t>
            </w:r>
          </w:p>
        </w:tc>
        <w:tc>
          <w:tcPr>
            <w:tcW w:w="709" w:type="dxa"/>
            <w:tcMar>
              <w:top w:w="28" w:type="dxa"/>
              <w:bottom w:w="28" w:type="dxa"/>
            </w:tcMar>
          </w:tcPr>
          <w:p w14:paraId="1AD43315" w14:textId="77777777" w:rsidR="002F0655" w:rsidRPr="000E0EE2" w:rsidRDefault="002F0655" w:rsidP="002F0655">
            <w:pPr>
              <w:pStyle w:val="Tabletext"/>
            </w:pPr>
            <w:r w:rsidRPr="000E0EE2">
              <w:t>1</w:t>
            </w:r>
          </w:p>
        </w:tc>
        <w:tc>
          <w:tcPr>
            <w:tcW w:w="2639" w:type="dxa"/>
            <w:shd w:val="clear" w:color="auto" w:fill="auto"/>
            <w:tcMar>
              <w:top w:w="28" w:type="dxa"/>
              <w:bottom w:w="28" w:type="dxa"/>
            </w:tcMar>
          </w:tcPr>
          <w:p w14:paraId="59B85CCE" w14:textId="77777777" w:rsidR="002F0655" w:rsidRPr="000E0EE2" w:rsidRDefault="002F0655" w:rsidP="002F0655">
            <w:pPr>
              <w:pStyle w:val="Tabletext"/>
            </w:pPr>
            <w:r w:rsidRPr="000E0EE2">
              <w:t>IALA WWA L2.8.1</w:t>
            </w:r>
          </w:p>
        </w:tc>
        <w:tc>
          <w:tcPr>
            <w:tcW w:w="647" w:type="dxa"/>
            <w:tcMar>
              <w:top w:w="28" w:type="dxa"/>
              <w:bottom w:w="28" w:type="dxa"/>
            </w:tcMar>
          </w:tcPr>
          <w:p w14:paraId="10CD432D" w14:textId="77777777" w:rsidR="002F0655" w:rsidRPr="000E0EE2" w:rsidRDefault="002F0655" w:rsidP="002F0655">
            <w:pPr>
              <w:pStyle w:val="Tabletext"/>
            </w:pPr>
            <w:r w:rsidRPr="000E0EE2">
              <w:t>18</w:t>
            </w:r>
          </w:p>
        </w:tc>
        <w:tc>
          <w:tcPr>
            <w:tcW w:w="647" w:type="dxa"/>
            <w:vAlign w:val="center"/>
          </w:tcPr>
          <w:p w14:paraId="2D96BDE3" w14:textId="77777777" w:rsidR="002F0655" w:rsidRPr="000E0EE2" w:rsidRDefault="002F0655" w:rsidP="002F0655">
            <w:pPr>
              <w:pStyle w:val="Tabletext"/>
            </w:pPr>
            <w:r w:rsidRPr="000E0EE2">
              <w:t>3</w:t>
            </w:r>
          </w:p>
        </w:tc>
      </w:tr>
    </w:tbl>
    <w:p w14:paraId="5E2BA992" w14:textId="77777777" w:rsidR="003A41A2" w:rsidRPr="000E0EE2" w:rsidRDefault="003A41A2" w:rsidP="002F0655">
      <w:pPr>
        <w:pStyle w:val="BodyText"/>
        <w:jc w:val="center"/>
      </w:pPr>
    </w:p>
    <w:p w14:paraId="4C15330F" w14:textId="1BD2C47B" w:rsidR="002F0655" w:rsidRPr="000E0EE2" w:rsidRDefault="002F0655">
      <w:pPr>
        <w:spacing w:after="200" w:line="276" w:lineRule="auto"/>
        <w:rPr>
          <w:sz w:val="22"/>
        </w:rPr>
      </w:pPr>
      <w:r w:rsidRPr="000E0EE2">
        <w:br w:type="page"/>
      </w:r>
    </w:p>
    <w:p w14:paraId="7FC85FAC" w14:textId="6B109C05" w:rsidR="003A41A2" w:rsidRPr="000E0EE2" w:rsidRDefault="002F0655" w:rsidP="002F0655">
      <w:pPr>
        <w:pStyle w:val="Heading1"/>
        <w:rPr>
          <w:rFonts w:ascii="Calibri" w:hAnsi="Calibri" w:cs="Arial"/>
        </w:rPr>
      </w:pPr>
      <w:bookmarkStart w:id="109" w:name="_Toc431993305"/>
      <w:bookmarkStart w:id="110" w:name="_Toc449336808"/>
      <w:r w:rsidRPr="000E0EE2">
        <w:rPr>
          <w:rFonts w:ascii="Calibri" w:hAnsi="Calibri" w:cs="Arial"/>
        </w:rPr>
        <w:lastRenderedPageBreak/>
        <w:t>MODEL COURSE TEACHING SYLLABUS FOR AtoN LEVEL 2 TECHNICIANS – MODULE 9 – RADIONAVIGATION/DGNSS</w:t>
      </w:r>
      <w:bookmarkEnd w:id="109"/>
      <w:bookmarkEnd w:id="110"/>
    </w:p>
    <w:p w14:paraId="773E66EC" w14:textId="77777777" w:rsidR="002F0655" w:rsidRPr="000E0EE2" w:rsidRDefault="002F0655" w:rsidP="002F0655">
      <w:pPr>
        <w:pStyle w:val="Heading1separatationline"/>
      </w:pPr>
    </w:p>
    <w:p w14:paraId="6454AB4D" w14:textId="40EC3BAC" w:rsidR="003A41A2" w:rsidRPr="000E0EE2" w:rsidRDefault="002F0655" w:rsidP="002F0655">
      <w:pPr>
        <w:pStyle w:val="Tablecaption"/>
      </w:pPr>
      <w:bookmarkStart w:id="111" w:name="_Toc196487047"/>
      <w:bookmarkStart w:id="112" w:name="_Toc196487110"/>
      <w:bookmarkStart w:id="113" w:name="_Toc196487132"/>
      <w:bookmarkStart w:id="114" w:name="_Toc369087500"/>
      <w:bookmarkStart w:id="115" w:name="_Toc449336821"/>
      <w:r w:rsidRPr="000E0EE2">
        <w:rPr>
          <w:rFonts w:ascii="Calibri" w:hAnsi="Calibri" w:cs="Arial"/>
        </w:rPr>
        <w:t>Teaching Syllabus Module 9 – Radionavigation and Differential Global Navigation Satellite Systems</w:t>
      </w:r>
      <w:bookmarkEnd w:id="111"/>
      <w:bookmarkEnd w:id="112"/>
      <w:bookmarkEnd w:id="113"/>
      <w:bookmarkEnd w:id="114"/>
      <w:bookmarkEnd w:id="11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2"/>
        <w:gridCol w:w="696"/>
        <w:gridCol w:w="6411"/>
        <w:gridCol w:w="708"/>
        <w:gridCol w:w="2621"/>
        <w:gridCol w:w="743"/>
        <w:gridCol w:w="708"/>
      </w:tblGrid>
      <w:tr w:rsidR="005E24E7" w:rsidRPr="000E0EE2" w14:paraId="4975E4A9" w14:textId="77777777" w:rsidTr="005E24E7">
        <w:trPr>
          <w:cantSplit/>
          <w:trHeight w:val="1473"/>
          <w:jc w:val="center"/>
        </w:trPr>
        <w:tc>
          <w:tcPr>
            <w:tcW w:w="732" w:type="dxa"/>
            <w:tcMar>
              <w:top w:w="28" w:type="dxa"/>
              <w:bottom w:w="28" w:type="dxa"/>
            </w:tcMar>
            <w:textDirection w:val="btLr"/>
          </w:tcPr>
          <w:p w14:paraId="2697C759" w14:textId="77777777" w:rsidR="005E24E7" w:rsidRPr="000E0EE2" w:rsidRDefault="005E24E7" w:rsidP="005E24E7">
            <w:pPr>
              <w:pStyle w:val="Tableheading"/>
              <w:rPr>
                <w:lang w:val="en-GB"/>
              </w:rPr>
            </w:pPr>
            <w:r w:rsidRPr="000E0EE2">
              <w:rPr>
                <w:lang w:val="en-GB"/>
              </w:rPr>
              <w:t>Module</w:t>
            </w:r>
          </w:p>
        </w:tc>
        <w:tc>
          <w:tcPr>
            <w:tcW w:w="696" w:type="dxa"/>
            <w:tcMar>
              <w:top w:w="28" w:type="dxa"/>
              <w:bottom w:w="28" w:type="dxa"/>
            </w:tcMar>
            <w:textDirection w:val="btLr"/>
          </w:tcPr>
          <w:p w14:paraId="27C76F43" w14:textId="77777777" w:rsidR="005E24E7" w:rsidRPr="000E0EE2" w:rsidRDefault="005E24E7" w:rsidP="005E24E7">
            <w:pPr>
              <w:pStyle w:val="Tableheading"/>
              <w:rPr>
                <w:lang w:val="en-GB"/>
              </w:rPr>
            </w:pPr>
            <w:r w:rsidRPr="000E0EE2">
              <w:rPr>
                <w:lang w:val="en-GB"/>
              </w:rPr>
              <w:t>Element</w:t>
            </w:r>
          </w:p>
        </w:tc>
        <w:tc>
          <w:tcPr>
            <w:tcW w:w="6411" w:type="dxa"/>
            <w:tcMar>
              <w:top w:w="28" w:type="dxa"/>
              <w:bottom w:w="28" w:type="dxa"/>
            </w:tcMar>
            <w:vAlign w:val="center"/>
          </w:tcPr>
          <w:p w14:paraId="29042439" w14:textId="77777777" w:rsidR="005E24E7" w:rsidRPr="000E0EE2" w:rsidRDefault="005E24E7" w:rsidP="005E24E7">
            <w:pPr>
              <w:pStyle w:val="Tableheading"/>
              <w:jc w:val="center"/>
              <w:rPr>
                <w:lang w:val="en-GB"/>
              </w:rPr>
            </w:pPr>
            <w:r w:rsidRPr="000E0EE2">
              <w:rPr>
                <w:lang w:val="en-GB"/>
              </w:rPr>
              <w:t>Subject</w:t>
            </w:r>
          </w:p>
        </w:tc>
        <w:tc>
          <w:tcPr>
            <w:tcW w:w="708" w:type="dxa"/>
            <w:tcMar>
              <w:top w:w="28" w:type="dxa"/>
              <w:bottom w:w="28" w:type="dxa"/>
            </w:tcMar>
            <w:textDirection w:val="btLr"/>
          </w:tcPr>
          <w:p w14:paraId="1EEE721B" w14:textId="77777777" w:rsidR="005E24E7" w:rsidRPr="000E0EE2" w:rsidRDefault="005E24E7" w:rsidP="005E24E7">
            <w:pPr>
              <w:pStyle w:val="Tableheading"/>
              <w:rPr>
                <w:lang w:val="en-GB"/>
              </w:rPr>
            </w:pPr>
            <w:r w:rsidRPr="000E0EE2">
              <w:rPr>
                <w:lang w:val="en-GB"/>
              </w:rPr>
              <w:t>Level of Competence</w:t>
            </w:r>
          </w:p>
        </w:tc>
        <w:tc>
          <w:tcPr>
            <w:tcW w:w="2621" w:type="dxa"/>
            <w:tcMar>
              <w:top w:w="28" w:type="dxa"/>
              <w:bottom w:w="28" w:type="dxa"/>
            </w:tcMar>
            <w:vAlign w:val="center"/>
          </w:tcPr>
          <w:p w14:paraId="4EDCFC33" w14:textId="6E34113C" w:rsidR="005E24E7" w:rsidRPr="000E0EE2" w:rsidRDefault="005E24E7" w:rsidP="005E24E7">
            <w:pPr>
              <w:pStyle w:val="Tableheading"/>
              <w:jc w:val="center"/>
              <w:rPr>
                <w:lang w:val="en-GB"/>
              </w:rPr>
            </w:pPr>
            <w:r w:rsidRPr="000E0EE2">
              <w:rPr>
                <w:lang w:val="en-GB"/>
              </w:rPr>
              <w:t>Model Course</w:t>
            </w:r>
          </w:p>
        </w:tc>
        <w:tc>
          <w:tcPr>
            <w:tcW w:w="743" w:type="dxa"/>
            <w:tcMar>
              <w:top w:w="28" w:type="dxa"/>
              <w:bottom w:w="28" w:type="dxa"/>
            </w:tcMar>
            <w:textDirection w:val="btLr"/>
          </w:tcPr>
          <w:p w14:paraId="0EC404E6" w14:textId="77777777" w:rsidR="005E24E7" w:rsidRPr="000E0EE2" w:rsidRDefault="005E24E7" w:rsidP="005E24E7">
            <w:pPr>
              <w:pStyle w:val="Tableheading"/>
              <w:rPr>
                <w:lang w:val="en-GB"/>
              </w:rPr>
            </w:pPr>
            <w:r w:rsidRPr="000E0EE2">
              <w:rPr>
                <w:lang w:val="en-GB"/>
              </w:rPr>
              <w:t>Total Duration (hours)</w:t>
            </w:r>
          </w:p>
        </w:tc>
        <w:tc>
          <w:tcPr>
            <w:tcW w:w="708" w:type="dxa"/>
            <w:textDirection w:val="btLr"/>
          </w:tcPr>
          <w:p w14:paraId="10FCB344" w14:textId="77777777" w:rsidR="005E24E7" w:rsidRPr="000E0EE2" w:rsidRDefault="005E24E7" w:rsidP="005E24E7">
            <w:pPr>
              <w:pStyle w:val="Tableheading"/>
              <w:rPr>
                <w:lang w:val="en-GB"/>
              </w:rPr>
            </w:pPr>
            <w:r w:rsidRPr="000E0EE2">
              <w:rPr>
                <w:lang w:val="en-GB"/>
              </w:rPr>
              <w:t>Total Duration (Days)</w:t>
            </w:r>
          </w:p>
        </w:tc>
      </w:tr>
      <w:tr w:rsidR="005E24E7" w:rsidRPr="000E0EE2" w14:paraId="33AF3B50" w14:textId="77777777" w:rsidTr="00556C05">
        <w:trPr>
          <w:jc w:val="center"/>
        </w:trPr>
        <w:tc>
          <w:tcPr>
            <w:tcW w:w="732" w:type="dxa"/>
            <w:tcMar>
              <w:top w:w="28" w:type="dxa"/>
              <w:bottom w:w="28" w:type="dxa"/>
            </w:tcMar>
          </w:tcPr>
          <w:p w14:paraId="4AD200A2" w14:textId="77777777" w:rsidR="005E24E7" w:rsidRPr="000E0EE2" w:rsidRDefault="005E24E7" w:rsidP="005E24E7">
            <w:pPr>
              <w:pStyle w:val="Tabletext"/>
            </w:pPr>
            <w:r w:rsidRPr="000E0EE2">
              <w:t>9</w:t>
            </w:r>
          </w:p>
        </w:tc>
        <w:tc>
          <w:tcPr>
            <w:tcW w:w="696" w:type="dxa"/>
            <w:shd w:val="clear" w:color="auto" w:fill="00AFAA"/>
            <w:tcMar>
              <w:top w:w="28" w:type="dxa"/>
              <w:bottom w:w="28" w:type="dxa"/>
            </w:tcMar>
          </w:tcPr>
          <w:p w14:paraId="756F2D80" w14:textId="77777777" w:rsidR="005E24E7" w:rsidRPr="000E0EE2" w:rsidRDefault="005E24E7" w:rsidP="005E24E7">
            <w:pPr>
              <w:pStyle w:val="Tabletext"/>
            </w:pPr>
          </w:p>
        </w:tc>
        <w:tc>
          <w:tcPr>
            <w:tcW w:w="6411" w:type="dxa"/>
            <w:tcMar>
              <w:top w:w="28" w:type="dxa"/>
              <w:bottom w:w="28" w:type="dxa"/>
            </w:tcMar>
          </w:tcPr>
          <w:p w14:paraId="453181DC" w14:textId="77777777" w:rsidR="005E24E7" w:rsidRPr="000E0EE2" w:rsidRDefault="005E24E7" w:rsidP="005E24E7">
            <w:pPr>
              <w:pStyle w:val="Tabletext"/>
            </w:pPr>
            <w:r w:rsidRPr="000E0EE2">
              <w:t>Radionavigation and Differential Global Navigation Satellite Systems</w:t>
            </w:r>
          </w:p>
        </w:tc>
        <w:tc>
          <w:tcPr>
            <w:tcW w:w="708" w:type="dxa"/>
            <w:shd w:val="clear" w:color="auto" w:fill="00AFAA"/>
            <w:tcMar>
              <w:top w:w="28" w:type="dxa"/>
              <w:bottom w:w="28" w:type="dxa"/>
            </w:tcMar>
          </w:tcPr>
          <w:p w14:paraId="174FA03A" w14:textId="77777777" w:rsidR="005E24E7" w:rsidRPr="000E0EE2" w:rsidRDefault="005E24E7" w:rsidP="005E24E7">
            <w:pPr>
              <w:pStyle w:val="Tabletext"/>
            </w:pPr>
          </w:p>
        </w:tc>
        <w:tc>
          <w:tcPr>
            <w:tcW w:w="2621" w:type="dxa"/>
            <w:shd w:val="clear" w:color="auto" w:fill="00AFAA"/>
            <w:tcMar>
              <w:top w:w="28" w:type="dxa"/>
              <w:bottom w:w="28" w:type="dxa"/>
            </w:tcMar>
          </w:tcPr>
          <w:p w14:paraId="64C29999" w14:textId="77777777" w:rsidR="005E24E7" w:rsidRPr="000E0EE2" w:rsidRDefault="005E24E7" w:rsidP="005E24E7">
            <w:pPr>
              <w:pStyle w:val="Tabletext"/>
            </w:pPr>
          </w:p>
        </w:tc>
        <w:tc>
          <w:tcPr>
            <w:tcW w:w="743" w:type="dxa"/>
            <w:shd w:val="clear" w:color="auto" w:fill="00AFAA"/>
            <w:tcMar>
              <w:top w:w="28" w:type="dxa"/>
              <w:bottom w:w="28" w:type="dxa"/>
            </w:tcMar>
          </w:tcPr>
          <w:p w14:paraId="188B7C32" w14:textId="77777777" w:rsidR="005E24E7" w:rsidRPr="000E0EE2" w:rsidRDefault="005E24E7" w:rsidP="005E24E7">
            <w:pPr>
              <w:pStyle w:val="Tabletext"/>
            </w:pPr>
          </w:p>
        </w:tc>
        <w:tc>
          <w:tcPr>
            <w:tcW w:w="708" w:type="dxa"/>
            <w:shd w:val="clear" w:color="auto" w:fill="00AFAA"/>
          </w:tcPr>
          <w:p w14:paraId="3A283613" w14:textId="77777777" w:rsidR="005E24E7" w:rsidRPr="000E0EE2" w:rsidRDefault="005E24E7" w:rsidP="005E24E7">
            <w:pPr>
              <w:pStyle w:val="Tabletext"/>
            </w:pPr>
          </w:p>
        </w:tc>
      </w:tr>
      <w:tr w:rsidR="005E24E7" w:rsidRPr="000E0EE2" w14:paraId="0D91B3BB" w14:textId="77777777" w:rsidTr="005E24E7">
        <w:trPr>
          <w:jc w:val="center"/>
        </w:trPr>
        <w:tc>
          <w:tcPr>
            <w:tcW w:w="732" w:type="dxa"/>
            <w:tcMar>
              <w:top w:w="28" w:type="dxa"/>
              <w:bottom w:w="28" w:type="dxa"/>
            </w:tcMar>
          </w:tcPr>
          <w:p w14:paraId="64833FAE" w14:textId="77777777" w:rsidR="005E24E7" w:rsidRPr="000E0EE2" w:rsidRDefault="005E24E7" w:rsidP="005E24E7">
            <w:pPr>
              <w:pStyle w:val="Tabletext"/>
            </w:pPr>
          </w:p>
        </w:tc>
        <w:tc>
          <w:tcPr>
            <w:tcW w:w="696" w:type="dxa"/>
            <w:tcMar>
              <w:top w:w="28" w:type="dxa"/>
              <w:bottom w:w="28" w:type="dxa"/>
            </w:tcMar>
          </w:tcPr>
          <w:p w14:paraId="1A2EEB54" w14:textId="77777777" w:rsidR="005E24E7" w:rsidRPr="000E0EE2" w:rsidRDefault="005E24E7" w:rsidP="005E24E7">
            <w:pPr>
              <w:pStyle w:val="Tabletext"/>
            </w:pPr>
            <w:r w:rsidRPr="000E0EE2">
              <w:t>9.1</w:t>
            </w:r>
          </w:p>
        </w:tc>
        <w:tc>
          <w:tcPr>
            <w:tcW w:w="6411" w:type="dxa"/>
            <w:tcMar>
              <w:top w:w="28" w:type="dxa"/>
              <w:bottom w:w="28" w:type="dxa"/>
            </w:tcMar>
          </w:tcPr>
          <w:p w14:paraId="1506A553" w14:textId="77777777" w:rsidR="005E24E7" w:rsidRPr="000E0EE2" w:rsidRDefault="005E24E7" w:rsidP="005E24E7">
            <w:pPr>
              <w:pStyle w:val="Tabletext"/>
            </w:pPr>
            <w:r w:rsidRPr="000E0EE2">
              <w:t>Introduction to Radionavigation Systems</w:t>
            </w:r>
          </w:p>
        </w:tc>
        <w:tc>
          <w:tcPr>
            <w:tcW w:w="708" w:type="dxa"/>
            <w:tcMar>
              <w:top w:w="28" w:type="dxa"/>
              <w:bottom w:w="28" w:type="dxa"/>
            </w:tcMar>
          </w:tcPr>
          <w:p w14:paraId="3B011048" w14:textId="77777777" w:rsidR="005E24E7" w:rsidRPr="000E0EE2" w:rsidRDefault="005E24E7" w:rsidP="005E24E7">
            <w:pPr>
              <w:pStyle w:val="Tabletext"/>
            </w:pPr>
            <w:r w:rsidRPr="000E0EE2">
              <w:t>1</w:t>
            </w:r>
          </w:p>
        </w:tc>
        <w:tc>
          <w:tcPr>
            <w:tcW w:w="2621" w:type="dxa"/>
            <w:vMerge w:val="restart"/>
            <w:tcMar>
              <w:top w:w="28" w:type="dxa"/>
              <w:bottom w:w="28" w:type="dxa"/>
            </w:tcMar>
            <w:vAlign w:val="center"/>
          </w:tcPr>
          <w:p w14:paraId="32DA7DAA" w14:textId="77777777" w:rsidR="005E24E7" w:rsidRPr="000E0EE2" w:rsidRDefault="005E24E7" w:rsidP="005E24E7">
            <w:pPr>
              <w:pStyle w:val="Tabletext"/>
            </w:pPr>
            <w:r w:rsidRPr="000E0EE2">
              <w:t>IALA WWA L2.9.1- 9.9</w:t>
            </w:r>
          </w:p>
          <w:p w14:paraId="03139EA1" w14:textId="77777777" w:rsidR="005E24E7" w:rsidRPr="000E0EE2" w:rsidRDefault="005E24E7" w:rsidP="005E24E7">
            <w:pPr>
              <w:pStyle w:val="Tabletext"/>
            </w:pPr>
          </w:p>
          <w:p w14:paraId="22B93EFD" w14:textId="77777777" w:rsidR="005E24E7" w:rsidRPr="000E0EE2" w:rsidRDefault="005E24E7" w:rsidP="005E24E7">
            <w:pPr>
              <w:pStyle w:val="Tabletext"/>
            </w:pPr>
            <w:r w:rsidRPr="000E0EE2">
              <w:t>(9.1 – 9.5)</w:t>
            </w:r>
          </w:p>
        </w:tc>
        <w:tc>
          <w:tcPr>
            <w:tcW w:w="743" w:type="dxa"/>
            <w:vMerge w:val="restart"/>
            <w:tcMar>
              <w:top w:w="28" w:type="dxa"/>
              <w:bottom w:w="28" w:type="dxa"/>
            </w:tcMar>
            <w:vAlign w:val="center"/>
          </w:tcPr>
          <w:p w14:paraId="37B221BE" w14:textId="77777777" w:rsidR="005E24E7" w:rsidRPr="000E0EE2" w:rsidRDefault="005E24E7" w:rsidP="005E24E7">
            <w:pPr>
              <w:pStyle w:val="Tabletext"/>
            </w:pPr>
            <w:r w:rsidRPr="000E0EE2">
              <w:t>8</w:t>
            </w:r>
          </w:p>
        </w:tc>
        <w:tc>
          <w:tcPr>
            <w:tcW w:w="708" w:type="dxa"/>
            <w:vMerge w:val="restart"/>
            <w:vAlign w:val="center"/>
          </w:tcPr>
          <w:p w14:paraId="47C5387C" w14:textId="77777777" w:rsidR="005E24E7" w:rsidRPr="000E0EE2" w:rsidRDefault="005E24E7" w:rsidP="005E24E7">
            <w:pPr>
              <w:pStyle w:val="Tabletext"/>
            </w:pPr>
            <w:r w:rsidRPr="000E0EE2">
              <w:t>1</w:t>
            </w:r>
          </w:p>
          <w:p w14:paraId="7414CB4E" w14:textId="77777777" w:rsidR="005E24E7" w:rsidRPr="000E0EE2" w:rsidRDefault="005E24E7" w:rsidP="005E24E7">
            <w:pPr>
              <w:pStyle w:val="Tabletext"/>
            </w:pPr>
            <w:r w:rsidRPr="000E0EE2">
              <w:t>or</w:t>
            </w:r>
          </w:p>
          <w:p w14:paraId="5CC85C81" w14:textId="77777777" w:rsidR="005E24E7" w:rsidRPr="000E0EE2" w:rsidRDefault="005E24E7" w:rsidP="005E24E7">
            <w:pPr>
              <w:pStyle w:val="Tabletext"/>
            </w:pPr>
            <w:r w:rsidRPr="000E0EE2">
              <w:t>2</w:t>
            </w:r>
          </w:p>
        </w:tc>
      </w:tr>
      <w:tr w:rsidR="005E24E7" w:rsidRPr="000E0EE2" w14:paraId="2EECC01B" w14:textId="77777777" w:rsidTr="005E24E7">
        <w:trPr>
          <w:jc w:val="center"/>
        </w:trPr>
        <w:tc>
          <w:tcPr>
            <w:tcW w:w="732" w:type="dxa"/>
            <w:tcMar>
              <w:top w:w="28" w:type="dxa"/>
              <w:bottom w:w="28" w:type="dxa"/>
            </w:tcMar>
          </w:tcPr>
          <w:p w14:paraId="29A8D1DF" w14:textId="77777777" w:rsidR="005E24E7" w:rsidRPr="000E0EE2" w:rsidRDefault="005E24E7" w:rsidP="005E24E7">
            <w:pPr>
              <w:pStyle w:val="Tabletext"/>
            </w:pPr>
          </w:p>
        </w:tc>
        <w:tc>
          <w:tcPr>
            <w:tcW w:w="696" w:type="dxa"/>
            <w:tcMar>
              <w:top w:w="28" w:type="dxa"/>
              <w:bottom w:w="28" w:type="dxa"/>
            </w:tcMar>
          </w:tcPr>
          <w:p w14:paraId="4C880FAF" w14:textId="77777777" w:rsidR="005E24E7" w:rsidRPr="000E0EE2" w:rsidRDefault="005E24E7" w:rsidP="005E24E7">
            <w:pPr>
              <w:pStyle w:val="Tabletext"/>
            </w:pPr>
            <w:r w:rsidRPr="000E0EE2">
              <w:t>9.2</w:t>
            </w:r>
          </w:p>
        </w:tc>
        <w:tc>
          <w:tcPr>
            <w:tcW w:w="6411" w:type="dxa"/>
            <w:tcMar>
              <w:top w:w="28" w:type="dxa"/>
              <w:bottom w:w="28" w:type="dxa"/>
            </w:tcMar>
          </w:tcPr>
          <w:p w14:paraId="1ACE84D8" w14:textId="77777777" w:rsidR="005E24E7" w:rsidRPr="000E0EE2" w:rsidRDefault="005E24E7" w:rsidP="005E24E7">
            <w:pPr>
              <w:pStyle w:val="Tabletext"/>
            </w:pPr>
            <w:r w:rsidRPr="000E0EE2">
              <w:t>Position, Navigation and Timing (PNT)</w:t>
            </w:r>
          </w:p>
        </w:tc>
        <w:tc>
          <w:tcPr>
            <w:tcW w:w="708" w:type="dxa"/>
            <w:tcMar>
              <w:top w:w="28" w:type="dxa"/>
              <w:bottom w:w="28" w:type="dxa"/>
            </w:tcMar>
          </w:tcPr>
          <w:p w14:paraId="7FCB04E4"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2A87A866" w14:textId="77777777" w:rsidR="005E24E7" w:rsidRPr="000E0EE2" w:rsidRDefault="005E24E7" w:rsidP="005E24E7">
            <w:pPr>
              <w:pStyle w:val="Tabletext"/>
            </w:pPr>
          </w:p>
        </w:tc>
        <w:tc>
          <w:tcPr>
            <w:tcW w:w="743" w:type="dxa"/>
            <w:vMerge/>
            <w:tcMar>
              <w:top w:w="28" w:type="dxa"/>
              <w:bottom w:w="28" w:type="dxa"/>
            </w:tcMar>
            <w:vAlign w:val="center"/>
          </w:tcPr>
          <w:p w14:paraId="3154176A" w14:textId="77777777" w:rsidR="005E24E7" w:rsidRPr="000E0EE2" w:rsidRDefault="005E24E7" w:rsidP="005E24E7">
            <w:pPr>
              <w:pStyle w:val="Tabletext"/>
            </w:pPr>
          </w:p>
        </w:tc>
        <w:tc>
          <w:tcPr>
            <w:tcW w:w="708" w:type="dxa"/>
            <w:vMerge/>
            <w:vAlign w:val="center"/>
          </w:tcPr>
          <w:p w14:paraId="0213067E" w14:textId="77777777" w:rsidR="005E24E7" w:rsidRPr="000E0EE2" w:rsidRDefault="005E24E7" w:rsidP="005E24E7">
            <w:pPr>
              <w:pStyle w:val="Tabletext"/>
            </w:pPr>
          </w:p>
        </w:tc>
      </w:tr>
      <w:tr w:rsidR="005E24E7" w:rsidRPr="000E0EE2" w14:paraId="71944B95" w14:textId="77777777" w:rsidTr="005E24E7">
        <w:trPr>
          <w:jc w:val="center"/>
        </w:trPr>
        <w:tc>
          <w:tcPr>
            <w:tcW w:w="732" w:type="dxa"/>
            <w:tcMar>
              <w:top w:w="28" w:type="dxa"/>
              <w:bottom w:w="28" w:type="dxa"/>
            </w:tcMar>
          </w:tcPr>
          <w:p w14:paraId="4B92855B" w14:textId="77777777" w:rsidR="005E24E7" w:rsidRPr="000E0EE2" w:rsidRDefault="005E24E7" w:rsidP="005E24E7">
            <w:pPr>
              <w:pStyle w:val="Tabletext"/>
            </w:pPr>
          </w:p>
        </w:tc>
        <w:tc>
          <w:tcPr>
            <w:tcW w:w="696" w:type="dxa"/>
            <w:tcMar>
              <w:top w:w="28" w:type="dxa"/>
              <w:bottom w:w="28" w:type="dxa"/>
            </w:tcMar>
          </w:tcPr>
          <w:p w14:paraId="4F12D1B8" w14:textId="77777777" w:rsidR="005E24E7" w:rsidRPr="000E0EE2" w:rsidRDefault="005E24E7" w:rsidP="005E24E7">
            <w:pPr>
              <w:pStyle w:val="Tabletext"/>
            </w:pPr>
            <w:r w:rsidRPr="000E0EE2">
              <w:t>9.3</w:t>
            </w:r>
          </w:p>
        </w:tc>
        <w:tc>
          <w:tcPr>
            <w:tcW w:w="6411" w:type="dxa"/>
            <w:tcMar>
              <w:top w:w="28" w:type="dxa"/>
              <w:bottom w:w="28" w:type="dxa"/>
            </w:tcMar>
          </w:tcPr>
          <w:p w14:paraId="20045BA2" w14:textId="77777777" w:rsidR="005E24E7" w:rsidRPr="000E0EE2" w:rsidRDefault="005E24E7" w:rsidP="005E24E7">
            <w:pPr>
              <w:pStyle w:val="Tabletext"/>
            </w:pPr>
            <w:r w:rsidRPr="000E0EE2">
              <w:t>Accuracy, integrity, continuity, availability and vulnerability</w:t>
            </w:r>
          </w:p>
        </w:tc>
        <w:tc>
          <w:tcPr>
            <w:tcW w:w="708" w:type="dxa"/>
            <w:tcMar>
              <w:top w:w="28" w:type="dxa"/>
              <w:bottom w:w="28" w:type="dxa"/>
            </w:tcMar>
          </w:tcPr>
          <w:p w14:paraId="623C1CE2"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372CEB6F" w14:textId="77777777" w:rsidR="005E24E7" w:rsidRPr="000E0EE2" w:rsidRDefault="005E24E7" w:rsidP="005E24E7">
            <w:pPr>
              <w:pStyle w:val="Tabletext"/>
            </w:pPr>
          </w:p>
        </w:tc>
        <w:tc>
          <w:tcPr>
            <w:tcW w:w="743" w:type="dxa"/>
            <w:vMerge/>
            <w:tcMar>
              <w:top w:w="28" w:type="dxa"/>
              <w:bottom w:w="28" w:type="dxa"/>
            </w:tcMar>
            <w:vAlign w:val="center"/>
          </w:tcPr>
          <w:p w14:paraId="5150D94A" w14:textId="77777777" w:rsidR="005E24E7" w:rsidRPr="000E0EE2" w:rsidRDefault="005E24E7" w:rsidP="005E24E7">
            <w:pPr>
              <w:pStyle w:val="Tabletext"/>
            </w:pPr>
          </w:p>
        </w:tc>
        <w:tc>
          <w:tcPr>
            <w:tcW w:w="708" w:type="dxa"/>
            <w:vMerge/>
            <w:vAlign w:val="center"/>
          </w:tcPr>
          <w:p w14:paraId="25ACCF2A" w14:textId="77777777" w:rsidR="005E24E7" w:rsidRPr="000E0EE2" w:rsidRDefault="005E24E7" w:rsidP="005E24E7">
            <w:pPr>
              <w:pStyle w:val="Tabletext"/>
            </w:pPr>
          </w:p>
        </w:tc>
      </w:tr>
      <w:tr w:rsidR="005E24E7" w:rsidRPr="000E0EE2" w14:paraId="44D9FBEF" w14:textId="77777777" w:rsidTr="005E24E7">
        <w:trPr>
          <w:jc w:val="center"/>
        </w:trPr>
        <w:tc>
          <w:tcPr>
            <w:tcW w:w="732" w:type="dxa"/>
            <w:tcMar>
              <w:top w:w="28" w:type="dxa"/>
              <w:bottom w:w="28" w:type="dxa"/>
            </w:tcMar>
          </w:tcPr>
          <w:p w14:paraId="61247E59" w14:textId="77777777" w:rsidR="005E24E7" w:rsidRPr="000E0EE2" w:rsidRDefault="005E24E7" w:rsidP="005E24E7">
            <w:pPr>
              <w:pStyle w:val="Tabletext"/>
            </w:pPr>
          </w:p>
        </w:tc>
        <w:tc>
          <w:tcPr>
            <w:tcW w:w="696" w:type="dxa"/>
            <w:tcMar>
              <w:top w:w="28" w:type="dxa"/>
              <w:bottom w:w="28" w:type="dxa"/>
            </w:tcMar>
          </w:tcPr>
          <w:p w14:paraId="501019D6" w14:textId="77777777" w:rsidR="005E24E7" w:rsidRPr="000E0EE2" w:rsidRDefault="005E24E7" w:rsidP="005E24E7">
            <w:pPr>
              <w:pStyle w:val="Tabletext"/>
            </w:pPr>
            <w:r w:rsidRPr="000E0EE2">
              <w:t>9.4</w:t>
            </w:r>
          </w:p>
        </w:tc>
        <w:tc>
          <w:tcPr>
            <w:tcW w:w="6411" w:type="dxa"/>
            <w:tcMar>
              <w:top w:w="28" w:type="dxa"/>
              <w:bottom w:w="28" w:type="dxa"/>
            </w:tcMar>
          </w:tcPr>
          <w:p w14:paraId="14BC0A1A" w14:textId="77777777" w:rsidR="005E24E7" w:rsidRPr="000E0EE2" w:rsidRDefault="005E24E7" w:rsidP="005E24E7">
            <w:pPr>
              <w:pStyle w:val="Tabletext"/>
            </w:pPr>
            <w:r w:rsidRPr="000E0EE2">
              <w:t>Applications of GNSS on AtoN</w:t>
            </w:r>
          </w:p>
        </w:tc>
        <w:tc>
          <w:tcPr>
            <w:tcW w:w="708" w:type="dxa"/>
            <w:tcMar>
              <w:top w:w="28" w:type="dxa"/>
              <w:bottom w:w="28" w:type="dxa"/>
            </w:tcMar>
          </w:tcPr>
          <w:p w14:paraId="0CDC3561"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76F88AF9" w14:textId="77777777" w:rsidR="005E24E7" w:rsidRPr="000E0EE2" w:rsidRDefault="005E24E7" w:rsidP="005E24E7">
            <w:pPr>
              <w:pStyle w:val="Tabletext"/>
            </w:pPr>
          </w:p>
        </w:tc>
        <w:tc>
          <w:tcPr>
            <w:tcW w:w="743" w:type="dxa"/>
            <w:vMerge/>
            <w:tcMar>
              <w:top w:w="28" w:type="dxa"/>
              <w:bottom w:w="28" w:type="dxa"/>
            </w:tcMar>
            <w:vAlign w:val="center"/>
          </w:tcPr>
          <w:p w14:paraId="37F87043" w14:textId="77777777" w:rsidR="005E24E7" w:rsidRPr="000E0EE2" w:rsidRDefault="005E24E7" w:rsidP="005E24E7">
            <w:pPr>
              <w:pStyle w:val="Tabletext"/>
            </w:pPr>
          </w:p>
        </w:tc>
        <w:tc>
          <w:tcPr>
            <w:tcW w:w="708" w:type="dxa"/>
            <w:vMerge/>
            <w:vAlign w:val="center"/>
          </w:tcPr>
          <w:p w14:paraId="50F79347" w14:textId="77777777" w:rsidR="005E24E7" w:rsidRPr="000E0EE2" w:rsidRDefault="005E24E7" w:rsidP="005E24E7">
            <w:pPr>
              <w:pStyle w:val="Tabletext"/>
            </w:pPr>
          </w:p>
        </w:tc>
      </w:tr>
      <w:tr w:rsidR="005E24E7" w:rsidRPr="000E0EE2" w14:paraId="51169101" w14:textId="77777777" w:rsidTr="005E24E7">
        <w:trPr>
          <w:jc w:val="center"/>
        </w:trPr>
        <w:tc>
          <w:tcPr>
            <w:tcW w:w="732" w:type="dxa"/>
            <w:tcMar>
              <w:top w:w="28" w:type="dxa"/>
              <w:bottom w:w="28" w:type="dxa"/>
            </w:tcMar>
          </w:tcPr>
          <w:p w14:paraId="79A2E44D" w14:textId="77777777" w:rsidR="005E24E7" w:rsidRPr="000E0EE2" w:rsidRDefault="005E24E7" w:rsidP="005E24E7">
            <w:pPr>
              <w:pStyle w:val="Tabletext"/>
            </w:pPr>
          </w:p>
        </w:tc>
        <w:tc>
          <w:tcPr>
            <w:tcW w:w="696" w:type="dxa"/>
            <w:tcMar>
              <w:top w:w="28" w:type="dxa"/>
              <w:bottom w:w="28" w:type="dxa"/>
            </w:tcMar>
          </w:tcPr>
          <w:p w14:paraId="791D4E10" w14:textId="77777777" w:rsidR="005E24E7" w:rsidRPr="000E0EE2" w:rsidRDefault="005E24E7" w:rsidP="005E24E7">
            <w:pPr>
              <w:pStyle w:val="Tabletext"/>
            </w:pPr>
            <w:r w:rsidRPr="000E0EE2">
              <w:t>9.5</w:t>
            </w:r>
          </w:p>
        </w:tc>
        <w:tc>
          <w:tcPr>
            <w:tcW w:w="6411" w:type="dxa"/>
            <w:tcMar>
              <w:top w:w="28" w:type="dxa"/>
              <w:bottom w:w="28" w:type="dxa"/>
            </w:tcMar>
          </w:tcPr>
          <w:p w14:paraId="7448B1D2" w14:textId="77777777" w:rsidR="005E24E7" w:rsidRPr="000E0EE2" w:rsidRDefault="005E24E7" w:rsidP="005E24E7">
            <w:pPr>
              <w:pStyle w:val="Tabletext"/>
            </w:pPr>
            <w:r w:rsidRPr="000E0EE2">
              <w:t>Introduction to DGNSS and principles of operation</w:t>
            </w:r>
          </w:p>
        </w:tc>
        <w:tc>
          <w:tcPr>
            <w:tcW w:w="708" w:type="dxa"/>
            <w:tcMar>
              <w:top w:w="28" w:type="dxa"/>
              <w:bottom w:w="28" w:type="dxa"/>
            </w:tcMar>
          </w:tcPr>
          <w:p w14:paraId="23DAC8CA" w14:textId="77777777" w:rsidR="005E24E7" w:rsidRPr="000E0EE2" w:rsidRDefault="005E24E7" w:rsidP="005E24E7">
            <w:pPr>
              <w:pStyle w:val="Tabletext"/>
            </w:pPr>
            <w:r w:rsidRPr="000E0EE2">
              <w:t>1</w:t>
            </w:r>
          </w:p>
        </w:tc>
        <w:tc>
          <w:tcPr>
            <w:tcW w:w="2621" w:type="dxa"/>
            <w:vMerge/>
            <w:tcBorders>
              <w:bottom w:val="single" w:sz="4" w:space="0" w:color="auto"/>
            </w:tcBorders>
            <w:tcMar>
              <w:top w:w="28" w:type="dxa"/>
              <w:bottom w:w="28" w:type="dxa"/>
            </w:tcMar>
            <w:vAlign w:val="center"/>
          </w:tcPr>
          <w:p w14:paraId="1B55BED5" w14:textId="77777777" w:rsidR="005E24E7" w:rsidRPr="000E0EE2" w:rsidRDefault="005E24E7" w:rsidP="005E24E7">
            <w:pPr>
              <w:pStyle w:val="Tabletext"/>
            </w:pPr>
          </w:p>
        </w:tc>
        <w:tc>
          <w:tcPr>
            <w:tcW w:w="743" w:type="dxa"/>
            <w:vMerge/>
            <w:tcMar>
              <w:top w:w="28" w:type="dxa"/>
              <w:bottom w:w="28" w:type="dxa"/>
            </w:tcMar>
            <w:vAlign w:val="center"/>
          </w:tcPr>
          <w:p w14:paraId="4386B5DD" w14:textId="77777777" w:rsidR="005E24E7" w:rsidRPr="000E0EE2" w:rsidRDefault="005E24E7" w:rsidP="005E24E7">
            <w:pPr>
              <w:pStyle w:val="Tabletext"/>
            </w:pPr>
          </w:p>
        </w:tc>
        <w:tc>
          <w:tcPr>
            <w:tcW w:w="708" w:type="dxa"/>
            <w:vMerge/>
            <w:vAlign w:val="center"/>
          </w:tcPr>
          <w:p w14:paraId="21FBB9E0" w14:textId="77777777" w:rsidR="005E24E7" w:rsidRPr="000E0EE2" w:rsidRDefault="005E24E7" w:rsidP="005E24E7">
            <w:pPr>
              <w:pStyle w:val="Tabletext"/>
            </w:pPr>
          </w:p>
        </w:tc>
      </w:tr>
      <w:tr w:rsidR="005E24E7" w:rsidRPr="000E0EE2" w14:paraId="7D2F2E54" w14:textId="77777777" w:rsidTr="005E24E7">
        <w:trPr>
          <w:jc w:val="center"/>
        </w:trPr>
        <w:tc>
          <w:tcPr>
            <w:tcW w:w="732" w:type="dxa"/>
            <w:tcMar>
              <w:top w:w="28" w:type="dxa"/>
              <w:bottom w:w="28" w:type="dxa"/>
            </w:tcMar>
          </w:tcPr>
          <w:p w14:paraId="69C5A9E7" w14:textId="77777777" w:rsidR="005E24E7" w:rsidRPr="000E0EE2" w:rsidRDefault="005E24E7" w:rsidP="005E24E7">
            <w:pPr>
              <w:pStyle w:val="Tabletext"/>
            </w:pPr>
          </w:p>
        </w:tc>
        <w:tc>
          <w:tcPr>
            <w:tcW w:w="696" w:type="dxa"/>
            <w:tcMar>
              <w:top w:w="28" w:type="dxa"/>
              <w:bottom w:w="28" w:type="dxa"/>
            </w:tcMar>
          </w:tcPr>
          <w:p w14:paraId="5F13FB40" w14:textId="77777777" w:rsidR="005E24E7" w:rsidRPr="000E0EE2" w:rsidRDefault="005E24E7" w:rsidP="005E24E7">
            <w:pPr>
              <w:pStyle w:val="Tabletext"/>
            </w:pPr>
            <w:r w:rsidRPr="000E0EE2">
              <w:t>9.6</w:t>
            </w:r>
          </w:p>
        </w:tc>
        <w:tc>
          <w:tcPr>
            <w:tcW w:w="6411" w:type="dxa"/>
            <w:tcMar>
              <w:top w:w="28" w:type="dxa"/>
              <w:bottom w:w="28" w:type="dxa"/>
            </w:tcMar>
          </w:tcPr>
          <w:p w14:paraId="1C9ABB84" w14:textId="77777777" w:rsidR="005E24E7" w:rsidRPr="000E0EE2" w:rsidRDefault="005E24E7" w:rsidP="005E24E7">
            <w:pPr>
              <w:pStyle w:val="Tabletext"/>
            </w:pPr>
            <w:r w:rsidRPr="000E0EE2">
              <w:t>DGNSS receivers; integrity and reference modules</w:t>
            </w:r>
          </w:p>
        </w:tc>
        <w:tc>
          <w:tcPr>
            <w:tcW w:w="708" w:type="dxa"/>
            <w:tcMar>
              <w:top w:w="28" w:type="dxa"/>
              <w:bottom w:w="28" w:type="dxa"/>
            </w:tcMar>
          </w:tcPr>
          <w:p w14:paraId="771874B1" w14:textId="77777777" w:rsidR="005E24E7" w:rsidRPr="000E0EE2" w:rsidRDefault="005E24E7" w:rsidP="005E24E7">
            <w:pPr>
              <w:pStyle w:val="Tabletext"/>
            </w:pPr>
            <w:r w:rsidRPr="000E0EE2">
              <w:t>2</w:t>
            </w:r>
          </w:p>
        </w:tc>
        <w:tc>
          <w:tcPr>
            <w:tcW w:w="2621" w:type="dxa"/>
            <w:vMerge w:val="restart"/>
            <w:tcBorders>
              <w:top w:val="single" w:sz="4" w:space="0" w:color="auto"/>
            </w:tcBorders>
            <w:tcMar>
              <w:top w:w="28" w:type="dxa"/>
              <w:bottom w:w="28" w:type="dxa"/>
            </w:tcMar>
            <w:vAlign w:val="center"/>
          </w:tcPr>
          <w:p w14:paraId="00419DEB" w14:textId="77777777" w:rsidR="005E24E7" w:rsidRPr="000E0EE2" w:rsidRDefault="005E24E7" w:rsidP="005E24E7">
            <w:pPr>
              <w:pStyle w:val="Tabletext"/>
            </w:pPr>
            <w:r w:rsidRPr="000E0EE2">
              <w:t>(9.6- 9.9)</w:t>
            </w:r>
          </w:p>
        </w:tc>
        <w:tc>
          <w:tcPr>
            <w:tcW w:w="743" w:type="dxa"/>
            <w:vMerge w:val="restart"/>
            <w:tcMar>
              <w:top w:w="28" w:type="dxa"/>
              <w:bottom w:w="28" w:type="dxa"/>
            </w:tcMar>
            <w:vAlign w:val="center"/>
          </w:tcPr>
          <w:p w14:paraId="7053FE56" w14:textId="77777777" w:rsidR="005E24E7" w:rsidRPr="000E0EE2" w:rsidRDefault="005E24E7" w:rsidP="005E24E7">
            <w:pPr>
              <w:pStyle w:val="Tabletext"/>
            </w:pPr>
            <w:r w:rsidRPr="000E0EE2">
              <w:t>13</w:t>
            </w:r>
          </w:p>
        </w:tc>
        <w:tc>
          <w:tcPr>
            <w:tcW w:w="708" w:type="dxa"/>
            <w:vMerge w:val="restart"/>
            <w:vAlign w:val="center"/>
          </w:tcPr>
          <w:p w14:paraId="61510B66" w14:textId="77777777" w:rsidR="005E24E7" w:rsidRPr="000E0EE2" w:rsidRDefault="005E24E7" w:rsidP="005E24E7">
            <w:pPr>
              <w:pStyle w:val="Tabletext"/>
            </w:pPr>
            <w:r w:rsidRPr="000E0EE2">
              <w:t>2</w:t>
            </w:r>
          </w:p>
        </w:tc>
      </w:tr>
      <w:tr w:rsidR="005E24E7" w:rsidRPr="000E0EE2" w14:paraId="3D252FC1" w14:textId="77777777" w:rsidTr="005E24E7">
        <w:trPr>
          <w:jc w:val="center"/>
        </w:trPr>
        <w:tc>
          <w:tcPr>
            <w:tcW w:w="732" w:type="dxa"/>
            <w:tcMar>
              <w:top w:w="28" w:type="dxa"/>
              <w:bottom w:w="28" w:type="dxa"/>
            </w:tcMar>
          </w:tcPr>
          <w:p w14:paraId="16114A66" w14:textId="77777777" w:rsidR="005E24E7" w:rsidRPr="000E0EE2" w:rsidRDefault="005E24E7" w:rsidP="005E24E7">
            <w:pPr>
              <w:pStyle w:val="Tabletext"/>
            </w:pPr>
          </w:p>
        </w:tc>
        <w:tc>
          <w:tcPr>
            <w:tcW w:w="696" w:type="dxa"/>
            <w:tcMar>
              <w:top w:w="28" w:type="dxa"/>
              <w:bottom w:w="28" w:type="dxa"/>
            </w:tcMar>
          </w:tcPr>
          <w:p w14:paraId="305FE487" w14:textId="77777777" w:rsidR="005E24E7" w:rsidRPr="000E0EE2" w:rsidRDefault="005E24E7" w:rsidP="005E24E7">
            <w:pPr>
              <w:pStyle w:val="Tabletext"/>
            </w:pPr>
            <w:r w:rsidRPr="000E0EE2">
              <w:t>9.7</w:t>
            </w:r>
          </w:p>
        </w:tc>
        <w:tc>
          <w:tcPr>
            <w:tcW w:w="6411" w:type="dxa"/>
            <w:tcMar>
              <w:top w:w="28" w:type="dxa"/>
              <w:bottom w:w="28" w:type="dxa"/>
            </w:tcMar>
          </w:tcPr>
          <w:p w14:paraId="69CECEBB" w14:textId="77777777" w:rsidR="005E24E7" w:rsidRPr="000E0EE2" w:rsidRDefault="005E24E7" w:rsidP="005E24E7">
            <w:pPr>
              <w:pStyle w:val="Tabletext"/>
            </w:pPr>
            <w:r w:rsidRPr="000E0EE2">
              <w:t>DGNSS transmission stations</w:t>
            </w:r>
          </w:p>
        </w:tc>
        <w:tc>
          <w:tcPr>
            <w:tcW w:w="708" w:type="dxa"/>
            <w:tcMar>
              <w:top w:w="28" w:type="dxa"/>
              <w:bottom w:w="28" w:type="dxa"/>
            </w:tcMar>
          </w:tcPr>
          <w:p w14:paraId="3DDDC4E9" w14:textId="77777777" w:rsidR="005E24E7" w:rsidRPr="000E0EE2" w:rsidRDefault="005E24E7" w:rsidP="005E24E7">
            <w:pPr>
              <w:pStyle w:val="Tabletext"/>
            </w:pPr>
            <w:r w:rsidRPr="000E0EE2">
              <w:t>2</w:t>
            </w:r>
          </w:p>
        </w:tc>
        <w:tc>
          <w:tcPr>
            <w:tcW w:w="2621" w:type="dxa"/>
            <w:vMerge/>
            <w:tcMar>
              <w:top w:w="28" w:type="dxa"/>
              <w:bottom w:w="28" w:type="dxa"/>
            </w:tcMar>
          </w:tcPr>
          <w:p w14:paraId="7FD7E479" w14:textId="77777777" w:rsidR="005E24E7" w:rsidRPr="000E0EE2" w:rsidRDefault="005E24E7" w:rsidP="005E24E7">
            <w:pPr>
              <w:pStyle w:val="Tabletext"/>
            </w:pPr>
          </w:p>
        </w:tc>
        <w:tc>
          <w:tcPr>
            <w:tcW w:w="743" w:type="dxa"/>
            <w:vMerge/>
            <w:tcMar>
              <w:top w:w="28" w:type="dxa"/>
              <w:bottom w:w="28" w:type="dxa"/>
            </w:tcMar>
          </w:tcPr>
          <w:p w14:paraId="18650140" w14:textId="77777777" w:rsidR="005E24E7" w:rsidRPr="000E0EE2" w:rsidRDefault="005E24E7" w:rsidP="005E24E7">
            <w:pPr>
              <w:pStyle w:val="Tabletext"/>
            </w:pPr>
          </w:p>
        </w:tc>
        <w:tc>
          <w:tcPr>
            <w:tcW w:w="708" w:type="dxa"/>
            <w:vMerge/>
          </w:tcPr>
          <w:p w14:paraId="75EDC180" w14:textId="77777777" w:rsidR="005E24E7" w:rsidRPr="000E0EE2" w:rsidRDefault="005E24E7" w:rsidP="005E24E7">
            <w:pPr>
              <w:pStyle w:val="Tabletext"/>
            </w:pPr>
          </w:p>
        </w:tc>
      </w:tr>
      <w:tr w:rsidR="005E24E7" w:rsidRPr="000E0EE2" w14:paraId="0EB7C7F6" w14:textId="77777777" w:rsidTr="005E24E7">
        <w:trPr>
          <w:jc w:val="center"/>
        </w:trPr>
        <w:tc>
          <w:tcPr>
            <w:tcW w:w="732" w:type="dxa"/>
            <w:tcMar>
              <w:top w:w="28" w:type="dxa"/>
              <w:bottom w:w="28" w:type="dxa"/>
            </w:tcMar>
          </w:tcPr>
          <w:p w14:paraId="56A5DA73" w14:textId="77777777" w:rsidR="005E24E7" w:rsidRPr="000E0EE2" w:rsidRDefault="005E24E7" w:rsidP="005E24E7">
            <w:pPr>
              <w:pStyle w:val="Tabletext"/>
            </w:pPr>
          </w:p>
        </w:tc>
        <w:tc>
          <w:tcPr>
            <w:tcW w:w="696" w:type="dxa"/>
            <w:tcMar>
              <w:top w:w="28" w:type="dxa"/>
              <w:bottom w:w="28" w:type="dxa"/>
            </w:tcMar>
          </w:tcPr>
          <w:p w14:paraId="33BA57BA" w14:textId="77777777" w:rsidR="005E24E7" w:rsidRPr="000E0EE2" w:rsidRDefault="005E24E7" w:rsidP="005E24E7">
            <w:pPr>
              <w:pStyle w:val="Tabletext"/>
            </w:pPr>
            <w:r w:rsidRPr="000E0EE2">
              <w:t>9.8</w:t>
            </w:r>
          </w:p>
        </w:tc>
        <w:tc>
          <w:tcPr>
            <w:tcW w:w="6411" w:type="dxa"/>
            <w:tcMar>
              <w:top w:w="28" w:type="dxa"/>
              <w:bottom w:w="28" w:type="dxa"/>
            </w:tcMar>
          </w:tcPr>
          <w:p w14:paraId="0EC44E45" w14:textId="77777777" w:rsidR="005E24E7" w:rsidRPr="000E0EE2" w:rsidRDefault="005E24E7" w:rsidP="005E24E7">
            <w:pPr>
              <w:pStyle w:val="Tabletext"/>
            </w:pPr>
            <w:r w:rsidRPr="000E0EE2">
              <w:t>DGNSS operation and maintenance</w:t>
            </w:r>
          </w:p>
        </w:tc>
        <w:tc>
          <w:tcPr>
            <w:tcW w:w="708" w:type="dxa"/>
            <w:tcMar>
              <w:top w:w="28" w:type="dxa"/>
              <w:bottom w:w="28" w:type="dxa"/>
            </w:tcMar>
          </w:tcPr>
          <w:p w14:paraId="1BFB5C6C" w14:textId="77777777" w:rsidR="005E24E7" w:rsidRPr="000E0EE2" w:rsidRDefault="005E24E7" w:rsidP="005E24E7">
            <w:pPr>
              <w:pStyle w:val="Tabletext"/>
            </w:pPr>
            <w:r w:rsidRPr="000E0EE2">
              <w:t>2</w:t>
            </w:r>
          </w:p>
        </w:tc>
        <w:tc>
          <w:tcPr>
            <w:tcW w:w="2621" w:type="dxa"/>
            <w:vMerge/>
            <w:tcMar>
              <w:top w:w="28" w:type="dxa"/>
              <w:bottom w:w="28" w:type="dxa"/>
            </w:tcMar>
          </w:tcPr>
          <w:p w14:paraId="15156D49" w14:textId="77777777" w:rsidR="005E24E7" w:rsidRPr="000E0EE2" w:rsidRDefault="005E24E7" w:rsidP="005E24E7">
            <w:pPr>
              <w:pStyle w:val="Tabletext"/>
            </w:pPr>
          </w:p>
        </w:tc>
        <w:tc>
          <w:tcPr>
            <w:tcW w:w="743" w:type="dxa"/>
            <w:vMerge/>
            <w:tcMar>
              <w:top w:w="28" w:type="dxa"/>
              <w:bottom w:w="28" w:type="dxa"/>
            </w:tcMar>
          </w:tcPr>
          <w:p w14:paraId="720E3905" w14:textId="77777777" w:rsidR="005E24E7" w:rsidRPr="000E0EE2" w:rsidRDefault="005E24E7" w:rsidP="005E24E7">
            <w:pPr>
              <w:pStyle w:val="Tabletext"/>
            </w:pPr>
          </w:p>
        </w:tc>
        <w:tc>
          <w:tcPr>
            <w:tcW w:w="708" w:type="dxa"/>
            <w:vMerge/>
          </w:tcPr>
          <w:p w14:paraId="26AE7B2A" w14:textId="77777777" w:rsidR="005E24E7" w:rsidRPr="000E0EE2" w:rsidRDefault="005E24E7" w:rsidP="005E24E7">
            <w:pPr>
              <w:pStyle w:val="Tabletext"/>
            </w:pPr>
          </w:p>
        </w:tc>
      </w:tr>
      <w:tr w:rsidR="005E24E7" w:rsidRPr="000E0EE2" w14:paraId="2383D4E7" w14:textId="77777777" w:rsidTr="005E24E7">
        <w:trPr>
          <w:jc w:val="center"/>
        </w:trPr>
        <w:tc>
          <w:tcPr>
            <w:tcW w:w="732" w:type="dxa"/>
            <w:tcMar>
              <w:top w:w="28" w:type="dxa"/>
              <w:bottom w:w="28" w:type="dxa"/>
            </w:tcMar>
          </w:tcPr>
          <w:p w14:paraId="3B7EE9B5" w14:textId="77777777" w:rsidR="005E24E7" w:rsidRPr="000E0EE2" w:rsidRDefault="005E24E7" w:rsidP="005E24E7">
            <w:pPr>
              <w:pStyle w:val="Tabletext"/>
            </w:pPr>
          </w:p>
        </w:tc>
        <w:tc>
          <w:tcPr>
            <w:tcW w:w="696" w:type="dxa"/>
            <w:tcMar>
              <w:top w:w="28" w:type="dxa"/>
              <w:bottom w:w="28" w:type="dxa"/>
            </w:tcMar>
          </w:tcPr>
          <w:p w14:paraId="0ED88738" w14:textId="77777777" w:rsidR="005E24E7" w:rsidRPr="000E0EE2" w:rsidRDefault="005E24E7" w:rsidP="005E24E7">
            <w:pPr>
              <w:pStyle w:val="Tabletext"/>
            </w:pPr>
            <w:r w:rsidRPr="000E0EE2">
              <w:t>9.9</w:t>
            </w:r>
          </w:p>
        </w:tc>
        <w:tc>
          <w:tcPr>
            <w:tcW w:w="6411" w:type="dxa"/>
            <w:tcMar>
              <w:top w:w="28" w:type="dxa"/>
              <w:bottom w:w="28" w:type="dxa"/>
            </w:tcMar>
          </w:tcPr>
          <w:p w14:paraId="23C8273E" w14:textId="77777777" w:rsidR="005E24E7" w:rsidRPr="000E0EE2" w:rsidRDefault="005E24E7" w:rsidP="005E24E7">
            <w:pPr>
              <w:pStyle w:val="Tabletext"/>
            </w:pPr>
            <w:r w:rsidRPr="000E0EE2">
              <w:t>Monitoring of accuracy and signal strength</w:t>
            </w:r>
          </w:p>
        </w:tc>
        <w:tc>
          <w:tcPr>
            <w:tcW w:w="708" w:type="dxa"/>
            <w:tcMar>
              <w:top w:w="28" w:type="dxa"/>
              <w:bottom w:w="28" w:type="dxa"/>
            </w:tcMar>
          </w:tcPr>
          <w:p w14:paraId="50963C54" w14:textId="77777777" w:rsidR="005E24E7" w:rsidRPr="000E0EE2" w:rsidRDefault="005E24E7" w:rsidP="005E24E7">
            <w:pPr>
              <w:pStyle w:val="Tabletext"/>
            </w:pPr>
            <w:r w:rsidRPr="000E0EE2">
              <w:t>2</w:t>
            </w:r>
          </w:p>
        </w:tc>
        <w:tc>
          <w:tcPr>
            <w:tcW w:w="2621" w:type="dxa"/>
            <w:vMerge/>
            <w:tcBorders>
              <w:bottom w:val="single" w:sz="4" w:space="0" w:color="auto"/>
            </w:tcBorders>
            <w:tcMar>
              <w:top w:w="28" w:type="dxa"/>
              <w:bottom w:w="28" w:type="dxa"/>
            </w:tcMar>
          </w:tcPr>
          <w:p w14:paraId="2E95554F" w14:textId="77777777" w:rsidR="005E24E7" w:rsidRPr="000E0EE2" w:rsidRDefault="005E24E7" w:rsidP="005E24E7">
            <w:pPr>
              <w:pStyle w:val="Tabletext"/>
            </w:pPr>
          </w:p>
        </w:tc>
        <w:tc>
          <w:tcPr>
            <w:tcW w:w="743" w:type="dxa"/>
            <w:vMerge/>
            <w:tcMar>
              <w:top w:w="28" w:type="dxa"/>
              <w:bottom w:w="28" w:type="dxa"/>
            </w:tcMar>
          </w:tcPr>
          <w:p w14:paraId="31F675AB" w14:textId="77777777" w:rsidR="005E24E7" w:rsidRPr="000E0EE2" w:rsidRDefault="005E24E7" w:rsidP="005E24E7">
            <w:pPr>
              <w:pStyle w:val="Tabletext"/>
            </w:pPr>
          </w:p>
        </w:tc>
        <w:tc>
          <w:tcPr>
            <w:tcW w:w="708" w:type="dxa"/>
            <w:vMerge/>
          </w:tcPr>
          <w:p w14:paraId="570CDCEA" w14:textId="77777777" w:rsidR="005E24E7" w:rsidRPr="000E0EE2" w:rsidRDefault="005E24E7" w:rsidP="005E24E7">
            <w:pPr>
              <w:pStyle w:val="Tabletext"/>
            </w:pPr>
          </w:p>
        </w:tc>
      </w:tr>
    </w:tbl>
    <w:p w14:paraId="1F3C958C" w14:textId="77777777" w:rsidR="003A41A2" w:rsidRPr="000E0EE2" w:rsidRDefault="003A41A2" w:rsidP="005E24E7">
      <w:pPr>
        <w:pStyle w:val="BodyText"/>
        <w:jc w:val="center"/>
      </w:pPr>
    </w:p>
    <w:p w14:paraId="7241D6E6" w14:textId="77777777" w:rsidR="003A41A2" w:rsidRPr="000E0EE2" w:rsidRDefault="003A41A2" w:rsidP="0042518D">
      <w:pPr>
        <w:pStyle w:val="BodyText"/>
      </w:pPr>
    </w:p>
    <w:p w14:paraId="639EDE27" w14:textId="370904F0" w:rsidR="006F0D31" w:rsidRPr="000E0EE2" w:rsidRDefault="006F0D31">
      <w:pPr>
        <w:spacing w:after="200" w:line="276" w:lineRule="auto"/>
        <w:rPr>
          <w:sz w:val="22"/>
        </w:rPr>
      </w:pPr>
      <w:r w:rsidRPr="000E0EE2">
        <w:br w:type="page"/>
      </w:r>
    </w:p>
    <w:p w14:paraId="700F4E17" w14:textId="5A48F737" w:rsidR="005E24E7" w:rsidRPr="000E0EE2" w:rsidRDefault="006F0D31" w:rsidP="006F0D31">
      <w:pPr>
        <w:pStyle w:val="Heading1"/>
        <w:rPr>
          <w:rFonts w:ascii="Calibri" w:hAnsi="Calibri" w:cs="Arial"/>
        </w:rPr>
      </w:pPr>
      <w:bookmarkStart w:id="116" w:name="_Toc431993306"/>
      <w:bookmarkStart w:id="117" w:name="_Toc449336809"/>
      <w:r w:rsidRPr="000E0EE2">
        <w:rPr>
          <w:rFonts w:ascii="Calibri" w:hAnsi="Calibri" w:cs="Arial"/>
        </w:rPr>
        <w:lastRenderedPageBreak/>
        <w:t>MODEL COURSE TEACHING SYLLABUS FOR AtoN LEVEL 2 TECHNICIANS – MODULE 10 – Remote Monitoring and Control</w:t>
      </w:r>
      <w:bookmarkEnd w:id="116"/>
      <w:bookmarkEnd w:id="117"/>
    </w:p>
    <w:p w14:paraId="3C40D525" w14:textId="77777777" w:rsidR="006F0D31" w:rsidRPr="000E0EE2" w:rsidRDefault="006F0D31" w:rsidP="006F0D31">
      <w:pPr>
        <w:pStyle w:val="Heading1separatationline"/>
      </w:pPr>
    </w:p>
    <w:p w14:paraId="60BD6B56" w14:textId="00A57450" w:rsidR="005E24E7" w:rsidRPr="000E0EE2" w:rsidRDefault="006F0D31" w:rsidP="006F0D31">
      <w:pPr>
        <w:pStyle w:val="Tablecaption"/>
        <w:jc w:val="center"/>
      </w:pPr>
      <w:bookmarkStart w:id="118" w:name="_Toc449336822"/>
      <w:r w:rsidRPr="000E0EE2">
        <w:rPr>
          <w:rFonts w:ascii="Calibri" w:hAnsi="Calibri" w:cs="Arial"/>
        </w:rPr>
        <w:t>Teaching Syllabus Module 10 – Remote Monitoring and Contro</w:t>
      </w:r>
      <w:r w:rsidR="00BC3566" w:rsidRPr="000E0EE2">
        <w:rPr>
          <w:rFonts w:ascii="Calibri" w:hAnsi="Calibri" w:cs="Arial"/>
        </w:rPr>
        <w:t>l</w:t>
      </w:r>
      <w:bookmarkEnd w:id="11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771"/>
        <w:gridCol w:w="2577"/>
        <w:gridCol w:w="825"/>
        <w:gridCol w:w="749"/>
      </w:tblGrid>
      <w:tr w:rsidR="006F0D31" w:rsidRPr="000E0EE2" w14:paraId="26689DE4" w14:textId="77777777" w:rsidTr="006F0D31">
        <w:trPr>
          <w:cantSplit/>
          <w:trHeight w:val="1453"/>
          <w:jc w:val="center"/>
        </w:trPr>
        <w:tc>
          <w:tcPr>
            <w:tcW w:w="587" w:type="dxa"/>
            <w:tcMar>
              <w:top w:w="28" w:type="dxa"/>
              <w:bottom w:w="28" w:type="dxa"/>
            </w:tcMar>
            <w:textDirection w:val="btLr"/>
          </w:tcPr>
          <w:p w14:paraId="22D3B000" w14:textId="77777777" w:rsidR="006F0D31" w:rsidRPr="000E0EE2" w:rsidRDefault="006F0D31" w:rsidP="006F0D31">
            <w:pPr>
              <w:pStyle w:val="Tableheading"/>
              <w:rPr>
                <w:lang w:val="en-GB"/>
              </w:rPr>
            </w:pPr>
            <w:r w:rsidRPr="000E0EE2">
              <w:rPr>
                <w:lang w:val="en-GB"/>
              </w:rPr>
              <w:t>Module</w:t>
            </w:r>
          </w:p>
        </w:tc>
        <w:tc>
          <w:tcPr>
            <w:tcW w:w="645" w:type="dxa"/>
            <w:tcMar>
              <w:top w:w="28" w:type="dxa"/>
              <w:bottom w:w="28" w:type="dxa"/>
            </w:tcMar>
            <w:textDirection w:val="btLr"/>
          </w:tcPr>
          <w:p w14:paraId="2E13C293" w14:textId="77777777" w:rsidR="006F0D31" w:rsidRPr="000E0EE2" w:rsidRDefault="006F0D31" w:rsidP="006F0D31">
            <w:pPr>
              <w:pStyle w:val="Tableheading"/>
              <w:rPr>
                <w:lang w:val="en-GB"/>
              </w:rPr>
            </w:pPr>
            <w:r w:rsidRPr="000E0EE2">
              <w:rPr>
                <w:lang w:val="en-GB"/>
              </w:rPr>
              <w:t>Element</w:t>
            </w:r>
          </w:p>
        </w:tc>
        <w:tc>
          <w:tcPr>
            <w:tcW w:w="5935" w:type="dxa"/>
            <w:tcMar>
              <w:top w:w="28" w:type="dxa"/>
              <w:bottom w:w="28" w:type="dxa"/>
            </w:tcMar>
            <w:vAlign w:val="center"/>
          </w:tcPr>
          <w:p w14:paraId="471C3B52" w14:textId="77777777" w:rsidR="006F0D31" w:rsidRPr="000E0EE2" w:rsidRDefault="006F0D31" w:rsidP="006F0D31">
            <w:pPr>
              <w:pStyle w:val="Tableheading"/>
              <w:jc w:val="center"/>
              <w:rPr>
                <w:lang w:val="en-GB"/>
              </w:rPr>
            </w:pPr>
            <w:r w:rsidRPr="000E0EE2">
              <w:rPr>
                <w:lang w:val="en-GB"/>
              </w:rPr>
              <w:t>Subject</w:t>
            </w:r>
          </w:p>
        </w:tc>
        <w:tc>
          <w:tcPr>
            <w:tcW w:w="771" w:type="dxa"/>
            <w:tcMar>
              <w:top w:w="28" w:type="dxa"/>
              <w:bottom w:w="28" w:type="dxa"/>
            </w:tcMar>
            <w:textDirection w:val="btLr"/>
          </w:tcPr>
          <w:p w14:paraId="211CA24A" w14:textId="77777777" w:rsidR="006F0D31" w:rsidRPr="000E0EE2" w:rsidRDefault="006F0D31" w:rsidP="006F0D31">
            <w:pPr>
              <w:pStyle w:val="Tableheading"/>
              <w:rPr>
                <w:lang w:val="en-GB"/>
              </w:rPr>
            </w:pPr>
            <w:r w:rsidRPr="000E0EE2">
              <w:rPr>
                <w:lang w:val="en-GB"/>
              </w:rPr>
              <w:t>Level of Competence</w:t>
            </w:r>
          </w:p>
        </w:tc>
        <w:tc>
          <w:tcPr>
            <w:tcW w:w="2577" w:type="dxa"/>
            <w:tcMar>
              <w:top w:w="28" w:type="dxa"/>
              <w:bottom w:w="28" w:type="dxa"/>
            </w:tcMar>
            <w:vAlign w:val="center"/>
          </w:tcPr>
          <w:p w14:paraId="001FFD70" w14:textId="5CE2A674" w:rsidR="006F0D31" w:rsidRPr="000E0EE2" w:rsidRDefault="006F0D31" w:rsidP="006F0D31">
            <w:pPr>
              <w:pStyle w:val="Tableheading"/>
              <w:jc w:val="center"/>
              <w:rPr>
                <w:lang w:val="en-GB"/>
              </w:rPr>
            </w:pPr>
            <w:r w:rsidRPr="000E0EE2">
              <w:rPr>
                <w:lang w:val="en-GB"/>
              </w:rPr>
              <w:t>Model Course</w:t>
            </w:r>
          </w:p>
        </w:tc>
        <w:tc>
          <w:tcPr>
            <w:tcW w:w="825" w:type="dxa"/>
            <w:tcMar>
              <w:top w:w="28" w:type="dxa"/>
              <w:bottom w:w="28" w:type="dxa"/>
            </w:tcMar>
            <w:textDirection w:val="btLr"/>
          </w:tcPr>
          <w:p w14:paraId="664A5B1F" w14:textId="77777777" w:rsidR="006F0D31" w:rsidRPr="000E0EE2" w:rsidRDefault="006F0D31" w:rsidP="006F0D31">
            <w:pPr>
              <w:pStyle w:val="Tableheading"/>
              <w:rPr>
                <w:lang w:val="en-GB"/>
              </w:rPr>
            </w:pPr>
            <w:r w:rsidRPr="000E0EE2">
              <w:rPr>
                <w:lang w:val="en-GB"/>
              </w:rPr>
              <w:t>Total Duration (hours)</w:t>
            </w:r>
          </w:p>
        </w:tc>
        <w:tc>
          <w:tcPr>
            <w:tcW w:w="749" w:type="dxa"/>
            <w:textDirection w:val="btLr"/>
          </w:tcPr>
          <w:p w14:paraId="4D969F43" w14:textId="77777777" w:rsidR="006F0D31" w:rsidRPr="000E0EE2" w:rsidRDefault="006F0D31" w:rsidP="006F0D31">
            <w:pPr>
              <w:pStyle w:val="Tableheading"/>
              <w:rPr>
                <w:lang w:val="en-GB"/>
              </w:rPr>
            </w:pPr>
            <w:r w:rsidRPr="000E0EE2">
              <w:rPr>
                <w:lang w:val="en-GB"/>
              </w:rPr>
              <w:t>Total Duration (Days)</w:t>
            </w:r>
          </w:p>
        </w:tc>
      </w:tr>
      <w:tr w:rsidR="006F0D31" w:rsidRPr="000E0EE2" w14:paraId="46E9696C" w14:textId="77777777" w:rsidTr="00556C05">
        <w:trPr>
          <w:jc w:val="center"/>
        </w:trPr>
        <w:tc>
          <w:tcPr>
            <w:tcW w:w="587" w:type="dxa"/>
            <w:tcMar>
              <w:top w:w="28" w:type="dxa"/>
              <w:bottom w:w="28" w:type="dxa"/>
            </w:tcMar>
          </w:tcPr>
          <w:p w14:paraId="167DF16C" w14:textId="77777777" w:rsidR="006F0D31" w:rsidRPr="000E0EE2" w:rsidRDefault="006F0D31" w:rsidP="006F0D31">
            <w:pPr>
              <w:pStyle w:val="Tabletext"/>
            </w:pPr>
            <w:r w:rsidRPr="000E0EE2">
              <w:t>10</w:t>
            </w:r>
          </w:p>
        </w:tc>
        <w:tc>
          <w:tcPr>
            <w:tcW w:w="645" w:type="dxa"/>
            <w:shd w:val="clear" w:color="auto" w:fill="00AFAA"/>
            <w:tcMar>
              <w:top w:w="28" w:type="dxa"/>
              <w:bottom w:w="28" w:type="dxa"/>
            </w:tcMar>
          </w:tcPr>
          <w:p w14:paraId="78A37B8C" w14:textId="77777777" w:rsidR="006F0D31" w:rsidRPr="000E0EE2" w:rsidRDefault="006F0D31" w:rsidP="006F0D31">
            <w:pPr>
              <w:pStyle w:val="Tabletext"/>
            </w:pPr>
          </w:p>
        </w:tc>
        <w:tc>
          <w:tcPr>
            <w:tcW w:w="5935" w:type="dxa"/>
            <w:tcMar>
              <w:top w:w="28" w:type="dxa"/>
              <w:bottom w:w="28" w:type="dxa"/>
            </w:tcMar>
          </w:tcPr>
          <w:p w14:paraId="32C7965B" w14:textId="77777777" w:rsidR="006F0D31" w:rsidRPr="000E0EE2" w:rsidRDefault="006F0D31" w:rsidP="006F0D31">
            <w:pPr>
              <w:pStyle w:val="Tabletext"/>
            </w:pPr>
            <w:r w:rsidRPr="000E0EE2">
              <w:t>Remote Monitoring and Control</w:t>
            </w:r>
          </w:p>
        </w:tc>
        <w:tc>
          <w:tcPr>
            <w:tcW w:w="771" w:type="dxa"/>
            <w:shd w:val="clear" w:color="auto" w:fill="00AFAA"/>
            <w:tcMar>
              <w:top w:w="28" w:type="dxa"/>
              <w:bottom w:w="28" w:type="dxa"/>
            </w:tcMar>
          </w:tcPr>
          <w:p w14:paraId="2DDFFB80" w14:textId="77777777" w:rsidR="006F0D31" w:rsidRPr="000E0EE2" w:rsidRDefault="006F0D31" w:rsidP="006F0D31">
            <w:pPr>
              <w:pStyle w:val="Tabletext"/>
            </w:pPr>
          </w:p>
        </w:tc>
        <w:tc>
          <w:tcPr>
            <w:tcW w:w="2577" w:type="dxa"/>
            <w:shd w:val="clear" w:color="auto" w:fill="00AFAA"/>
            <w:tcMar>
              <w:top w:w="28" w:type="dxa"/>
              <w:bottom w:w="28" w:type="dxa"/>
            </w:tcMar>
          </w:tcPr>
          <w:p w14:paraId="04C01A32" w14:textId="77777777" w:rsidR="006F0D31" w:rsidRPr="000E0EE2" w:rsidRDefault="006F0D31" w:rsidP="006F0D31">
            <w:pPr>
              <w:pStyle w:val="Tabletext"/>
            </w:pPr>
          </w:p>
        </w:tc>
        <w:tc>
          <w:tcPr>
            <w:tcW w:w="825" w:type="dxa"/>
            <w:shd w:val="clear" w:color="auto" w:fill="00AFAA"/>
            <w:tcMar>
              <w:top w:w="28" w:type="dxa"/>
              <w:bottom w:w="28" w:type="dxa"/>
            </w:tcMar>
          </w:tcPr>
          <w:p w14:paraId="58B9A895" w14:textId="77777777" w:rsidR="006F0D31" w:rsidRPr="000E0EE2" w:rsidRDefault="006F0D31" w:rsidP="006F0D31">
            <w:pPr>
              <w:pStyle w:val="Tabletext"/>
            </w:pPr>
          </w:p>
        </w:tc>
        <w:tc>
          <w:tcPr>
            <w:tcW w:w="749" w:type="dxa"/>
            <w:shd w:val="clear" w:color="auto" w:fill="00AFAA"/>
          </w:tcPr>
          <w:p w14:paraId="658553B6" w14:textId="77777777" w:rsidR="006F0D31" w:rsidRPr="000E0EE2" w:rsidRDefault="006F0D31" w:rsidP="006F0D31">
            <w:pPr>
              <w:pStyle w:val="Tabletext"/>
            </w:pPr>
          </w:p>
        </w:tc>
      </w:tr>
      <w:tr w:rsidR="006F0D31" w:rsidRPr="000E0EE2" w14:paraId="77B90781" w14:textId="77777777" w:rsidTr="006F0D31">
        <w:trPr>
          <w:jc w:val="center"/>
        </w:trPr>
        <w:tc>
          <w:tcPr>
            <w:tcW w:w="587" w:type="dxa"/>
            <w:tcMar>
              <w:top w:w="28" w:type="dxa"/>
              <w:bottom w:w="28" w:type="dxa"/>
            </w:tcMar>
          </w:tcPr>
          <w:p w14:paraId="037E3B31" w14:textId="77777777" w:rsidR="006F0D31" w:rsidRPr="000E0EE2" w:rsidRDefault="006F0D31" w:rsidP="006F0D31">
            <w:pPr>
              <w:pStyle w:val="Tabletext"/>
            </w:pPr>
          </w:p>
        </w:tc>
        <w:tc>
          <w:tcPr>
            <w:tcW w:w="645" w:type="dxa"/>
            <w:tcMar>
              <w:top w:w="28" w:type="dxa"/>
              <w:bottom w:w="28" w:type="dxa"/>
            </w:tcMar>
          </w:tcPr>
          <w:p w14:paraId="1CB169F2" w14:textId="77777777" w:rsidR="006F0D31" w:rsidRPr="000E0EE2" w:rsidRDefault="006F0D31" w:rsidP="006F0D31">
            <w:pPr>
              <w:pStyle w:val="Tabletext"/>
            </w:pPr>
            <w:r w:rsidRPr="000E0EE2">
              <w:t>10.1</w:t>
            </w:r>
          </w:p>
        </w:tc>
        <w:tc>
          <w:tcPr>
            <w:tcW w:w="5935" w:type="dxa"/>
            <w:tcMar>
              <w:top w:w="28" w:type="dxa"/>
              <w:bottom w:w="28" w:type="dxa"/>
            </w:tcMar>
          </w:tcPr>
          <w:p w14:paraId="5D3A23A8" w14:textId="77777777" w:rsidR="006F0D31" w:rsidRPr="000E0EE2" w:rsidRDefault="006F0D31" w:rsidP="006F0D31">
            <w:pPr>
              <w:pStyle w:val="Tabletext"/>
            </w:pPr>
            <w:r w:rsidRPr="000E0EE2">
              <w:t>Principles of remote monitoring</w:t>
            </w:r>
          </w:p>
        </w:tc>
        <w:tc>
          <w:tcPr>
            <w:tcW w:w="771" w:type="dxa"/>
            <w:tcMar>
              <w:top w:w="28" w:type="dxa"/>
              <w:bottom w:w="28" w:type="dxa"/>
            </w:tcMar>
          </w:tcPr>
          <w:p w14:paraId="1A76CD75" w14:textId="77777777" w:rsidR="006F0D31" w:rsidRPr="000E0EE2" w:rsidRDefault="006F0D31" w:rsidP="006F0D31">
            <w:pPr>
              <w:pStyle w:val="Tabletext"/>
            </w:pPr>
            <w:r w:rsidRPr="000E0EE2">
              <w:t>2</w:t>
            </w:r>
          </w:p>
        </w:tc>
        <w:tc>
          <w:tcPr>
            <w:tcW w:w="2577" w:type="dxa"/>
            <w:vMerge w:val="restart"/>
            <w:shd w:val="clear" w:color="auto" w:fill="auto"/>
            <w:tcMar>
              <w:top w:w="28" w:type="dxa"/>
              <w:bottom w:w="28" w:type="dxa"/>
            </w:tcMar>
            <w:vAlign w:val="center"/>
          </w:tcPr>
          <w:p w14:paraId="5AB4CAC8" w14:textId="77777777" w:rsidR="006F0D31" w:rsidRPr="000E0EE2" w:rsidRDefault="006F0D31" w:rsidP="006F0D31">
            <w:pPr>
              <w:pStyle w:val="Tabletext"/>
              <w:jc w:val="center"/>
            </w:pPr>
            <w:r w:rsidRPr="000E0EE2">
              <w:t>IALA WWA.L2.10.1-2</w:t>
            </w:r>
          </w:p>
        </w:tc>
        <w:tc>
          <w:tcPr>
            <w:tcW w:w="825" w:type="dxa"/>
            <w:vMerge w:val="restart"/>
            <w:tcMar>
              <w:top w:w="28" w:type="dxa"/>
              <w:bottom w:w="28" w:type="dxa"/>
            </w:tcMar>
            <w:vAlign w:val="center"/>
          </w:tcPr>
          <w:p w14:paraId="64D44D38" w14:textId="77777777" w:rsidR="006F0D31" w:rsidRPr="000E0EE2" w:rsidRDefault="006F0D31" w:rsidP="006F0D31">
            <w:pPr>
              <w:pStyle w:val="Tabletext"/>
              <w:jc w:val="center"/>
            </w:pPr>
            <w:r w:rsidRPr="000E0EE2">
              <w:t>8</w:t>
            </w:r>
          </w:p>
        </w:tc>
        <w:tc>
          <w:tcPr>
            <w:tcW w:w="749" w:type="dxa"/>
            <w:vMerge w:val="restart"/>
            <w:vAlign w:val="center"/>
          </w:tcPr>
          <w:p w14:paraId="3FA35322" w14:textId="77777777" w:rsidR="006F0D31" w:rsidRPr="000E0EE2" w:rsidRDefault="006F0D31" w:rsidP="006F0D31">
            <w:pPr>
              <w:pStyle w:val="Tabletext"/>
              <w:jc w:val="center"/>
            </w:pPr>
            <w:r w:rsidRPr="000E0EE2">
              <w:t>2</w:t>
            </w:r>
          </w:p>
        </w:tc>
      </w:tr>
      <w:tr w:rsidR="006F0D31" w:rsidRPr="000E0EE2" w14:paraId="18467C36" w14:textId="77777777" w:rsidTr="006F0D31">
        <w:trPr>
          <w:jc w:val="center"/>
        </w:trPr>
        <w:tc>
          <w:tcPr>
            <w:tcW w:w="587" w:type="dxa"/>
            <w:tcMar>
              <w:top w:w="28" w:type="dxa"/>
              <w:bottom w:w="28" w:type="dxa"/>
            </w:tcMar>
          </w:tcPr>
          <w:p w14:paraId="1061DCFF" w14:textId="77777777" w:rsidR="006F0D31" w:rsidRPr="000E0EE2" w:rsidRDefault="006F0D31" w:rsidP="006F0D31">
            <w:pPr>
              <w:pStyle w:val="Tabletext"/>
            </w:pPr>
          </w:p>
        </w:tc>
        <w:tc>
          <w:tcPr>
            <w:tcW w:w="645" w:type="dxa"/>
            <w:tcMar>
              <w:top w:w="28" w:type="dxa"/>
              <w:bottom w:w="28" w:type="dxa"/>
            </w:tcMar>
          </w:tcPr>
          <w:p w14:paraId="1567E34E" w14:textId="77777777" w:rsidR="006F0D31" w:rsidRPr="000E0EE2" w:rsidRDefault="006F0D31" w:rsidP="006F0D31">
            <w:pPr>
              <w:pStyle w:val="Tabletext"/>
            </w:pPr>
            <w:r w:rsidRPr="000E0EE2">
              <w:t>10.2</w:t>
            </w:r>
          </w:p>
        </w:tc>
        <w:tc>
          <w:tcPr>
            <w:tcW w:w="5935" w:type="dxa"/>
            <w:tcMar>
              <w:top w:w="28" w:type="dxa"/>
              <w:bottom w:w="28" w:type="dxa"/>
            </w:tcMar>
          </w:tcPr>
          <w:p w14:paraId="4D87D172" w14:textId="77777777" w:rsidR="006F0D31" w:rsidRPr="000E0EE2" w:rsidRDefault="006F0D31" w:rsidP="006F0D31">
            <w:pPr>
              <w:pStyle w:val="Tabletext"/>
            </w:pPr>
            <w:r w:rsidRPr="000E0EE2">
              <w:t>Parameters for remote monitoring and alarms</w:t>
            </w:r>
          </w:p>
        </w:tc>
        <w:tc>
          <w:tcPr>
            <w:tcW w:w="771" w:type="dxa"/>
            <w:tcMar>
              <w:top w:w="28" w:type="dxa"/>
              <w:bottom w:w="28" w:type="dxa"/>
            </w:tcMar>
          </w:tcPr>
          <w:p w14:paraId="6E7ADF66" w14:textId="77777777" w:rsidR="006F0D31" w:rsidRPr="000E0EE2" w:rsidRDefault="006F0D31" w:rsidP="006F0D31">
            <w:pPr>
              <w:pStyle w:val="Tabletext"/>
            </w:pPr>
            <w:r w:rsidRPr="000E0EE2">
              <w:t>2</w:t>
            </w:r>
          </w:p>
        </w:tc>
        <w:tc>
          <w:tcPr>
            <w:tcW w:w="2577" w:type="dxa"/>
            <w:vMerge/>
            <w:tcBorders>
              <w:bottom w:val="single" w:sz="4" w:space="0" w:color="auto"/>
            </w:tcBorders>
            <w:shd w:val="clear" w:color="auto" w:fill="auto"/>
            <w:tcMar>
              <w:top w:w="28" w:type="dxa"/>
              <w:bottom w:w="28" w:type="dxa"/>
            </w:tcMar>
          </w:tcPr>
          <w:p w14:paraId="7AD935DA" w14:textId="77777777" w:rsidR="006F0D31" w:rsidRPr="000E0EE2" w:rsidRDefault="006F0D31" w:rsidP="006F0D31">
            <w:pPr>
              <w:pStyle w:val="Tabletext"/>
            </w:pPr>
          </w:p>
        </w:tc>
        <w:tc>
          <w:tcPr>
            <w:tcW w:w="825" w:type="dxa"/>
            <w:vMerge/>
            <w:tcMar>
              <w:top w:w="28" w:type="dxa"/>
              <w:bottom w:w="28" w:type="dxa"/>
            </w:tcMar>
          </w:tcPr>
          <w:p w14:paraId="79F3D850" w14:textId="77777777" w:rsidR="006F0D31" w:rsidRPr="000E0EE2" w:rsidRDefault="006F0D31" w:rsidP="006F0D31">
            <w:pPr>
              <w:pStyle w:val="Tabletext"/>
            </w:pPr>
          </w:p>
        </w:tc>
        <w:tc>
          <w:tcPr>
            <w:tcW w:w="749" w:type="dxa"/>
            <w:vMerge/>
          </w:tcPr>
          <w:p w14:paraId="1ABE7977" w14:textId="77777777" w:rsidR="006F0D31" w:rsidRPr="000E0EE2" w:rsidRDefault="006F0D31" w:rsidP="006F0D31">
            <w:pPr>
              <w:pStyle w:val="Tabletext"/>
            </w:pPr>
          </w:p>
        </w:tc>
      </w:tr>
    </w:tbl>
    <w:p w14:paraId="5DCBB508" w14:textId="77777777" w:rsidR="005E24E7" w:rsidRPr="000E0EE2" w:rsidRDefault="005E24E7" w:rsidP="0042518D">
      <w:pPr>
        <w:pStyle w:val="BodyText"/>
      </w:pPr>
    </w:p>
    <w:p w14:paraId="6AECD83C" w14:textId="3C032910" w:rsidR="00556C05" w:rsidRPr="000E0EE2" w:rsidRDefault="00556C05">
      <w:pPr>
        <w:spacing w:after="200" w:line="276" w:lineRule="auto"/>
        <w:rPr>
          <w:sz w:val="22"/>
        </w:rPr>
      </w:pPr>
      <w:r w:rsidRPr="000E0EE2">
        <w:br w:type="page"/>
      </w:r>
    </w:p>
    <w:p w14:paraId="604B18D0" w14:textId="77074444" w:rsidR="005E24E7" w:rsidRPr="000E0EE2" w:rsidRDefault="00556C05" w:rsidP="00556C05">
      <w:pPr>
        <w:pStyle w:val="Heading1"/>
        <w:rPr>
          <w:rFonts w:ascii="Calibri" w:hAnsi="Calibri" w:cs="Arial"/>
        </w:rPr>
      </w:pPr>
      <w:bookmarkStart w:id="119" w:name="_Toc431993307"/>
      <w:bookmarkStart w:id="120" w:name="_Toc449336810"/>
      <w:r w:rsidRPr="000E0EE2">
        <w:rPr>
          <w:rFonts w:ascii="Calibri" w:hAnsi="Calibri" w:cs="Arial"/>
        </w:rPr>
        <w:lastRenderedPageBreak/>
        <w:t>MODEL COURSE TEACHING SYLLABUS FOR AtoN LEVEL 2 TECHNICIANS – MODULE 11 – Structures, Materials and Maintenance</w:t>
      </w:r>
      <w:bookmarkEnd w:id="119"/>
      <w:bookmarkEnd w:id="120"/>
    </w:p>
    <w:p w14:paraId="6CD2EAD3" w14:textId="77777777" w:rsidR="00556C05" w:rsidRPr="000E0EE2" w:rsidRDefault="00556C05" w:rsidP="00556C05">
      <w:pPr>
        <w:pStyle w:val="Heading1separatationline"/>
      </w:pPr>
    </w:p>
    <w:p w14:paraId="1B3057F5" w14:textId="257567E1" w:rsidR="005E24E7" w:rsidRPr="000E0EE2" w:rsidRDefault="00556C05" w:rsidP="00BC3566">
      <w:pPr>
        <w:pStyle w:val="Tablecaption"/>
        <w:jc w:val="center"/>
      </w:pPr>
      <w:bookmarkStart w:id="121" w:name="_Toc196487049"/>
      <w:bookmarkStart w:id="122" w:name="_Toc196487112"/>
      <w:bookmarkStart w:id="123" w:name="_Toc196487134"/>
      <w:bookmarkStart w:id="124" w:name="_Toc369087502"/>
      <w:bookmarkStart w:id="125" w:name="_Toc449336823"/>
      <w:r w:rsidRPr="000E0EE2">
        <w:rPr>
          <w:rFonts w:ascii="Calibri" w:hAnsi="Calibri" w:cs="Arial"/>
        </w:rPr>
        <w:t>Teaching Syllabus Module 11 – Structures, Materials and AtoN Maintenance</w:t>
      </w:r>
      <w:bookmarkEnd w:id="121"/>
      <w:bookmarkEnd w:id="122"/>
      <w:bookmarkEnd w:id="123"/>
      <w:bookmarkEnd w:id="124"/>
      <w:bookmarkEnd w:id="12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845"/>
        <w:gridCol w:w="2410"/>
        <w:gridCol w:w="789"/>
        <w:gridCol w:w="890"/>
      </w:tblGrid>
      <w:tr w:rsidR="00BC3566" w:rsidRPr="000E0EE2" w14:paraId="04E9C590" w14:textId="77777777" w:rsidTr="00BC3566">
        <w:trPr>
          <w:cantSplit/>
          <w:trHeight w:val="1549"/>
          <w:jc w:val="center"/>
        </w:trPr>
        <w:tc>
          <w:tcPr>
            <w:tcW w:w="645" w:type="dxa"/>
            <w:tcMar>
              <w:top w:w="28" w:type="dxa"/>
              <w:bottom w:w="28" w:type="dxa"/>
            </w:tcMar>
            <w:textDirection w:val="btLr"/>
          </w:tcPr>
          <w:p w14:paraId="7ECDC4AC" w14:textId="77777777" w:rsidR="00556C05" w:rsidRPr="000E0EE2" w:rsidRDefault="00556C05" w:rsidP="00556C05">
            <w:pPr>
              <w:pStyle w:val="Tableheading"/>
              <w:rPr>
                <w:lang w:val="en-GB"/>
              </w:rPr>
            </w:pPr>
            <w:r w:rsidRPr="000E0EE2">
              <w:rPr>
                <w:lang w:val="en-GB"/>
              </w:rPr>
              <w:t>Module</w:t>
            </w:r>
          </w:p>
        </w:tc>
        <w:tc>
          <w:tcPr>
            <w:tcW w:w="797" w:type="dxa"/>
            <w:tcMar>
              <w:top w:w="28" w:type="dxa"/>
              <w:bottom w:w="28" w:type="dxa"/>
            </w:tcMar>
            <w:textDirection w:val="btLr"/>
          </w:tcPr>
          <w:p w14:paraId="36FF05C7" w14:textId="77777777" w:rsidR="00556C05" w:rsidRPr="000E0EE2" w:rsidRDefault="00556C05" w:rsidP="00556C05">
            <w:pPr>
              <w:pStyle w:val="Tableheading"/>
              <w:rPr>
                <w:lang w:val="en-GB"/>
              </w:rPr>
            </w:pPr>
            <w:r w:rsidRPr="000E0EE2">
              <w:rPr>
                <w:lang w:val="en-GB"/>
              </w:rPr>
              <w:t>Element</w:t>
            </w:r>
          </w:p>
        </w:tc>
        <w:tc>
          <w:tcPr>
            <w:tcW w:w="5935" w:type="dxa"/>
            <w:tcMar>
              <w:top w:w="28" w:type="dxa"/>
              <w:bottom w:w="28" w:type="dxa"/>
            </w:tcMar>
          </w:tcPr>
          <w:p w14:paraId="708D708B" w14:textId="77777777" w:rsidR="00556C05" w:rsidRPr="000E0EE2" w:rsidRDefault="00556C05" w:rsidP="00BC3566">
            <w:pPr>
              <w:pStyle w:val="Tableheading"/>
              <w:jc w:val="center"/>
              <w:rPr>
                <w:lang w:val="en-GB"/>
              </w:rPr>
            </w:pPr>
            <w:r w:rsidRPr="000E0EE2">
              <w:rPr>
                <w:lang w:val="en-GB"/>
              </w:rPr>
              <w:t>Subject</w:t>
            </w:r>
          </w:p>
        </w:tc>
        <w:tc>
          <w:tcPr>
            <w:tcW w:w="845" w:type="dxa"/>
            <w:tcMar>
              <w:top w:w="28" w:type="dxa"/>
              <w:bottom w:w="28" w:type="dxa"/>
            </w:tcMar>
            <w:textDirection w:val="btLr"/>
          </w:tcPr>
          <w:p w14:paraId="7D2368BF" w14:textId="77777777" w:rsidR="00556C05" w:rsidRPr="000E0EE2" w:rsidRDefault="00556C05" w:rsidP="00556C05">
            <w:pPr>
              <w:pStyle w:val="Tableheading"/>
              <w:rPr>
                <w:lang w:val="en-GB"/>
              </w:rPr>
            </w:pPr>
            <w:r w:rsidRPr="000E0EE2">
              <w:rPr>
                <w:lang w:val="en-GB"/>
              </w:rPr>
              <w:t>Level of Competence</w:t>
            </w:r>
          </w:p>
        </w:tc>
        <w:tc>
          <w:tcPr>
            <w:tcW w:w="2410" w:type="dxa"/>
            <w:tcMar>
              <w:top w:w="28" w:type="dxa"/>
              <w:bottom w:w="28" w:type="dxa"/>
            </w:tcMar>
          </w:tcPr>
          <w:p w14:paraId="23AA5B05" w14:textId="36BA2F9D" w:rsidR="00556C05" w:rsidRPr="000E0EE2" w:rsidRDefault="00556C05" w:rsidP="00BC3566">
            <w:pPr>
              <w:pStyle w:val="Tableheading"/>
              <w:jc w:val="center"/>
              <w:rPr>
                <w:lang w:val="en-GB"/>
              </w:rPr>
            </w:pPr>
            <w:r w:rsidRPr="000E0EE2">
              <w:rPr>
                <w:lang w:val="en-GB"/>
              </w:rPr>
              <w:t>Model Course</w:t>
            </w:r>
          </w:p>
        </w:tc>
        <w:tc>
          <w:tcPr>
            <w:tcW w:w="789" w:type="dxa"/>
            <w:tcMar>
              <w:top w:w="28" w:type="dxa"/>
              <w:bottom w:w="28" w:type="dxa"/>
            </w:tcMar>
            <w:textDirection w:val="btLr"/>
          </w:tcPr>
          <w:p w14:paraId="5972831D" w14:textId="77777777" w:rsidR="00556C05" w:rsidRPr="000E0EE2" w:rsidRDefault="00556C05" w:rsidP="00556C05">
            <w:pPr>
              <w:pStyle w:val="Tableheading"/>
              <w:rPr>
                <w:lang w:val="en-GB"/>
              </w:rPr>
            </w:pPr>
            <w:r w:rsidRPr="000E0EE2">
              <w:rPr>
                <w:lang w:val="en-GB"/>
              </w:rPr>
              <w:t>Total Duration (hours)</w:t>
            </w:r>
          </w:p>
        </w:tc>
        <w:tc>
          <w:tcPr>
            <w:tcW w:w="890" w:type="dxa"/>
            <w:textDirection w:val="btLr"/>
          </w:tcPr>
          <w:p w14:paraId="191CE780" w14:textId="77777777" w:rsidR="00556C05" w:rsidRPr="000E0EE2" w:rsidRDefault="00556C05" w:rsidP="00556C05">
            <w:pPr>
              <w:pStyle w:val="Tableheading"/>
              <w:rPr>
                <w:lang w:val="en-GB"/>
              </w:rPr>
            </w:pPr>
            <w:r w:rsidRPr="000E0EE2">
              <w:rPr>
                <w:lang w:val="en-GB"/>
              </w:rPr>
              <w:t>Total Duration (Days)</w:t>
            </w:r>
          </w:p>
        </w:tc>
      </w:tr>
      <w:tr w:rsidR="00BC3566" w:rsidRPr="000E0EE2" w14:paraId="70F1E73C" w14:textId="77777777" w:rsidTr="00BC3566">
        <w:trPr>
          <w:jc w:val="center"/>
        </w:trPr>
        <w:tc>
          <w:tcPr>
            <w:tcW w:w="645" w:type="dxa"/>
            <w:tcMar>
              <w:top w:w="28" w:type="dxa"/>
              <w:bottom w:w="28" w:type="dxa"/>
            </w:tcMar>
          </w:tcPr>
          <w:p w14:paraId="174CD14C" w14:textId="77777777" w:rsidR="00556C05" w:rsidRPr="000E0EE2" w:rsidRDefault="00556C05" w:rsidP="00556C05">
            <w:pPr>
              <w:pStyle w:val="Tabletext"/>
            </w:pPr>
            <w:r w:rsidRPr="000E0EE2">
              <w:t>11</w:t>
            </w:r>
          </w:p>
        </w:tc>
        <w:tc>
          <w:tcPr>
            <w:tcW w:w="797" w:type="dxa"/>
            <w:shd w:val="clear" w:color="auto" w:fill="00AFAA"/>
            <w:tcMar>
              <w:top w:w="28" w:type="dxa"/>
              <w:bottom w:w="28" w:type="dxa"/>
            </w:tcMar>
          </w:tcPr>
          <w:p w14:paraId="79061BFC" w14:textId="77777777" w:rsidR="00556C05" w:rsidRPr="000E0EE2" w:rsidRDefault="00556C05" w:rsidP="00556C05">
            <w:pPr>
              <w:pStyle w:val="Tabletext"/>
            </w:pPr>
          </w:p>
        </w:tc>
        <w:tc>
          <w:tcPr>
            <w:tcW w:w="5935" w:type="dxa"/>
            <w:tcMar>
              <w:top w:w="28" w:type="dxa"/>
              <w:bottom w:w="28" w:type="dxa"/>
            </w:tcMar>
          </w:tcPr>
          <w:p w14:paraId="7A6C8868" w14:textId="77777777" w:rsidR="00556C05" w:rsidRPr="000E0EE2" w:rsidRDefault="00556C05" w:rsidP="00556C05">
            <w:pPr>
              <w:pStyle w:val="Tabletext"/>
            </w:pPr>
            <w:r w:rsidRPr="000E0EE2">
              <w:t>Structures, Materials and AtoN Maintenance</w:t>
            </w:r>
          </w:p>
        </w:tc>
        <w:tc>
          <w:tcPr>
            <w:tcW w:w="845" w:type="dxa"/>
            <w:shd w:val="clear" w:color="auto" w:fill="00AFAA"/>
            <w:tcMar>
              <w:top w:w="28" w:type="dxa"/>
              <w:bottom w:w="28" w:type="dxa"/>
            </w:tcMar>
          </w:tcPr>
          <w:p w14:paraId="30B9F358" w14:textId="77777777" w:rsidR="00556C05" w:rsidRPr="000E0EE2" w:rsidRDefault="00556C05" w:rsidP="00556C05">
            <w:pPr>
              <w:pStyle w:val="Tabletext"/>
            </w:pPr>
          </w:p>
        </w:tc>
        <w:tc>
          <w:tcPr>
            <w:tcW w:w="2410" w:type="dxa"/>
            <w:shd w:val="clear" w:color="auto" w:fill="00AFAA"/>
            <w:tcMar>
              <w:top w:w="28" w:type="dxa"/>
              <w:bottom w:w="28" w:type="dxa"/>
            </w:tcMar>
          </w:tcPr>
          <w:p w14:paraId="68B950A8" w14:textId="77777777" w:rsidR="00556C05" w:rsidRPr="000E0EE2" w:rsidRDefault="00556C05" w:rsidP="00556C05">
            <w:pPr>
              <w:pStyle w:val="Tabletext"/>
            </w:pPr>
          </w:p>
        </w:tc>
        <w:tc>
          <w:tcPr>
            <w:tcW w:w="789" w:type="dxa"/>
            <w:shd w:val="clear" w:color="auto" w:fill="00AFAA"/>
            <w:tcMar>
              <w:top w:w="28" w:type="dxa"/>
              <w:bottom w:w="28" w:type="dxa"/>
            </w:tcMar>
          </w:tcPr>
          <w:p w14:paraId="28582722" w14:textId="77777777" w:rsidR="00556C05" w:rsidRPr="000E0EE2" w:rsidRDefault="00556C05" w:rsidP="00556C05">
            <w:pPr>
              <w:pStyle w:val="Tabletext"/>
            </w:pPr>
          </w:p>
        </w:tc>
        <w:tc>
          <w:tcPr>
            <w:tcW w:w="890" w:type="dxa"/>
            <w:shd w:val="clear" w:color="auto" w:fill="00AFAA"/>
          </w:tcPr>
          <w:p w14:paraId="58E1FE9E" w14:textId="77777777" w:rsidR="00556C05" w:rsidRPr="000E0EE2" w:rsidRDefault="00556C05" w:rsidP="00556C05">
            <w:pPr>
              <w:pStyle w:val="Tabletext"/>
            </w:pPr>
          </w:p>
        </w:tc>
      </w:tr>
      <w:tr w:rsidR="00BC3566" w:rsidRPr="000E0EE2" w14:paraId="3CC9DBFE" w14:textId="77777777" w:rsidTr="00D565B9">
        <w:trPr>
          <w:jc w:val="center"/>
        </w:trPr>
        <w:tc>
          <w:tcPr>
            <w:tcW w:w="645" w:type="dxa"/>
            <w:tcMar>
              <w:top w:w="28" w:type="dxa"/>
              <w:bottom w:w="28" w:type="dxa"/>
            </w:tcMar>
          </w:tcPr>
          <w:p w14:paraId="0B40E1F6" w14:textId="77777777" w:rsidR="00556C05" w:rsidRPr="000E0EE2" w:rsidRDefault="00556C05" w:rsidP="00556C05">
            <w:pPr>
              <w:pStyle w:val="Tabletext"/>
            </w:pPr>
          </w:p>
        </w:tc>
        <w:tc>
          <w:tcPr>
            <w:tcW w:w="797" w:type="dxa"/>
            <w:tcMar>
              <w:top w:w="28" w:type="dxa"/>
              <w:bottom w:w="28" w:type="dxa"/>
            </w:tcMar>
          </w:tcPr>
          <w:p w14:paraId="532942E7" w14:textId="77777777" w:rsidR="00556C05" w:rsidRPr="000E0EE2" w:rsidRDefault="00556C05" w:rsidP="00556C05">
            <w:pPr>
              <w:pStyle w:val="Tabletext"/>
            </w:pPr>
            <w:r w:rsidRPr="000E0EE2">
              <w:t>11.1</w:t>
            </w:r>
          </w:p>
        </w:tc>
        <w:tc>
          <w:tcPr>
            <w:tcW w:w="5935" w:type="dxa"/>
            <w:tcMar>
              <w:top w:w="28" w:type="dxa"/>
              <w:bottom w:w="28" w:type="dxa"/>
            </w:tcMar>
          </w:tcPr>
          <w:p w14:paraId="70F87C05" w14:textId="77777777" w:rsidR="00556C05" w:rsidRPr="000E0EE2" w:rsidRDefault="00556C05" w:rsidP="00556C05">
            <w:pPr>
              <w:pStyle w:val="Tabletext"/>
            </w:pPr>
            <w:r w:rsidRPr="000E0EE2">
              <w:t xml:space="preserve">Introduction to materials </w:t>
            </w:r>
          </w:p>
        </w:tc>
        <w:tc>
          <w:tcPr>
            <w:tcW w:w="845" w:type="dxa"/>
            <w:tcMar>
              <w:top w:w="28" w:type="dxa"/>
              <w:bottom w:w="28" w:type="dxa"/>
            </w:tcMar>
          </w:tcPr>
          <w:p w14:paraId="07BABF6F" w14:textId="77777777" w:rsidR="00556C05" w:rsidRPr="000E0EE2" w:rsidRDefault="00556C05" w:rsidP="00556C05">
            <w:pPr>
              <w:pStyle w:val="Tabletext"/>
            </w:pPr>
            <w:r w:rsidRPr="000E0EE2">
              <w:t>2</w:t>
            </w:r>
          </w:p>
        </w:tc>
        <w:tc>
          <w:tcPr>
            <w:tcW w:w="2410" w:type="dxa"/>
            <w:vMerge w:val="restart"/>
            <w:shd w:val="clear" w:color="auto" w:fill="auto"/>
            <w:tcMar>
              <w:top w:w="28" w:type="dxa"/>
              <w:bottom w:w="28" w:type="dxa"/>
            </w:tcMar>
            <w:vAlign w:val="center"/>
          </w:tcPr>
          <w:p w14:paraId="224EC34B" w14:textId="77777777" w:rsidR="00556C05" w:rsidRPr="000E0EE2" w:rsidRDefault="00556C05" w:rsidP="00D565B9">
            <w:pPr>
              <w:pStyle w:val="Tabletext"/>
              <w:jc w:val="center"/>
            </w:pPr>
            <w:r w:rsidRPr="000E0EE2">
              <w:t>IALA WWA L2.11.1-5</w:t>
            </w:r>
          </w:p>
        </w:tc>
        <w:tc>
          <w:tcPr>
            <w:tcW w:w="789" w:type="dxa"/>
            <w:vMerge w:val="restart"/>
            <w:tcMar>
              <w:top w:w="28" w:type="dxa"/>
              <w:bottom w:w="28" w:type="dxa"/>
            </w:tcMar>
            <w:vAlign w:val="center"/>
          </w:tcPr>
          <w:p w14:paraId="42A6D00A" w14:textId="77777777" w:rsidR="00556C05" w:rsidRPr="000E0EE2" w:rsidRDefault="00556C05" w:rsidP="00D565B9">
            <w:pPr>
              <w:pStyle w:val="Tabletext"/>
              <w:jc w:val="center"/>
            </w:pPr>
            <w:r w:rsidRPr="000E0EE2">
              <w:t>5.5</w:t>
            </w:r>
          </w:p>
        </w:tc>
        <w:tc>
          <w:tcPr>
            <w:tcW w:w="890" w:type="dxa"/>
            <w:vMerge w:val="restart"/>
            <w:vAlign w:val="center"/>
          </w:tcPr>
          <w:p w14:paraId="1487E787" w14:textId="77777777" w:rsidR="00556C05" w:rsidRPr="000E0EE2" w:rsidRDefault="00556C05" w:rsidP="00D565B9">
            <w:pPr>
              <w:pStyle w:val="Tabletext"/>
              <w:jc w:val="center"/>
            </w:pPr>
            <w:r w:rsidRPr="000E0EE2">
              <w:t>1</w:t>
            </w:r>
          </w:p>
        </w:tc>
      </w:tr>
      <w:tr w:rsidR="00BC3566" w:rsidRPr="000E0EE2" w14:paraId="56BB6879" w14:textId="77777777" w:rsidTr="00BC3566">
        <w:trPr>
          <w:jc w:val="center"/>
        </w:trPr>
        <w:tc>
          <w:tcPr>
            <w:tcW w:w="645" w:type="dxa"/>
            <w:tcMar>
              <w:top w:w="28" w:type="dxa"/>
              <w:bottom w:w="28" w:type="dxa"/>
            </w:tcMar>
          </w:tcPr>
          <w:p w14:paraId="270970B9" w14:textId="77777777" w:rsidR="00556C05" w:rsidRPr="000E0EE2" w:rsidRDefault="00556C05" w:rsidP="00556C05">
            <w:pPr>
              <w:pStyle w:val="Tabletext"/>
            </w:pPr>
          </w:p>
        </w:tc>
        <w:tc>
          <w:tcPr>
            <w:tcW w:w="797" w:type="dxa"/>
            <w:tcMar>
              <w:top w:w="28" w:type="dxa"/>
              <w:bottom w:w="28" w:type="dxa"/>
            </w:tcMar>
          </w:tcPr>
          <w:p w14:paraId="30362DB1" w14:textId="77777777" w:rsidR="00556C05" w:rsidRPr="000E0EE2" w:rsidRDefault="00556C05" w:rsidP="00556C05">
            <w:pPr>
              <w:pStyle w:val="Tabletext"/>
            </w:pPr>
            <w:r w:rsidRPr="000E0EE2">
              <w:t>11.2</w:t>
            </w:r>
          </w:p>
        </w:tc>
        <w:tc>
          <w:tcPr>
            <w:tcW w:w="5935" w:type="dxa"/>
            <w:tcMar>
              <w:top w:w="28" w:type="dxa"/>
              <w:bottom w:w="28" w:type="dxa"/>
            </w:tcMar>
          </w:tcPr>
          <w:p w14:paraId="2983B9E4" w14:textId="77777777" w:rsidR="00556C05" w:rsidRPr="000E0EE2" w:rsidRDefault="00556C05" w:rsidP="00556C05">
            <w:pPr>
              <w:pStyle w:val="Tabletext"/>
            </w:pPr>
            <w:r w:rsidRPr="000E0EE2">
              <w:t>Aids to Navigation structures</w:t>
            </w:r>
          </w:p>
        </w:tc>
        <w:tc>
          <w:tcPr>
            <w:tcW w:w="845" w:type="dxa"/>
            <w:tcMar>
              <w:top w:w="28" w:type="dxa"/>
              <w:bottom w:w="28" w:type="dxa"/>
            </w:tcMar>
          </w:tcPr>
          <w:p w14:paraId="3D7F2A75"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528CA10C" w14:textId="77777777" w:rsidR="00556C05" w:rsidRPr="000E0EE2" w:rsidRDefault="00556C05" w:rsidP="00556C05">
            <w:pPr>
              <w:pStyle w:val="Tabletext"/>
            </w:pPr>
          </w:p>
        </w:tc>
        <w:tc>
          <w:tcPr>
            <w:tcW w:w="789" w:type="dxa"/>
            <w:vMerge/>
            <w:tcMar>
              <w:top w:w="28" w:type="dxa"/>
              <w:bottom w:w="28" w:type="dxa"/>
            </w:tcMar>
          </w:tcPr>
          <w:p w14:paraId="780B1B54" w14:textId="77777777" w:rsidR="00556C05" w:rsidRPr="000E0EE2" w:rsidRDefault="00556C05" w:rsidP="00556C05">
            <w:pPr>
              <w:pStyle w:val="Tabletext"/>
            </w:pPr>
          </w:p>
        </w:tc>
        <w:tc>
          <w:tcPr>
            <w:tcW w:w="890" w:type="dxa"/>
            <w:vMerge/>
          </w:tcPr>
          <w:p w14:paraId="5D245AC7" w14:textId="77777777" w:rsidR="00556C05" w:rsidRPr="000E0EE2" w:rsidRDefault="00556C05" w:rsidP="00556C05">
            <w:pPr>
              <w:pStyle w:val="Tabletext"/>
            </w:pPr>
          </w:p>
        </w:tc>
      </w:tr>
      <w:tr w:rsidR="00BC3566" w:rsidRPr="000E0EE2" w14:paraId="5399CAD0" w14:textId="77777777" w:rsidTr="00BC3566">
        <w:trPr>
          <w:jc w:val="center"/>
        </w:trPr>
        <w:tc>
          <w:tcPr>
            <w:tcW w:w="645" w:type="dxa"/>
            <w:tcMar>
              <w:top w:w="28" w:type="dxa"/>
              <w:bottom w:w="28" w:type="dxa"/>
            </w:tcMar>
          </w:tcPr>
          <w:p w14:paraId="6EA3BE2D" w14:textId="77777777" w:rsidR="00556C05" w:rsidRPr="000E0EE2" w:rsidRDefault="00556C05" w:rsidP="00556C05">
            <w:pPr>
              <w:pStyle w:val="Tabletext"/>
            </w:pPr>
          </w:p>
        </w:tc>
        <w:tc>
          <w:tcPr>
            <w:tcW w:w="797" w:type="dxa"/>
            <w:tcMar>
              <w:top w:w="28" w:type="dxa"/>
              <w:bottom w:w="28" w:type="dxa"/>
            </w:tcMar>
          </w:tcPr>
          <w:p w14:paraId="1AC3A47C" w14:textId="77777777" w:rsidR="00556C05" w:rsidRPr="000E0EE2" w:rsidRDefault="00556C05" w:rsidP="00556C05">
            <w:pPr>
              <w:pStyle w:val="Tabletext"/>
            </w:pPr>
            <w:r w:rsidRPr="000E0EE2">
              <w:t>11.3</w:t>
            </w:r>
          </w:p>
        </w:tc>
        <w:tc>
          <w:tcPr>
            <w:tcW w:w="5935" w:type="dxa"/>
            <w:tcMar>
              <w:top w:w="28" w:type="dxa"/>
              <w:bottom w:w="28" w:type="dxa"/>
            </w:tcMar>
          </w:tcPr>
          <w:p w14:paraId="5E89DE52" w14:textId="77777777" w:rsidR="00556C05" w:rsidRPr="000E0EE2" w:rsidRDefault="00556C05" w:rsidP="00556C05">
            <w:pPr>
              <w:pStyle w:val="Tabletext"/>
            </w:pPr>
            <w:r w:rsidRPr="000E0EE2">
              <w:t>Corrosion of structures</w:t>
            </w:r>
          </w:p>
        </w:tc>
        <w:tc>
          <w:tcPr>
            <w:tcW w:w="845" w:type="dxa"/>
            <w:tcMar>
              <w:top w:w="28" w:type="dxa"/>
              <w:bottom w:w="28" w:type="dxa"/>
            </w:tcMar>
          </w:tcPr>
          <w:p w14:paraId="6A22CF3F" w14:textId="77777777" w:rsidR="00556C05" w:rsidRPr="000E0EE2" w:rsidRDefault="00556C05" w:rsidP="00556C05">
            <w:pPr>
              <w:pStyle w:val="Tabletext"/>
            </w:pPr>
            <w:r w:rsidRPr="000E0EE2">
              <w:t>2</w:t>
            </w:r>
          </w:p>
        </w:tc>
        <w:tc>
          <w:tcPr>
            <w:tcW w:w="2410" w:type="dxa"/>
            <w:vMerge/>
            <w:shd w:val="clear" w:color="auto" w:fill="auto"/>
            <w:tcMar>
              <w:top w:w="28" w:type="dxa"/>
              <w:bottom w:w="28" w:type="dxa"/>
            </w:tcMar>
          </w:tcPr>
          <w:p w14:paraId="54758D76" w14:textId="77777777" w:rsidR="00556C05" w:rsidRPr="000E0EE2" w:rsidRDefault="00556C05" w:rsidP="00556C05">
            <w:pPr>
              <w:pStyle w:val="Tabletext"/>
            </w:pPr>
          </w:p>
        </w:tc>
        <w:tc>
          <w:tcPr>
            <w:tcW w:w="789" w:type="dxa"/>
            <w:vMerge/>
            <w:tcMar>
              <w:top w:w="28" w:type="dxa"/>
              <w:bottom w:w="28" w:type="dxa"/>
            </w:tcMar>
          </w:tcPr>
          <w:p w14:paraId="3CC0BF16" w14:textId="77777777" w:rsidR="00556C05" w:rsidRPr="000E0EE2" w:rsidRDefault="00556C05" w:rsidP="00556C05">
            <w:pPr>
              <w:pStyle w:val="Tabletext"/>
            </w:pPr>
          </w:p>
        </w:tc>
        <w:tc>
          <w:tcPr>
            <w:tcW w:w="890" w:type="dxa"/>
            <w:vMerge/>
          </w:tcPr>
          <w:p w14:paraId="496F72F4" w14:textId="77777777" w:rsidR="00556C05" w:rsidRPr="000E0EE2" w:rsidRDefault="00556C05" w:rsidP="00556C05">
            <w:pPr>
              <w:pStyle w:val="Tabletext"/>
            </w:pPr>
          </w:p>
        </w:tc>
      </w:tr>
      <w:tr w:rsidR="00BC3566" w:rsidRPr="000E0EE2" w14:paraId="4A0461DC" w14:textId="77777777" w:rsidTr="00BC3566">
        <w:trPr>
          <w:jc w:val="center"/>
        </w:trPr>
        <w:tc>
          <w:tcPr>
            <w:tcW w:w="645" w:type="dxa"/>
            <w:tcMar>
              <w:top w:w="28" w:type="dxa"/>
              <w:bottom w:w="28" w:type="dxa"/>
            </w:tcMar>
          </w:tcPr>
          <w:p w14:paraId="4E06750A" w14:textId="77777777" w:rsidR="00556C05" w:rsidRPr="000E0EE2" w:rsidRDefault="00556C05" w:rsidP="00556C05">
            <w:pPr>
              <w:pStyle w:val="Tabletext"/>
            </w:pPr>
          </w:p>
        </w:tc>
        <w:tc>
          <w:tcPr>
            <w:tcW w:w="797" w:type="dxa"/>
            <w:tcMar>
              <w:top w:w="28" w:type="dxa"/>
              <w:bottom w:w="28" w:type="dxa"/>
            </w:tcMar>
          </w:tcPr>
          <w:p w14:paraId="68C4D48D" w14:textId="77777777" w:rsidR="00556C05" w:rsidRPr="000E0EE2" w:rsidRDefault="00556C05" w:rsidP="00556C05">
            <w:pPr>
              <w:pStyle w:val="Tabletext"/>
            </w:pPr>
            <w:r w:rsidRPr="000E0EE2">
              <w:t>11.4</w:t>
            </w:r>
          </w:p>
        </w:tc>
        <w:tc>
          <w:tcPr>
            <w:tcW w:w="5935" w:type="dxa"/>
            <w:tcMar>
              <w:top w:w="28" w:type="dxa"/>
              <w:bottom w:w="28" w:type="dxa"/>
            </w:tcMar>
          </w:tcPr>
          <w:p w14:paraId="621B0FD8" w14:textId="77777777" w:rsidR="00556C05" w:rsidRPr="000E0EE2" w:rsidRDefault="00556C05" w:rsidP="00556C05">
            <w:pPr>
              <w:pStyle w:val="Tabletext"/>
            </w:pPr>
            <w:r w:rsidRPr="000E0EE2">
              <w:t>Cathodic Protection</w:t>
            </w:r>
          </w:p>
        </w:tc>
        <w:tc>
          <w:tcPr>
            <w:tcW w:w="845" w:type="dxa"/>
            <w:tcMar>
              <w:top w:w="28" w:type="dxa"/>
              <w:bottom w:w="28" w:type="dxa"/>
            </w:tcMar>
          </w:tcPr>
          <w:p w14:paraId="433BBD84" w14:textId="77777777" w:rsidR="00556C05" w:rsidRPr="000E0EE2" w:rsidRDefault="00556C05" w:rsidP="00556C05">
            <w:pPr>
              <w:pStyle w:val="Tabletext"/>
            </w:pPr>
            <w:r w:rsidRPr="000E0EE2">
              <w:t>3</w:t>
            </w:r>
          </w:p>
        </w:tc>
        <w:tc>
          <w:tcPr>
            <w:tcW w:w="2410" w:type="dxa"/>
            <w:vMerge/>
            <w:shd w:val="clear" w:color="auto" w:fill="auto"/>
            <w:tcMar>
              <w:top w:w="28" w:type="dxa"/>
              <w:bottom w:w="28" w:type="dxa"/>
            </w:tcMar>
          </w:tcPr>
          <w:p w14:paraId="65E247F1" w14:textId="77777777" w:rsidR="00556C05" w:rsidRPr="000E0EE2" w:rsidRDefault="00556C05" w:rsidP="00556C05">
            <w:pPr>
              <w:pStyle w:val="Tabletext"/>
            </w:pPr>
          </w:p>
        </w:tc>
        <w:tc>
          <w:tcPr>
            <w:tcW w:w="789" w:type="dxa"/>
            <w:vMerge/>
            <w:tcMar>
              <w:top w:w="28" w:type="dxa"/>
              <w:bottom w:w="28" w:type="dxa"/>
            </w:tcMar>
          </w:tcPr>
          <w:p w14:paraId="34EEE455" w14:textId="77777777" w:rsidR="00556C05" w:rsidRPr="000E0EE2" w:rsidRDefault="00556C05" w:rsidP="00556C05">
            <w:pPr>
              <w:pStyle w:val="Tabletext"/>
            </w:pPr>
          </w:p>
        </w:tc>
        <w:tc>
          <w:tcPr>
            <w:tcW w:w="890" w:type="dxa"/>
            <w:vMerge/>
          </w:tcPr>
          <w:p w14:paraId="4BBA6D6A" w14:textId="77777777" w:rsidR="00556C05" w:rsidRPr="000E0EE2" w:rsidRDefault="00556C05" w:rsidP="00556C05">
            <w:pPr>
              <w:pStyle w:val="Tabletext"/>
            </w:pPr>
          </w:p>
        </w:tc>
      </w:tr>
      <w:tr w:rsidR="00BC3566" w:rsidRPr="000E0EE2" w14:paraId="72EE60A8" w14:textId="77777777" w:rsidTr="00BC3566">
        <w:trPr>
          <w:jc w:val="center"/>
        </w:trPr>
        <w:tc>
          <w:tcPr>
            <w:tcW w:w="645" w:type="dxa"/>
            <w:tcMar>
              <w:top w:w="28" w:type="dxa"/>
              <w:bottom w:w="28" w:type="dxa"/>
            </w:tcMar>
          </w:tcPr>
          <w:p w14:paraId="252B1369" w14:textId="77777777" w:rsidR="00556C05" w:rsidRPr="000E0EE2" w:rsidRDefault="00556C05" w:rsidP="00556C05">
            <w:pPr>
              <w:pStyle w:val="Tabletext"/>
            </w:pPr>
          </w:p>
        </w:tc>
        <w:tc>
          <w:tcPr>
            <w:tcW w:w="797" w:type="dxa"/>
            <w:tcMar>
              <w:top w:w="28" w:type="dxa"/>
              <w:bottom w:w="28" w:type="dxa"/>
            </w:tcMar>
          </w:tcPr>
          <w:p w14:paraId="0094587F" w14:textId="77777777" w:rsidR="00556C05" w:rsidRPr="000E0EE2" w:rsidRDefault="00556C05" w:rsidP="00556C05">
            <w:pPr>
              <w:pStyle w:val="Tabletext"/>
            </w:pPr>
            <w:r w:rsidRPr="000E0EE2">
              <w:t>11.5</w:t>
            </w:r>
          </w:p>
        </w:tc>
        <w:tc>
          <w:tcPr>
            <w:tcW w:w="5935" w:type="dxa"/>
            <w:tcMar>
              <w:top w:w="28" w:type="dxa"/>
              <w:bottom w:w="28" w:type="dxa"/>
            </w:tcMar>
          </w:tcPr>
          <w:p w14:paraId="5613C033" w14:textId="77777777" w:rsidR="00556C05" w:rsidRPr="000E0EE2" w:rsidRDefault="00556C05" w:rsidP="00556C05">
            <w:pPr>
              <w:pStyle w:val="Tabletext"/>
            </w:pPr>
            <w:r w:rsidRPr="000E0EE2">
              <w:t>Weathering of stone and concrete</w:t>
            </w:r>
          </w:p>
        </w:tc>
        <w:tc>
          <w:tcPr>
            <w:tcW w:w="845" w:type="dxa"/>
            <w:tcMar>
              <w:top w:w="28" w:type="dxa"/>
              <w:bottom w:w="28" w:type="dxa"/>
            </w:tcMar>
          </w:tcPr>
          <w:p w14:paraId="4EC149FB"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6840053D" w14:textId="77777777" w:rsidR="00556C05" w:rsidRPr="000E0EE2" w:rsidRDefault="00556C05" w:rsidP="00556C05">
            <w:pPr>
              <w:pStyle w:val="Tabletext"/>
            </w:pPr>
          </w:p>
        </w:tc>
        <w:tc>
          <w:tcPr>
            <w:tcW w:w="789" w:type="dxa"/>
            <w:vMerge/>
            <w:tcMar>
              <w:top w:w="28" w:type="dxa"/>
              <w:bottom w:w="28" w:type="dxa"/>
            </w:tcMar>
          </w:tcPr>
          <w:p w14:paraId="7B15D3F1" w14:textId="77777777" w:rsidR="00556C05" w:rsidRPr="000E0EE2" w:rsidRDefault="00556C05" w:rsidP="00556C05">
            <w:pPr>
              <w:pStyle w:val="Tabletext"/>
            </w:pPr>
          </w:p>
        </w:tc>
        <w:tc>
          <w:tcPr>
            <w:tcW w:w="890" w:type="dxa"/>
            <w:vMerge/>
          </w:tcPr>
          <w:p w14:paraId="0F70BC24" w14:textId="77777777" w:rsidR="00556C05" w:rsidRPr="000E0EE2" w:rsidRDefault="00556C05" w:rsidP="00556C05">
            <w:pPr>
              <w:pStyle w:val="Tabletext"/>
            </w:pPr>
          </w:p>
        </w:tc>
      </w:tr>
      <w:tr w:rsidR="00BC3566" w:rsidRPr="000E0EE2" w14:paraId="12BA534B" w14:textId="77777777" w:rsidTr="00BC3566">
        <w:trPr>
          <w:jc w:val="center"/>
        </w:trPr>
        <w:tc>
          <w:tcPr>
            <w:tcW w:w="645" w:type="dxa"/>
            <w:tcMar>
              <w:top w:w="28" w:type="dxa"/>
              <w:bottom w:w="28" w:type="dxa"/>
            </w:tcMar>
          </w:tcPr>
          <w:p w14:paraId="3DFEF3FC" w14:textId="77777777" w:rsidR="00556C05" w:rsidRPr="000E0EE2" w:rsidRDefault="00556C05" w:rsidP="00556C05">
            <w:pPr>
              <w:pStyle w:val="Tabletext"/>
            </w:pPr>
          </w:p>
        </w:tc>
        <w:tc>
          <w:tcPr>
            <w:tcW w:w="797" w:type="dxa"/>
            <w:tcMar>
              <w:top w:w="28" w:type="dxa"/>
              <w:bottom w:w="28" w:type="dxa"/>
            </w:tcMar>
          </w:tcPr>
          <w:p w14:paraId="78E2D433" w14:textId="77777777" w:rsidR="00556C05" w:rsidRPr="000E0EE2" w:rsidRDefault="00556C05" w:rsidP="00556C05">
            <w:pPr>
              <w:pStyle w:val="Tabletext"/>
            </w:pPr>
            <w:r w:rsidRPr="000E0EE2">
              <w:t>11.6</w:t>
            </w:r>
          </w:p>
        </w:tc>
        <w:tc>
          <w:tcPr>
            <w:tcW w:w="5935" w:type="dxa"/>
            <w:tcMar>
              <w:top w:w="28" w:type="dxa"/>
              <w:bottom w:w="28" w:type="dxa"/>
            </w:tcMar>
          </w:tcPr>
          <w:p w14:paraId="30F39793" w14:textId="77777777" w:rsidR="00556C05" w:rsidRPr="000E0EE2" w:rsidRDefault="00556C05" w:rsidP="00556C05">
            <w:pPr>
              <w:pStyle w:val="Tabletext"/>
            </w:pPr>
            <w:r w:rsidRPr="000E0EE2">
              <w:t>Preservation of structures</w:t>
            </w:r>
          </w:p>
        </w:tc>
        <w:tc>
          <w:tcPr>
            <w:tcW w:w="845" w:type="dxa"/>
            <w:tcMar>
              <w:top w:w="28" w:type="dxa"/>
              <w:bottom w:w="28" w:type="dxa"/>
            </w:tcMar>
          </w:tcPr>
          <w:p w14:paraId="0C0A9D60" w14:textId="77777777" w:rsidR="00556C05" w:rsidRPr="000E0EE2" w:rsidRDefault="00556C05" w:rsidP="00556C05">
            <w:pPr>
              <w:pStyle w:val="Tabletext"/>
            </w:pPr>
            <w:r w:rsidRPr="000E0EE2">
              <w:t>2</w:t>
            </w:r>
          </w:p>
        </w:tc>
        <w:tc>
          <w:tcPr>
            <w:tcW w:w="2410" w:type="dxa"/>
            <w:tcBorders>
              <w:bottom w:val="single" w:sz="4" w:space="0" w:color="auto"/>
            </w:tcBorders>
            <w:shd w:val="clear" w:color="auto" w:fill="auto"/>
            <w:tcMar>
              <w:top w:w="28" w:type="dxa"/>
              <w:bottom w:w="28" w:type="dxa"/>
            </w:tcMar>
          </w:tcPr>
          <w:p w14:paraId="0E441D7B" w14:textId="77777777" w:rsidR="00556C05" w:rsidRPr="000E0EE2" w:rsidRDefault="00556C05" w:rsidP="00556C05">
            <w:pPr>
              <w:pStyle w:val="Tabletext"/>
            </w:pPr>
            <w:r w:rsidRPr="000E0EE2">
              <w:t>IALA WWA L2.11.6</w:t>
            </w:r>
          </w:p>
        </w:tc>
        <w:tc>
          <w:tcPr>
            <w:tcW w:w="789" w:type="dxa"/>
            <w:tcMar>
              <w:top w:w="28" w:type="dxa"/>
              <w:bottom w:w="28" w:type="dxa"/>
            </w:tcMar>
          </w:tcPr>
          <w:p w14:paraId="662BB499" w14:textId="77777777" w:rsidR="00556C05" w:rsidRPr="000E0EE2" w:rsidRDefault="00556C05" w:rsidP="00556C05">
            <w:pPr>
              <w:pStyle w:val="Tabletext"/>
            </w:pPr>
            <w:r w:rsidRPr="000E0EE2">
              <w:t>16</w:t>
            </w:r>
          </w:p>
        </w:tc>
        <w:tc>
          <w:tcPr>
            <w:tcW w:w="890" w:type="dxa"/>
          </w:tcPr>
          <w:p w14:paraId="35BC4546" w14:textId="77777777" w:rsidR="00556C05" w:rsidRPr="000E0EE2" w:rsidRDefault="00556C05" w:rsidP="00556C05">
            <w:pPr>
              <w:pStyle w:val="Tabletext"/>
              <w:rPr>
                <w:sz w:val="16"/>
                <w:szCs w:val="16"/>
              </w:rPr>
            </w:pPr>
            <w:r w:rsidRPr="000E0EE2">
              <w:rPr>
                <w:sz w:val="16"/>
                <w:szCs w:val="16"/>
              </w:rPr>
              <w:t>2 or 3</w:t>
            </w:r>
          </w:p>
        </w:tc>
      </w:tr>
      <w:tr w:rsidR="00BC3566" w:rsidRPr="000E0EE2" w14:paraId="72A2386D" w14:textId="77777777" w:rsidTr="00BC3566">
        <w:trPr>
          <w:jc w:val="center"/>
        </w:trPr>
        <w:tc>
          <w:tcPr>
            <w:tcW w:w="645" w:type="dxa"/>
            <w:tcMar>
              <w:top w:w="28" w:type="dxa"/>
              <w:bottom w:w="28" w:type="dxa"/>
            </w:tcMar>
          </w:tcPr>
          <w:p w14:paraId="111A14F4" w14:textId="77777777" w:rsidR="00556C05" w:rsidRPr="000E0EE2" w:rsidRDefault="00556C05" w:rsidP="00556C05">
            <w:pPr>
              <w:pStyle w:val="Tabletext"/>
            </w:pPr>
          </w:p>
        </w:tc>
        <w:tc>
          <w:tcPr>
            <w:tcW w:w="797" w:type="dxa"/>
            <w:tcMar>
              <w:top w:w="28" w:type="dxa"/>
              <w:bottom w:w="28" w:type="dxa"/>
            </w:tcMar>
          </w:tcPr>
          <w:p w14:paraId="30A28AAA" w14:textId="77777777" w:rsidR="00556C05" w:rsidRPr="000E0EE2" w:rsidRDefault="00556C05" w:rsidP="00556C05">
            <w:pPr>
              <w:pStyle w:val="Tabletext"/>
            </w:pPr>
            <w:r w:rsidRPr="000E0EE2">
              <w:t>11.7</w:t>
            </w:r>
          </w:p>
        </w:tc>
        <w:tc>
          <w:tcPr>
            <w:tcW w:w="5935" w:type="dxa"/>
            <w:tcMar>
              <w:top w:w="28" w:type="dxa"/>
              <w:bottom w:w="28" w:type="dxa"/>
            </w:tcMar>
          </w:tcPr>
          <w:p w14:paraId="66AE742C" w14:textId="77777777" w:rsidR="00556C05" w:rsidRPr="000E0EE2" w:rsidRDefault="00556C05" w:rsidP="00556C05">
            <w:pPr>
              <w:pStyle w:val="Tabletext"/>
            </w:pPr>
            <w:r w:rsidRPr="000E0EE2">
              <w:t>Maintenance planning and records</w:t>
            </w:r>
          </w:p>
        </w:tc>
        <w:tc>
          <w:tcPr>
            <w:tcW w:w="845" w:type="dxa"/>
            <w:tcMar>
              <w:top w:w="28" w:type="dxa"/>
              <w:bottom w:w="28" w:type="dxa"/>
            </w:tcMar>
          </w:tcPr>
          <w:p w14:paraId="4DABA2B6" w14:textId="77777777" w:rsidR="00556C05" w:rsidRPr="000E0EE2" w:rsidRDefault="00556C05" w:rsidP="00556C05">
            <w:pPr>
              <w:pStyle w:val="Tabletext"/>
            </w:pPr>
            <w:r w:rsidRPr="000E0EE2">
              <w:t>3</w:t>
            </w:r>
          </w:p>
        </w:tc>
        <w:tc>
          <w:tcPr>
            <w:tcW w:w="2410" w:type="dxa"/>
            <w:tcBorders>
              <w:top w:val="single" w:sz="4" w:space="0" w:color="auto"/>
              <w:bottom w:val="single" w:sz="4" w:space="0" w:color="auto"/>
            </w:tcBorders>
            <w:shd w:val="clear" w:color="auto" w:fill="auto"/>
            <w:tcMar>
              <w:top w:w="28" w:type="dxa"/>
              <w:bottom w:w="28" w:type="dxa"/>
            </w:tcMar>
          </w:tcPr>
          <w:p w14:paraId="4C8DFB14" w14:textId="77777777" w:rsidR="00556C05" w:rsidRPr="000E0EE2" w:rsidRDefault="00556C05" w:rsidP="00556C05">
            <w:pPr>
              <w:pStyle w:val="Tabletext"/>
            </w:pPr>
            <w:r w:rsidRPr="000E0EE2">
              <w:t>IALA WWA L2.11.7</w:t>
            </w:r>
          </w:p>
        </w:tc>
        <w:tc>
          <w:tcPr>
            <w:tcW w:w="789" w:type="dxa"/>
            <w:tcMar>
              <w:top w:w="28" w:type="dxa"/>
              <w:bottom w:w="28" w:type="dxa"/>
            </w:tcMar>
          </w:tcPr>
          <w:p w14:paraId="7DE61BBB" w14:textId="77777777" w:rsidR="00556C05" w:rsidRPr="000E0EE2" w:rsidRDefault="00556C05" w:rsidP="00556C05">
            <w:pPr>
              <w:pStyle w:val="Tabletext"/>
            </w:pPr>
            <w:r w:rsidRPr="000E0EE2">
              <w:t>6</w:t>
            </w:r>
          </w:p>
        </w:tc>
        <w:tc>
          <w:tcPr>
            <w:tcW w:w="890" w:type="dxa"/>
          </w:tcPr>
          <w:p w14:paraId="7FC2E398" w14:textId="77777777" w:rsidR="00556C05" w:rsidRPr="000E0EE2" w:rsidRDefault="00556C05" w:rsidP="00556C05">
            <w:pPr>
              <w:pStyle w:val="Tabletext"/>
            </w:pPr>
            <w:r w:rsidRPr="000E0EE2">
              <w:t>1</w:t>
            </w:r>
          </w:p>
        </w:tc>
      </w:tr>
    </w:tbl>
    <w:p w14:paraId="28AB03AF" w14:textId="77777777" w:rsidR="005E24E7" w:rsidRPr="000E0EE2" w:rsidRDefault="005E24E7" w:rsidP="00556C05">
      <w:pPr>
        <w:pStyle w:val="BodyText"/>
        <w:jc w:val="center"/>
      </w:pPr>
    </w:p>
    <w:bookmarkEnd w:id="56"/>
    <w:p w14:paraId="3AE8FCD1" w14:textId="5A9FFBD2" w:rsidR="00D2697A" w:rsidRPr="000E0EE2" w:rsidRDefault="00D2697A" w:rsidP="00BC3566">
      <w:pPr>
        <w:pStyle w:val="Annex"/>
        <w:numPr>
          <w:ilvl w:val="0"/>
          <w:numId w:val="0"/>
        </w:numPr>
        <w:rPr>
          <w:rFonts w:ascii="Times New Roman" w:hAnsi="Times New Roman"/>
          <w:b w:val="0"/>
          <w:i w:val="0"/>
          <w:sz w:val="24"/>
          <w:szCs w:val="24"/>
          <w:u w:val="none"/>
        </w:rPr>
      </w:pPr>
    </w:p>
    <w:sectPr w:rsidR="00D2697A" w:rsidRPr="000E0EE2" w:rsidSect="00D2697A">
      <w:headerReference w:type="default" r:id="rId21"/>
      <w:footerReference w:type="default" r:id="rId22"/>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7-01-11T11:35:00Z" w:initials="MH">
    <w:p w14:paraId="00282BC3" w14:textId="537561F4" w:rsidR="00B15AD3" w:rsidRDefault="00B15AD3">
      <w:pPr>
        <w:pStyle w:val="CommentText"/>
      </w:pPr>
      <w:r>
        <w:rPr>
          <w:rStyle w:val="CommentReference"/>
        </w:rPr>
        <w:annotationRef/>
      </w:r>
      <w:r>
        <w:t>Should there be a document reference number?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282BC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8165D" w14:textId="77777777" w:rsidR="00194E52" w:rsidRDefault="00194E52" w:rsidP="003274DB">
      <w:r>
        <w:separator/>
      </w:r>
    </w:p>
    <w:p w14:paraId="260ED112" w14:textId="77777777" w:rsidR="00194E52" w:rsidRDefault="00194E52"/>
    <w:p w14:paraId="21775D82" w14:textId="77777777" w:rsidR="00194E52" w:rsidRDefault="00194E52"/>
    <w:p w14:paraId="7B4B0004" w14:textId="77777777" w:rsidR="00194E52" w:rsidRDefault="00194E52"/>
  </w:endnote>
  <w:endnote w:type="continuationSeparator" w:id="0">
    <w:p w14:paraId="2064D725" w14:textId="77777777" w:rsidR="00194E52" w:rsidRDefault="00194E52" w:rsidP="003274DB">
      <w:r>
        <w:continuationSeparator/>
      </w:r>
    </w:p>
    <w:p w14:paraId="579E587E" w14:textId="77777777" w:rsidR="00194E52" w:rsidRDefault="00194E52"/>
    <w:p w14:paraId="70B5C07F" w14:textId="77777777" w:rsidR="00194E52" w:rsidRDefault="00194E52"/>
    <w:p w14:paraId="07A6C977" w14:textId="77777777" w:rsidR="00194E52" w:rsidRDefault="00194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Bold">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Avenir Next Condensed">
    <w:panose1 w:val="020B0506020202020204"/>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0E42C" w14:textId="77777777" w:rsidR="00B15AD3" w:rsidRPr="00AC24F4" w:rsidRDefault="00B15AD3" w:rsidP="0098663B">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10, rue des Gaudines – 78100 Saint Germaine en Laye, France</w:t>
    </w:r>
  </w:p>
  <w:p w14:paraId="2B0E2874" w14:textId="77777777" w:rsidR="00B15AD3" w:rsidRPr="00AC24F4" w:rsidRDefault="00B15AD3" w:rsidP="0098663B">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932B405" w14:textId="77777777" w:rsidR="00B15AD3" w:rsidRPr="004B6107" w:rsidRDefault="00B15AD3" w:rsidP="0098663B">
    <w:pPr>
      <w:rPr>
        <w:rFonts w:ascii="Avenir Book" w:hAnsi="Avenir Book"/>
        <w:b/>
        <w:color w:val="00558C"/>
        <w:sz w:val="14"/>
        <w:szCs w:val="14"/>
      </w:rPr>
    </w:pPr>
    <w:r w:rsidRPr="004B6107">
      <w:rPr>
        <w:rFonts w:ascii="Avenir Book" w:hAnsi="Avenir Book"/>
        <w:b/>
        <w:color w:val="00558C"/>
        <w:sz w:val="14"/>
        <w:szCs w:val="14"/>
      </w:rPr>
      <w:t>www.iala-aism.org</w:t>
    </w:r>
  </w:p>
  <w:p w14:paraId="09310168" w14:textId="77777777" w:rsidR="00B15AD3" w:rsidRPr="004B6107" w:rsidRDefault="00B15AD3" w:rsidP="0098663B">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380FA13D" w:rsidR="00B15AD3" w:rsidRPr="00ED2A8D" w:rsidRDefault="00B15AD3" w:rsidP="0098663B">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CC64F" w14:textId="77777777" w:rsidR="00B15AD3" w:rsidRPr="003028AF" w:rsidRDefault="00B15AD3" w:rsidP="003028AF">
    <w:pPr>
      <w:pStyle w:val="Footer"/>
      <w:rPr>
        <w:sz w:val="15"/>
        <w:szCs w:val="15"/>
      </w:rPr>
    </w:pPr>
  </w:p>
  <w:p w14:paraId="3170B192" w14:textId="77777777" w:rsidR="00B15AD3" w:rsidRDefault="00B15AD3" w:rsidP="00AB4A21">
    <w:pPr>
      <w:pStyle w:val="Footerportrait"/>
    </w:pPr>
  </w:p>
  <w:p w14:paraId="4B590508" w14:textId="16983516" w:rsidR="00B15AD3" w:rsidRPr="008A2B98" w:rsidRDefault="00194E52" w:rsidP="00AB4A21">
    <w:pPr>
      <w:pStyle w:val="Footerportrait"/>
      <w:rPr>
        <w:b w:val="0"/>
      </w:rPr>
    </w:pPr>
    <w:r>
      <w:fldChar w:fldCharType="begin"/>
    </w:r>
    <w:r>
      <w:instrText xml:space="preserve"> STYLEREF "Document type" \* MERGEFORMAT </w:instrText>
    </w:r>
    <w:r>
      <w:fldChar w:fldCharType="separate"/>
    </w:r>
    <w:r w:rsidR="00476494" w:rsidRPr="00476494">
      <w:rPr>
        <w:b w:val="0"/>
        <w:bCs/>
      </w:rPr>
      <w:t>IALA Model Course</w:t>
    </w:r>
    <w:r>
      <w:rPr>
        <w:b w:val="0"/>
        <w:bCs/>
      </w:rPr>
      <w:fldChar w:fldCharType="end"/>
    </w:r>
    <w:r w:rsidR="00B15AD3">
      <w:t xml:space="preserve"> </w:t>
    </w:r>
    <w:r>
      <w:fldChar w:fldCharType="begin"/>
    </w:r>
    <w:r>
      <w:instrText xml:space="preserve"> STYLEREF "Document number" \* MERGEFORMAT </w:instrText>
    </w:r>
    <w:r>
      <w:fldChar w:fldCharType="separate"/>
    </w:r>
    <w:r w:rsidR="00476494" w:rsidRPr="00476494">
      <w:rPr>
        <w:b w:val="0"/>
        <w:bCs/>
      </w:rPr>
      <w:t>L?</w:t>
    </w:r>
    <w:r>
      <w:rPr>
        <w:b w:val="0"/>
        <w:bCs/>
      </w:rPr>
      <w:fldChar w:fldCharType="end"/>
    </w:r>
    <w:r w:rsidR="00B15AD3" w:rsidRPr="00C907DF">
      <w:t xml:space="preserve"> –</w:t>
    </w:r>
    <w:r w:rsidR="00B15AD3">
      <w:t xml:space="preserve"> </w:t>
    </w:r>
    <w:r w:rsidR="00B15AD3" w:rsidRPr="008A2B98">
      <w:rPr>
        <w:b w:val="0"/>
      </w:rPr>
      <w:fldChar w:fldCharType="begin"/>
    </w:r>
    <w:r w:rsidR="00B15AD3" w:rsidRPr="008A2B98">
      <w:rPr>
        <w:b w:val="0"/>
      </w:rPr>
      <w:instrText xml:space="preserve"> STYLEREF "Document name" \* MERGEFORMAT </w:instrText>
    </w:r>
    <w:r w:rsidR="00B15AD3" w:rsidRPr="008A2B98">
      <w:rPr>
        <w:b w:val="0"/>
      </w:rPr>
      <w:fldChar w:fldCharType="separate"/>
    </w:r>
    <w:r w:rsidR="00476494">
      <w:rPr>
        <w:b w:val="0"/>
      </w:rPr>
      <w:t>Level 2 – Model Course Overview</w:t>
    </w:r>
    <w:r w:rsidR="00B15AD3" w:rsidRPr="008A2B98">
      <w:rPr>
        <w:b w:val="0"/>
      </w:rPr>
      <w:fldChar w:fldCharType="end"/>
    </w:r>
    <w:r w:rsidR="00B15AD3" w:rsidRPr="008A2B98">
      <w:rPr>
        <w:b w:val="0"/>
      </w:rPr>
      <w:tab/>
    </w:r>
  </w:p>
  <w:p w14:paraId="3122D953" w14:textId="77777777" w:rsidR="00B15AD3" w:rsidRPr="008A2B98" w:rsidRDefault="00B15AD3" w:rsidP="003028AF">
    <w:pPr>
      <w:pStyle w:val="Footer"/>
      <w:framePr w:wrap="none" w:vAnchor="text" w:hAnchor="page" w:x="10882" w:y="1"/>
      <w:rPr>
        <w:rStyle w:val="PageNumber"/>
        <w:color w:val="00558C"/>
        <w:szCs w:val="15"/>
      </w:rPr>
    </w:pPr>
    <w:r w:rsidRPr="008A2B98">
      <w:rPr>
        <w:rStyle w:val="PageNumber"/>
        <w:color w:val="00558C"/>
        <w:szCs w:val="15"/>
      </w:rPr>
      <w:t xml:space="preserve">P </w:t>
    </w:r>
    <w:r w:rsidRPr="008A2B98">
      <w:rPr>
        <w:rStyle w:val="PageNumber"/>
        <w:color w:val="00558C"/>
        <w:szCs w:val="15"/>
      </w:rPr>
      <w:fldChar w:fldCharType="begin"/>
    </w:r>
    <w:r w:rsidRPr="008A2B98">
      <w:rPr>
        <w:rStyle w:val="PageNumber"/>
        <w:color w:val="00558C"/>
        <w:szCs w:val="15"/>
      </w:rPr>
      <w:instrText xml:space="preserve">PAGE  </w:instrText>
    </w:r>
    <w:r w:rsidRPr="008A2B98">
      <w:rPr>
        <w:rStyle w:val="PageNumber"/>
        <w:color w:val="00558C"/>
        <w:szCs w:val="15"/>
      </w:rPr>
      <w:fldChar w:fldCharType="separate"/>
    </w:r>
    <w:r w:rsidR="00476494">
      <w:rPr>
        <w:rStyle w:val="PageNumber"/>
        <w:noProof/>
        <w:color w:val="00558C"/>
        <w:szCs w:val="15"/>
      </w:rPr>
      <w:t>2</w:t>
    </w:r>
    <w:r w:rsidRPr="008A2B98">
      <w:rPr>
        <w:rStyle w:val="PageNumber"/>
        <w:color w:val="00558C"/>
        <w:szCs w:val="15"/>
      </w:rPr>
      <w:fldChar w:fldCharType="end"/>
    </w:r>
  </w:p>
  <w:p w14:paraId="20F821B1" w14:textId="77777777" w:rsidR="00B15AD3" w:rsidRPr="003028AF" w:rsidRDefault="00B15AD3" w:rsidP="00292085">
    <w:pPr>
      <w:pStyle w:val="Footereditionno"/>
      <w:tabs>
        <w:tab w:val="clear" w:pos="10206"/>
        <w:tab w:val="right" w:pos="10205"/>
      </w:tabs>
      <w:rPr>
        <w:szCs w:val="15"/>
      </w:rPr>
    </w:pPr>
    <w:r w:rsidRPr="008A2B98">
      <w:rPr>
        <w:b w:val="0"/>
        <w:szCs w:val="15"/>
      </w:rPr>
      <w:fldChar w:fldCharType="begin"/>
    </w:r>
    <w:r w:rsidRPr="008A2B98">
      <w:rPr>
        <w:b w:val="0"/>
        <w:szCs w:val="15"/>
      </w:rPr>
      <w:instrText xml:space="preserve"> STYLEREF "Edition number" \* MERGEFORMAT </w:instrText>
    </w:r>
    <w:r w:rsidRPr="008A2B98">
      <w:rPr>
        <w:b w:val="0"/>
        <w:szCs w:val="15"/>
      </w:rPr>
      <w:fldChar w:fldCharType="separate"/>
    </w:r>
    <w:r w:rsidR="00476494" w:rsidRPr="00476494">
      <w:rPr>
        <w:b w:val="0"/>
        <w:bCs/>
        <w:noProof/>
        <w:szCs w:val="15"/>
        <w:lang w:val="en-US"/>
      </w:rPr>
      <w:t>Edition 3.0</w:t>
    </w:r>
    <w:r w:rsidRPr="008A2B98">
      <w:rPr>
        <w:b w:val="0"/>
        <w:szCs w:val="15"/>
      </w:rPr>
      <w:fldChar w:fldCharType="end"/>
    </w:r>
    <w:r w:rsidRPr="008A2B98">
      <w:rPr>
        <w:b w:val="0"/>
        <w:szCs w:val="15"/>
      </w:rPr>
      <w:t xml:space="preserve">  </w:t>
    </w:r>
    <w:r w:rsidRPr="008A2B98">
      <w:rPr>
        <w:b w:val="0"/>
        <w:szCs w:val="15"/>
      </w:rPr>
      <w:fldChar w:fldCharType="begin"/>
    </w:r>
    <w:r w:rsidRPr="008A2B98">
      <w:rPr>
        <w:b w:val="0"/>
        <w:szCs w:val="15"/>
      </w:rPr>
      <w:instrText xml:space="preserve"> STYLEREF "Document date" \* MERGEFORMAT </w:instrText>
    </w:r>
    <w:r w:rsidRPr="008A2B98">
      <w:rPr>
        <w:b w:val="0"/>
        <w:szCs w:val="15"/>
      </w:rPr>
      <w:fldChar w:fldCharType="separate"/>
    </w:r>
    <w:r w:rsidR="00476494" w:rsidRPr="00476494">
      <w:rPr>
        <w:b w:val="0"/>
        <w:bCs/>
        <w:noProof/>
        <w:szCs w:val="15"/>
        <w:lang w:val="en-US"/>
      </w:rPr>
      <w:t>June</w:t>
    </w:r>
    <w:r w:rsidR="00476494">
      <w:rPr>
        <w:b w:val="0"/>
        <w:noProof/>
        <w:szCs w:val="15"/>
      </w:rPr>
      <w:t xml:space="preserve"> 2016</w:t>
    </w:r>
    <w:r w:rsidRPr="008A2B98">
      <w:rPr>
        <w:b w:val="0"/>
        <w:szCs w:val="15"/>
      </w:rPr>
      <w:fldChar w:fldCharType="end"/>
    </w:r>
    <w:r w:rsidRPr="003028AF">
      <w:rPr>
        <w:szCs w:val="15"/>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132" w14:textId="77777777" w:rsidR="00B15AD3" w:rsidRPr="007A6476" w:rsidRDefault="00B15AD3" w:rsidP="007A6476">
    <w:pPr>
      <w:pStyle w:val="Footer"/>
      <w:rPr>
        <w:sz w:val="15"/>
        <w:szCs w:val="15"/>
      </w:rPr>
    </w:pPr>
  </w:p>
  <w:p w14:paraId="78CFD1A2" w14:textId="77777777" w:rsidR="00B15AD3" w:rsidRDefault="00B15AD3" w:rsidP="007A6476">
    <w:pPr>
      <w:pStyle w:val="Footerportrait"/>
    </w:pPr>
  </w:p>
  <w:p w14:paraId="57AA3613" w14:textId="7BF91CE4" w:rsidR="00B15AD3" w:rsidRPr="008A2B98" w:rsidRDefault="00B15AD3"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476494" w:rsidRPr="00476494">
      <w:rPr>
        <w:b w:val="0"/>
        <w:bCs/>
        <w:noProof/>
        <w:szCs w:val="15"/>
        <w:lang w:val="en-US"/>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476494">
      <w:rPr>
        <w:noProof/>
        <w:szCs w:val="15"/>
      </w:rPr>
      <w:t>L?</w:t>
    </w:r>
    <w:r>
      <w:rPr>
        <w:szCs w:val="15"/>
      </w:rPr>
      <w:fldChar w:fldCharType="end"/>
    </w:r>
    <w:r w:rsidRPr="00C907DF">
      <w:rPr>
        <w:szCs w:val="15"/>
      </w:rPr>
      <w:t xml:space="preserve"> –</w:t>
    </w:r>
    <w:r>
      <w:rPr>
        <w:szCs w:val="15"/>
      </w:rPr>
      <w:t xml:space="preserve"> </w:t>
    </w:r>
    <w:r w:rsidRPr="008A2B98">
      <w:rPr>
        <w:b w:val="0"/>
      </w:rPr>
      <w:fldChar w:fldCharType="begin"/>
    </w:r>
    <w:r w:rsidRPr="008A2B98">
      <w:rPr>
        <w:b w:val="0"/>
      </w:rPr>
      <w:instrText xml:space="preserve"> STYLEREF "Document name" \* MERGEFORMAT </w:instrText>
    </w:r>
    <w:r w:rsidRPr="008A2B98">
      <w:rPr>
        <w:b w:val="0"/>
      </w:rPr>
      <w:fldChar w:fldCharType="separate"/>
    </w:r>
    <w:r w:rsidR="00476494">
      <w:rPr>
        <w:b w:val="0"/>
        <w:noProof/>
      </w:rPr>
      <w:t>Level 2 – Model Course Overview</w:t>
    </w:r>
    <w:r w:rsidRPr="008A2B98">
      <w:rPr>
        <w:b w:val="0"/>
        <w:noProof/>
      </w:rPr>
      <w:fldChar w:fldCharType="end"/>
    </w:r>
    <w:r w:rsidRPr="008A2B98">
      <w:rPr>
        <w:b w:val="0"/>
        <w:szCs w:val="15"/>
      </w:rPr>
      <w:tab/>
    </w:r>
  </w:p>
  <w:p w14:paraId="37E96B6B" w14:textId="77777777" w:rsidR="00B15AD3" w:rsidRPr="00292085" w:rsidRDefault="00B15AD3" w:rsidP="008D2314">
    <w:pPr>
      <w:pStyle w:val="Footerportrait"/>
    </w:pPr>
    <w:r w:rsidRPr="008A2B98">
      <w:rPr>
        <w:b w:val="0"/>
      </w:rPr>
      <w:fldChar w:fldCharType="begin"/>
    </w:r>
    <w:r w:rsidRPr="008A2B98">
      <w:rPr>
        <w:b w:val="0"/>
      </w:rPr>
      <w:instrText xml:space="preserve"> STYLEREF "Edition number" \* MERGEFORMAT </w:instrText>
    </w:r>
    <w:r w:rsidRPr="008A2B98">
      <w:rPr>
        <w:b w:val="0"/>
      </w:rPr>
      <w:fldChar w:fldCharType="separate"/>
    </w:r>
    <w:r w:rsidR="00476494" w:rsidRPr="00476494">
      <w:rPr>
        <w:b w:val="0"/>
        <w:bCs/>
      </w:rPr>
      <w:t>Edition 3.0</w:t>
    </w:r>
    <w:r w:rsidRPr="008A2B98">
      <w:rPr>
        <w:b w:val="0"/>
        <w:bCs/>
      </w:rPr>
      <w:fldChar w:fldCharType="end"/>
    </w:r>
    <w:r w:rsidRPr="008A2B98">
      <w:rPr>
        <w:b w:val="0"/>
      </w:rPr>
      <w:t xml:space="preserve">  </w:t>
    </w:r>
    <w:r w:rsidRPr="008A2B98">
      <w:rPr>
        <w:b w:val="0"/>
      </w:rPr>
      <w:fldChar w:fldCharType="begin"/>
    </w:r>
    <w:r w:rsidRPr="008A2B98">
      <w:rPr>
        <w:b w:val="0"/>
      </w:rPr>
      <w:instrText xml:space="preserve"> STYLEREF "Document date" \* MERGEFORMAT </w:instrText>
    </w:r>
    <w:r w:rsidRPr="008A2B98">
      <w:rPr>
        <w:b w:val="0"/>
      </w:rPr>
      <w:fldChar w:fldCharType="separate"/>
    </w:r>
    <w:r w:rsidR="00476494" w:rsidRPr="00476494">
      <w:rPr>
        <w:b w:val="0"/>
        <w:bCs/>
      </w:rPr>
      <w:t>June 2016</w:t>
    </w:r>
    <w:r w:rsidRPr="008A2B98">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476494">
      <w:t>5</w:t>
    </w:r>
    <w:r w:rsidRPr="007A6476">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8EF1" w14:textId="77777777" w:rsidR="00B15AD3" w:rsidRPr="002C5134" w:rsidRDefault="00B15AD3" w:rsidP="002C5134">
    <w:pPr>
      <w:pStyle w:val="Footer"/>
      <w:rPr>
        <w:sz w:val="15"/>
        <w:szCs w:val="15"/>
      </w:rPr>
    </w:pPr>
  </w:p>
  <w:p w14:paraId="57E989F1" w14:textId="77777777" w:rsidR="00B15AD3" w:rsidRDefault="00B15AD3" w:rsidP="00D2697A">
    <w:pPr>
      <w:pStyle w:val="Footerlandscape"/>
    </w:pPr>
  </w:p>
  <w:p w14:paraId="355DCCF3" w14:textId="31032D75" w:rsidR="00B15AD3" w:rsidRPr="008A2B98" w:rsidRDefault="00B15AD3" w:rsidP="00D2697A">
    <w:pPr>
      <w:pStyle w:val="Footerlandscape"/>
      <w:rPr>
        <w:rStyle w:val="PageNumber"/>
        <w:b w:val="0"/>
        <w:szCs w:val="15"/>
      </w:rPr>
    </w:pPr>
    <w:r w:rsidRPr="008A2B98">
      <w:rPr>
        <w:b w:val="0"/>
      </w:rPr>
      <w:fldChar w:fldCharType="begin"/>
    </w:r>
    <w:r w:rsidRPr="008A2B98">
      <w:rPr>
        <w:b w:val="0"/>
      </w:rPr>
      <w:instrText xml:space="preserve"> STYLEREF "Document type" \* MERGEFORMAT </w:instrText>
    </w:r>
    <w:r w:rsidRPr="008A2B98">
      <w:rPr>
        <w:b w:val="0"/>
      </w:rPr>
      <w:fldChar w:fldCharType="separate"/>
    </w:r>
    <w:r w:rsidR="00476494" w:rsidRPr="00476494">
      <w:rPr>
        <w:b w:val="0"/>
        <w:bCs/>
        <w:noProof/>
      </w:rPr>
      <w:t>IALA Model Course</w:t>
    </w:r>
    <w:r w:rsidRPr="008A2B98">
      <w:rPr>
        <w:b w:val="0"/>
        <w:bCs/>
        <w:noProof/>
      </w:rPr>
      <w:fldChar w:fldCharType="end"/>
    </w:r>
    <w:r w:rsidRPr="008A2B98">
      <w:rPr>
        <w:b w:val="0"/>
      </w:rPr>
      <w:t xml:space="preserve"> </w:t>
    </w:r>
    <w:r w:rsidRPr="008A2B98">
      <w:rPr>
        <w:b w:val="0"/>
      </w:rPr>
      <w:fldChar w:fldCharType="begin"/>
    </w:r>
    <w:r w:rsidRPr="008A2B98">
      <w:rPr>
        <w:b w:val="0"/>
      </w:rPr>
      <w:instrText xml:space="preserve"> STYLEREF "Document number" \* MERGEFORMAT </w:instrText>
    </w:r>
    <w:r w:rsidRPr="008A2B98">
      <w:rPr>
        <w:b w:val="0"/>
      </w:rPr>
      <w:fldChar w:fldCharType="separate"/>
    </w:r>
    <w:r w:rsidR="00476494">
      <w:rPr>
        <w:b w:val="0"/>
        <w:noProof/>
      </w:rPr>
      <w:t>L?</w:t>
    </w:r>
    <w:r w:rsidRPr="008A2B98">
      <w:rPr>
        <w:b w:val="0"/>
        <w:noProof/>
      </w:rPr>
      <w:fldChar w:fldCharType="end"/>
    </w:r>
    <w:r w:rsidRPr="008A2B98">
      <w:rPr>
        <w:b w:val="0"/>
      </w:rPr>
      <w:t xml:space="preserve"> – </w:t>
    </w:r>
    <w:r w:rsidRPr="008A2B98">
      <w:rPr>
        <w:b w:val="0"/>
      </w:rPr>
      <w:fldChar w:fldCharType="begin"/>
    </w:r>
    <w:r w:rsidRPr="008A2B98">
      <w:rPr>
        <w:b w:val="0"/>
      </w:rPr>
      <w:instrText xml:space="preserve"> STYLEREF "Document name" \* MERGEFORMAT </w:instrText>
    </w:r>
    <w:r w:rsidRPr="008A2B98">
      <w:rPr>
        <w:b w:val="0"/>
      </w:rPr>
      <w:fldChar w:fldCharType="separate"/>
    </w:r>
    <w:r w:rsidR="00476494">
      <w:rPr>
        <w:b w:val="0"/>
        <w:noProof/>
      </w:rPr>
      <w:t>Level 2 – Model Course Overview</w:t>
    </w:r>
    <w:r w:rsidRPr="008A2B98">
      <w:rPr>
        <w:b w:val="0"/>
        <w:noProof/>
      </w:rPr>
      <w:fldChar w:fldCharType="end"/>
    </w:r>
  </w:p>
  <w:p w14:paraId="6A8C5D6B" w14:textId="77777777" w:rsidR="00B15AD3" w:rsidRPr="00480D65" w:rsidRDefault="00B15AD3" w:rsidP="00D2697A">
    <w:pPr>
      <w:pStyle w:val="Footerlandscape"/>
    </w:pPr>
    <w:r w:rsidRPr="008A2B98">
      <w:rPr>
        <w:b w:val="0"/>
      </w:rPr>
      <w:fldChar w:fldCharType="begin"/>
    </w:r>
    <w:r w:rsidRPr="008A2B98">
      <w:rPr>
        <w:b w:val="0"/>
      </w:rPr>
      <w:instrText xml:space="preserve"> STYLEREF "Edition number" \* MERGEFORMAT </w:instrText>
    </w:r>
    <w:r w:rsidRPr="008A2B98">
      <w:rPr>
        <w:b w:val="0"/>
      </w:rPr>
      <w:fldChar w:fldCharType="separate"/>
    </w:r>
    <w:r w:rsidR="00476494" w:rsidRPr="00476494">
      <w:rPr>
        <w:b w:val="0"/>
        <w:bCs/>
        <w:noProof/>
        <w:lang w:val="en-US"/>
      </w:rPr>
      <w:t>Edition 3.0</w:t>
    </w:r>
    <w:r w:rsidRPr="008A2B98">
      <w:rPr>
        <w:b w:val="0"/>
        <w:bCs/>
        <w:noProof/>
      </w:rPr>
      <w:fldChar w:fldCharType="end"/>
    </w:r>
    <w:r w:rsidRPr="008A2B98">
      <w:rPr>
        <w:b w:val="0"/>
      </w:rPr>
      <w:t xml:space="preserve">  </w:t>
    </w:r>
    <w:r w:rsidRPr="008A2B98">
      <w:rPr>
        <w:b w:val="0"/>
      </w:rPr>
      <w:fldChar w:fldCharType="begin"/>
    </w:r>
    <w:r w:rsidRPr="008A2B98">
      <w:rPr>
        <w:b w:val="0"/>
      </w:rPr>
      <w:instrText xml:space="preserve"> STYLEREF "Document date" \* MERGEFORMAT </w:instrText>
    </w:r>
    <w:r w:rsidRPr="008A2B98">
      <w:rPr>
        <w:b w:val="0"/>
      </w:rPr>
      <w:fldChar w:fldCharType="separate"/>
    </w:r>
    <w:r w:rsidR="00476494" w:rsidRPr="00476494">
      <w:rPr>
        <w:b w:val="0"/>
        <w:bCs/>
        <w:noProof/>
      </w:rPr>
      <w:t>June 2016</w:t>
    </w:r>
    <w:r w:rsidRPr="008A2B98">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76494">
      <w:rPr>
        <w:noProof/>
      </w:rPr>
      <w:t>13</w:t>
    </w:r>
    <w:r w:rsidRPr="002C5134">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489AC" w14:textId="77777777" w:rsidR="00194E52" w:rsidRDefault="00194E52">
      <w:r>
        <w:separator/>
      </w:r>
    </w:p>
    <w:p w14:paraId="2D82713D" w14:textId="77777777" w:rsidR="00194E52" w:rsidRDefault="00194E52"/>
  </w:footnote>
  <w:footnote w:type="continuationSeparator" w:id="0">
    <w:p w14:paraId="0BB2E667" w14:textId="77777777" w:rsidR="00194E52" w:rsidRDefault="00194E52" w:rsidP="003274DB">
      <w:r>
        <w:continuationSeparator/>
      </w:r>
    </w:p>
    <w:p w14:paraId="693DB23E" w14:textId="77777777" w:rsidR="00194E52" w:rsidRDefault="00194E52"/>
    <w:p w14:paraId="7EEBDEE9" w14:textId="77777777" w:rsidR="00194E52" w:rsidRDefault="00194E52"/>
    <w:p w14:paraId="39D37EDD" w14:textId="77777777" w:rsidR="00194E52" w:rsidRDefault="00194E52"/>
  </w:footnote>
  <w:footnote w:id="1">
    <w:p w14:paraId="47480088" w14:textId="7FDFED26" w:rsidR="00B15AD3" w:rsidRDefault="00B15AD3" w:rsidP="00DF331D">
      <w:pPr>
        <w:pStyle w:val="FootnoteText"/>
      </w:pPr>
      <w:r>
        <w:rPr>
          <w:rStyle w:val="FootnoteReference"/>
          <w:szCs w:val="22"/>
        </w:rPr>
        <w:footnoteRef/>
      </w:r>
      <w:r>
        <w:t xml:space="preserve"> </w:t>
      </w:r>
      <w:r>
        <w:tab/>
        <w:t>Definitions; clarifications of terms and common abbreviations used in the text of this Model Course are listed at Articles 1.2 and 1.3 of Recommendation E-141 on Standards for Training and Certification of AtoN Personnel.</w:t>
      </w:r>
    </w:p>
  </w:footnote>
  <w:footnote w:id="2">
    <w:p w14:paraId="5527DE24" w14:textId="77777777" w:rsidR="00B15AD3" w:rsidRDefault="00B15AD3" w:rsidP="007F588D">
      <w:pPr>
        <w:pStyle w:val="FootnoteText"/>
      </w:pPr>
      <w:r>
        <w:rPr>
          <w:rStyle w:val="FootnoteReference"/>
          <w:szCs w:val="22"/>
        </w:rPr>
        <w:footnoteRef/>
      </w:r>
      <w:r>
        <w:t xml:space="preserve"> </w:t>
      </w:r>
      <w:r>
        <w:tab/>
        <w:t>T</w:t>
      </w:r>
      <w:r w:rsidRPr="00F10B93">
        <w:t>he recommended format is shown at Appendix 3 to IALA Recommendation E-141</w:t>
      </w:r>
    </w:p>
  </w:footnote>
  <w:footnote w:id="3">
    <w:p w14:paraId="7581F925" w14:textId="77777777" w:rsidR="00B15AD3" w:rsidRDefault="00B15AD3" w:rsidP="007F588D">
      <w:pPr>
        <w:pStyle w:val="FootnoteText"/>
      </w:pPr>
      <w:r>
        <w:rPr>
          <w:rStyle w:val="FootnoteReference"/>
          <w:szCs w:val="22"/>
        </w:rPr>
        <w:footnoteRef/>
      </w:r>
      <w:r>
        <w:t xml:space="preserve"> </w:t>
      </w:r>
      <w:r>
        <w:tab/>
        <w:t>IALA Recommendation E-141 Article 4.1</w:t>
      </w:r>
    </w:p>
  </w:footnote>
  <w:footnote w:id="4">
    <w:p w14:paraId="163FFA21" w14:textId="77777777" w:rsidR="00B15AD3" w:rsidRDefault="00B15AD3" w:rsidP="007F588D">
      <w:pPr>
        <w:pStyle w:val="FootnoteText"/>
      </w:pPr>
      <w:r>
        <w:rPr>
          <w:rStyle w:val="FootnoteReference"/>
          <w:szCs w:val="22"/>
        </w:rPr>
        <w:footnoteRef/>
      </w:r>
      <w:r>
        <w:t xml:space="preserve"> </w:t>
      </w:r>
      <w:r>
        <w:tab/>
      </w:r>
      <w:r w:rsidRPr="00F10B93">
        <w:t>‘Competent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r>
        <w:t xml:space="preserve"> </w:t>
      </w:r>
      <w:r w:rsidRPr="00F10B93">
        <w:t xml:space="preserve"> IALA Recommendation E-141 Article 5.1.2</w:t>
      </w:r>
    </w:p>
  </w:footnote>
  <w:footnote w:id="5">
    <w:p w14:paraId="4A8387FD" w14:textId="77777777" w:rsidR="00B15AD3" w:rsidRDefault="00B15AD3" w:rsidP="00BE075E">
      <w:pPr>
        <w:pStyle w:val="FootnoteText"/>
      </w:pPr>
      <w:r>
        <w:rPr>
          <w:rStyle w:val="FootnoteReference"/>
          <w:szCs w:val="22"/>
        </w:rPr>
        <w:footnoteRef/>
      </w:r>
      <w:r>
        <w:tab/>
        <w:t>Includes time for site visits if appropriate and tests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7B0D" w14:textId="77777777" w:rsidR="00B15AD3" w:rsidRPr="00ED2A8D" w:rsidRDefault="00B15AD3"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B15AD3" w:rsidRPr="00ED2A8D" w:rsidRDefault="00B15AD3" w:rsidP="008747E0">
    <w:pPr>
      <w:pStyle w:val="Header"/>
    </w:pPr>
  </w:p>
  <w:p w14:paraId="43D1C755" w14:textId="77777777" w:rsidR="00B15AD3" w:rsidRDefault="00B15AD3" w:rsidP="008747E0">
    <w:pPr>
      <w:pStyle w:val="Header"/>
    </w:pPr>
  </w:p>
  <w:p w14:paraId="61D8E457" w14:textId="77777777" w:rsidR="00B15AD3" w:rsidRDefault="00B15AD3" w:rsidP="008747E0">
    <w:pPr>
      <w:pStyle w:val="Header"/>
    </w:pPr>
  </w:p>
  <w:p w14:paraId="58BCBCFD" w14:textId="77777777" w:rsidR="00B15AD3" w:rsidRDefault="00B15AD3" w:rsidP="008747E0">
    <w:pPr>
      <w:pStyle w:val="Header"/>
    </w:pPr>
  </w:p>
  <w:p w14:paraId="5BAB1884" w14:textId="77777777" w:rsidR="00B15AD3" w:rsidRDefault="00B15AD3" w:rsidP="008747E0">
    <w:pPr>
      <w:pStyle w:val="Header"/>
    </w:pPr>
  </w:p>
  <w:p w14:paraId="4DD85B4A" w14:textId="77777777" w:rsidR="00B15AD3" w:rsidRDefault="00B15AD3" w:rsidP="008747E0">
    <w:pPr>
      <w:pStyle w:val="Header"/>
    </w:pPr>
    <w:r>
      <w:rPr>
        <w:noProof/>
        <w:lang w:eastAsia="en-GB"/>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B15AD3" w:rsidRPr="00ED2A8D" w:rsidRDefault="00B15AD3" w:rsidP="008747E0">
    <w:pPr>
      <w:pStyle w:val="Header"/>
    </w:pPr>
  </w:p>
  <w:p w14:paraId="41F33213" w14:textId="77777777" w:rsidR="00B15AD3" w:rsidRPr="00ED2A8D" w:rsidRDefault="00B15AD3" w:rsidP="001349DB">
    <w:pPr>
      <w:pStyle w:val="Header"/>
      <w:spacing w:line="360"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7703E" w14:textId="77777777" w:rsidR="00B15AD3" w:rsidRPr="00ED2A8D" w:rsidRDefault="00B15AD3"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B15AD3" w:rsidRPr="00ED2A8D" w:rsidRDefault="00B15AD3" w:rsidP="008747E0">
    <w:pPr>
      <w:pStyle w:val="Header"/>
    </w:pPr>
  </w:p>
  <w:p w14:paraId="6D3E8DA9" w14:textId="77777777" w:rsidR="00B15AD3" w:rsidRDefault="00B15AD3" w:rsidP="008747E0">
    <w:pPr>
      <w:pStyle w:val="Header"/>
    </w:pPr>
  </w:p>
  <w:p w14:paraId="13CD8389" w14:textId="77777777" w:rsidR="00B15AD3" w:rsidRDefault="00B15AD3" w:rsidP="008747E0">
    <w:pPr>
      <w:pStyle w:val="Header"/>
    </w:pPr>
  </w:p>
  <w:p w14:paraId="4E3BCB0D" w14:textId="77777777" w:rsidR="00B15AD3" w:rsidRDefault="00B15AD3" w:rsidP="008747E0">
    <w:pPr>
      <w:pStyle w:val="Header"/>
    </w:pPr>
  </w:p>
  <w:p w14:paraId="66E998F9" w14:textId="77777777" w:rsidR="00B15AD3" w:rsidRPr="00441393" w:rsidRDefault="00B15AD3" w:rsidP="00441393">
    <w:pPr>
      <w:pStyle w:val="Contents"/>
    </w:pPr>
    <w:r>
      <w:t>DOCUMENT REVISION</w:t>
    </w:r>
  </w:p>
  <w:p w14:paraId="2A9E6DD6" w14:textId="77777777" w:rsidR="00B15AD3" w:rsidRPr="00ED2A8D" w:rsidRDefault="00B15AD3" w:rsidP="008747E0">
    <w:pPr>
      <w:pStyle w:val="Header"/>
    </w:pPr>
  </w:p>
  <w:p w14:paraId="1AE87B5E" w14:textId="77777777" w:rsidR="00B15AD3" w:rsidRPr="00AC33A2" w:rsidRDefault="00B15AD3" w:rsidP="0078486B">
    <w:pPr>
      <w:pStyle w:val="Header"/>
      <w:spacing w:line="140"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F4C5D" w14:textId="77777777" w:rsidR="00B15AD3" w:rsidRPr="00ED2A8D" w:rsidRDefault="00B15AD3"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B15AD3" w:rsidRPr="00ED2A8D" w:rsidRDefault="00B15AD3" w:rsidP="008747E0">
    <w:pPr>
      <w:pStyle w:val="Header"/>
    </w:pPr>
  </w:p>
  <w:p w14:paraId="7CBC1758" w14:textId="77777777" w:rsidR="00B15AD3" w:rsidRDefault="00B15AD3" w:rsidP="008747E0">
    <w:pPr>
      <w:pStyle w:val="Header"/>
    </w:pPr>
  </w:p>
  <w:p w14:paraId="56D896C9" w14:textId="77777777" w:rsidR="00B15AD3" w:rsidRDefault="00B15AD3" w:rsidP="008747E0">
    <w:pPr>
      <w:pStyle w:val="Header"/>
    </w:pPr>
  </w:p>
  <w:p w14:paraId="4E1D74C3" w14:textId="77777777" w:rsidR="00B15AD3" w:rsidRDefault="00B15AD3" w:rsidP="008747E0">
    <w:pPr>
      <w:pStyle w:val="Header"/>
    </w:pPr>
  </w:p>
  <w:p w14:paraId="5B152B37" w14:textId="77777777" w:rsidR="00B15AD3" w:rsidRPr="00441393" w:rsidRDefault="00B15AD3" w:rsidP="00441393">
    <w:pPr>
      <w:pStyle w:val="Contents"/>
    </w:pPr>
    <w:r>
      <w:t>CONTENTS</w:t>
    </w:r>
  </w:p>
  <w:p w14:paraId="5627B6AB" w14:textId="77777777" w:rsidR="00B15AD3" w:rsidRPr="00ED2A8D" w:rsidRDefault="00B15AD3" w:rsidP="008747E0">
    <w:pPr>
      <w:pStyle w:val="Header"/>
    </w:pPr>
  </w:p>
  <w:p w14:paraId="4C97A838" w14:textId="77777777" w:rsidR="00B15AD3" w:rsidRPr="00AC33A2" w:rsidRDefault="00B15AD3" w:rsidP="0078486B">
    <w:pPr>
      <w:pStyle w:val="Header"/>
      <w:spacing w:line="140" w:lineRule="exac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53D4D" w14:textId="77777777" w:rsidR="00B15AD3" w:rsidRDefault="00B15AD3">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7A759" w14:textId="77777777" w:rsidR="00B15AD3" w:rsidRDefault="00B15AD3" w:rsidP="00292085">
    <w:pPr>
      <w:pStyle w:val="Header"/>
    </w:pPr>
    <w:r>
      <w:rPr>
        <w:noProof/>
        <w:lang w:eastAsia="en-GB"/>
      </w:rPr>
      <w:drawing>
        <wp:anchor distT="0" distB="0" distL="114300" distR="114300" simplePos="0" relativeHeight="251680768" behindDoc="1" locked="0" layoutInCell="1" allowOverlap="1" wp14:anchorId="101D6FEE" wp14:editId="545BC564">
          <wp:simplePos x="0" y="0"/>
          <wp:positionH relativeFrom="page">
            <wp:posOffset>6831330</wp:posOffset>
          </wp:positionH>
          <wp:positionV relativeFrom="page">
            <wp:posOffset>36830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E7921" w14:textId="77777777" w:rsidR="00B15AD3" w:rsidRDefault="00B15AD3">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B53EA" w14:textId="77777777" w:rsidR="00B15AD3" w:rsidRDefault="00B15AD3"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6BA3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C0031BA"/>
    <w:lvl w:ilvl="0">
      <w:start w:val="1"/>
      <w:numFmt w:val="decimal"/>
      <w:lvlText w:val="%1."/>
      <w:lvlJc w:val="left"/>
      <w:pPr>
        <w:tabs>
          <w:tab w:val="num" w:pos="1800"/>
        </w:tabs>
        <w:ind w:left="1800" w:hanging="360"/>
      </w:pPr>
    </w:lvl>
  </w:abstractNum>
  <w:abstractNum w:abstractNumId="2">
    <w:nsid w:val="FFFFFF7D"/>
    <w:multiLevelType w:val="singleLevel"/>
    <w:tmpl w:val="013240B6"/>
    <w:lvl w:ilvl="0">
      <w:start w:val="1"/>
      <w:numFmt w:val="decimal"/>
      <w:lvlText w:val="%1."/>
      <w:lvlJc w:val="left"/>
      <w:pPr>
        <w:tabs>
          <w:tab w:val="num" w:pos="1440"/>
        </w:tabs>
        <w:ind w:left="1440" w:hanging="360"/>
      </w:pPr>
    </w:lvl>
  </w:abstractNum>
  <w:abstractNum w:abstractNumId="3">
    <w:nsid w:val="FFFFFF7F"/>
    <w:multiLevelType w:val="singleLevel"/>
    <w:tmpl w:val="D4E03604"/>
    <w:lvl w:ilvl="0">
      <w:start w:val="1"/>
      <w:numFmt w:val="decimal"/>
      <w:lvlText w:val="%1."/>
      <w:lvlJc w:val="left"/>
      <w:pPr>
        <w:tabs>
          <w:tab w:val="num" w:pos="720"/>
        </w:tabs>
        <w:ind w:left="720" w:hanging="360"/>
      </w:pPr>
    </w:lvl>
  </w:abstractNum>
  <w:abstractNum w:abstractNumId="4">
    <w:nsid w:val="FFFFFF80"/>
    <w:multiLevelType w:val="singleLevel"/>
    <w:tmpl w:val="0F36DF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247A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EECF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3924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C06203CA"/>
    <w:lvl w:ilvl="0">
      <w:start w:val="1"/>
      <w:numFmt w:val="bullet"/>
      <w:lvlText w:val=""/>
      <w:lvlJc w:val="left"/>
      <w:pPr>
        <w:tabs>
          <w:tab w:val="num" w:pos="360"/>
        </w:tabs>
        <w:ind w:left="360" w:hanging="360"/>
      </w:pPr>
      <w:rPr>
        <w:rFonts w:ascii="Symbol" w:hAnsi="Symbol" w:hint="default"/>
      </w:rPr>
    </w:lvl>
  </w:abstractNum>
  <w:abstractNum w:abstractNumId="1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9C37E91"/>
    <w:multiLevelType w:val="multilevel"/>
    <w:tmpl w:val="518A8994"/>
    <w:lvl w:ilvl="0">
      <w:start w:val="1"/>
      <w:numFmt w:val="decimal"/>
      <w:pStyle w:val="Heading1"/>
      <w:lvlText w:val="%1"/>
      <w:lvlJc w:val="left"/>
      <w:pPr>
        <w:ind w:left="425" w:hanging="425"/>
      </w:pPr>
      <w:rPr>
        <w:rFonts w:asciiTheme="minorHAnsi" w:hAnsiTheme="minorHAnsi" w:hint="default"/>
        <w:b/>
        <w:bCs/>
        <w:i w:val="0"/>
        <w:iCs w:val="0"/>
        <w:caps/>
        <w:strike w:val="0"/>
        <w:dstrike w:val="0"/>
        <w:outline w:val="0"/>
        <w:shadow w:val="0"/>
        <w:emboss w:val="0"/>
        <w:imprint w:val="0"/>
        <w:vanish w:val="0"/>
        <w:color w:val="00AFAA"/>
        <w:sz w:val="28"/>
        <w:szCs w:val="24"/>
        <w:vertAlign w:val="baseline"/>
      </w:rPr>
    </w:lvl>
    <w:lvl w:ilvl="1">
      <w:start w:val="1"/>
      <w:numFmt w:val="decimal"/>
      <w:pStyle w:val="Heading2"/>
      <w:lvlText w:val="%1.%2"/>
      <w:lvlJc w:val="left"/>
      <w:pPr>
        <w:ind w:left="709" w:hanging="709"/>
      </w:pPr>
      <w:rPr>
        <w:rFonts w:asciiTheme="minorHAnsi" w:hAnsiTheme="minorHAnsi" w:hint="default"/>
        <w:b/>
        <w:bCs/>
        <w:i w:val="0"/>
        <w:iCs w:val="0"/>
        <w:color w:val="00AFAA"/>
        <w:sz w:val="24"/>
        <w:szCs w:val="22"/>
      </w:rPr>
    </w:lvl>
    <w:lvl w:ilvl="2">
      <w:start w:val="1"/>
      <w:numFmt w:val="decimal"/>
      <w:pStyle w:val="Heading3"/>
      <w:lvlText w:val="%1.%2.%3"/>
      <w:lvlJc w:val="left"/>
      <w:pPr>
        <w:ind w:left="851" w:hanging="851"/>
      </w:pPr>
      <w:rPr>
        <w:rFonts w:asciiTheme="minorHAnsi" w:hAnsiTheme="minorHAnsi" w:hint="default"/>
        <w:b/>
        <w:bCs w:val="0"/>
        <w:i w:val="0"/>
        <w:iCs w:val="0"/>
        <w:caps w:val="0"/>
        <w:strike w:val="0"/>
        <w:dstrike w:val="0"/>
        <w:vanish w:val="0"/>
        <w:color w:val="00AFAA"/>
        <w:sz w:val="22"/>
        <w:szCs w:val="22"/>
        <w:vertAlign w:val="baseline"/>
      </w:rPr>
    </w:lvl>
    <w:lvl w:ilvl="3">
      <w:start w:val="1"/>
      <w:numFmt w:val="decimal"/>
      <w:pStyle w:val="Heading4"/>
      <w:lvlText w:val="%1.%2.%3.%4"/>
      <w:lvlJc w:val="left"/>
      <w:pPr>
        <w:ind w:left="987" w:hanging="987"/>
      </w:pPr>
      <w:rPr>
        <w:rFonts w:asciiTheme="minorHAnsi" w:hAnsiTheme="minorHAnsi" w:hint="default"/>
        <w:b/>
        <w:bCs w:val="0"/>
        <w:i w:val="0"/>
        <w:iCs w:val="0"/>
        <w:caps w:val="0"/>
        <w:strike w:val="0"/>
        <w:dstrike w:val="0"/>
        <w:vanish w:val="0"/>
        <w:color w:val="00AFAA"/>
        <w:sz w:val="22"/>
        <w:szCs w:val="22"/>
        <w:vertAlign w:val="base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7735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709F536A"/>
    <w:multiLevelType w:val="multilevel"/>
    <w:tmpl w:val="274CD31E"/>
    <w:lvl w:ilvl="0">
      <w:start w:val="1"/>
      <w:numFmt w:val="decimal"/>
      <w:lvlText w:val="%1"/>
      <w:lvlJc w:val="left"/>
      <w:pPr>
        <w:tabs>
          <w:tab w:val="num" w:pos="567"/>
        </w:tabs>
        <w:ind w:left="0" w:firstLine="0"/>
      </w:pPr>
      <w:rPr>
        <w:rFonts w:asciiTheme="minorHAnsi" w:hAnsiTheme="minorHAnsi" w:hint="default"/>
        <w:b/>
        <w:bCs/>
        <w:i w:val="0"/>
        <w:iCs w:val="0"/>
        <w:caps/>
        <w:strike w:val="0"/>
        <w:dstrike w:val="0"/>
        <w:outline w:val="0"/>
        <w:shadow w:val="0"/>
        <w:emboss w:val="0"/>
        <w:imprint w:val="0"/>
        <w:vanish w:val="0"/>
        <w:color w:val="00AFAA"/>
        <w:sz w:val="24"/>
        <w:szCs w:val="24"/>
        <w:vertAlign w:val="baseline"/>
      </w:rPr>
    </w:lvl>
    <w:lvl w:ilvl="1">
      <w:start w:val="1"/>
      <w:numFmt w:val="decimal"/>
      <w:lvlText w:val="%1.%2"/>
      <w:lvlJc w:val="left"/>
      <w:pPr>
        <w:tabs>
          <w:tab w:val="num" w:pos="851"/>
        </w:tabs>
        <w:ind w:left="0" w:firstLine="0"/>
      </w:pPr>
      <w:rPr>
        <w:rFonts w:asciiTheme="minorHAnsi" w:hAnsiTheme="minorHAnsi" w:hint="default"/>
        <w:b/>
        <w:bCs/>
        <w:i w:val="0"/>
        <w:iCs w:val="0"/>
        <w:color w:val="00AFAA"/>
        <w:sz w:val="22"/>
        <w:szCs w:val="22"/>
      </w:rPr>
    </w:lvl>
    <w:lvl w:ilvl="2">
      <w:start w:val="1"/>
      <w:numFmt w:val="decimal"/>
      <w:lvlText w:val="%1.%2.%3"/>
      <w:lvlJc w:val="left"/>
      <w:pPr>
        <w:tabs>
          <w:tab w:val="num" w:pos="992"/>
        </w:tabs>
        <w:ind w:left="0" w:firstLine="0"/>
      </w:pPr>
      <w:rPr>
        <w:rFonts w:ascii="Calibri" w:hAnsi="Calibri" w:hint="default"/>
        <w:b/>
        <w:bCs w:val="0"/>
        <w:i w:val="0"/>
        <w:iCs w:val="0"/>
        <w:caps w:val="0"/>
        <w:strike w:val="0"/>
        <w:dstrike w:val="0"/>
        <w:vanish w:val="0"/>
        <w:color w:val="00AFAA"/>
        <w:sz w:val="22"/>
        <w:szCs w:val="22"/>
        <w:vertAlign w:val="baseline"/>
      </w:rPr>
    </w:lvl>
    <w:lvl w:ilvl="3">
      <w:start w:val="1"/>
      <w:numFmt w:val="decimal"/>
      <w:lvlText w:val="%1.%2.%3.%4"/>
      <w:lvlJc w:val="left"/>
      <w:pPr>
        <w:tabs>
          <w:tab w:val="num" w:pos="1134"/>
        </w:tabs>
        <w:ind w:left="0" w:firstLine="0"/>
      </w:pPr>
      <w:rPr>
        <w:rFonts w:ascii="Calibri" w:hAnsi="Calibri" w:hint="default"/>
        <w:b w:val="0"/>
        <w:bCs w:val="0"/>
        <w:i w:val="0"/>
        <w:iCs w:val="0"/>
        <w:caps w:val="0"/>
        <w:strike w:val="0"/>
        <w:dstrike w:val="0"/>
        <w:vanish w:val="0"/>
        <w:color w:val="00AFAA"/>
        <w:sz w:val="22"/>
        <w:szCs w:val="22"/>
        <w:vertAlign w:val="base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1A5186C"/>
    <w:multiLevelType w:val="multilevel"/>
    <w:tmpl w:val="59E28944"/>
    <w:lvl w:ilvl="0">
      <w:start w:val="1"/>
      <w:numFmt w:val="decimal"/>
      <w:lvlText w:val="%1"/>
      <w:lvlJc w:val="left"/>
      <w:pPr>
        <w:tabs>
          <w:tab w:val="num" w:pos="567"/>
        </w:tabs>
        <w:ind w:left="0" w:firstLine="0"/>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14"/>
  </w:num>
  <w:num w:numId="4">
    <w:abstractNumId w:val="10"/>
  </w:num>
  <w:num w:numId="5">
    <w:abstractNumId w:val="18"/>
  </w:num>
  <w:num w:numId="6">
    <w:abstractNumId w:val="23"/>
  </w:num>
  <w:num w:numId="7">
    <w:abstractNumId w:val="32"/>
  </w:num>
  <w:num w:numId="8">
    <w:abstractNumId w:val="28"/>
  </w:num>
  <w:num w:numId="9">
    <w:abstractNumId w:val="20"/>
  </w:num>
  <w:num w:numId="10">
    <w:abstractNumId w:val="17"/>
  </w:num>
  <w:num w:numId="11">
    <w:abstractNumId w:val="11"/>
  </w:num>
  <w:num w:numId="12">
    <w:abstractNumId w:val="29"/>
  </w:num>
  <w:num w:numId="13">
    <w:abstractNumId w:val="8"/>
  </w:num>
  <w:num w:numId="14">
    <w:abstractNumId w:val="16"/>
  </w:num>
  <w:num w:numId="15">
    <w:abstractNumId w:val="13"/>
  </w:num>
  <w:num w:numId="16">
    <w:abstractNumId w:val="19"/>
  </w:num>
  <w:num w:numId="17">
    <w:abstractNumId w:val="21"/>
  </w:num>
  <w:num w:numId="18">
    <w:abstractNumId w:val="30"/>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2"/>
  </w:num>
  <w:num w:numId="25">
    <w:abstractNumId w:val="0"/>
  </w:num>
  <w:num w:numId="26">
    <w:abstractNumId w:val="1"/>
  </w:num>
  <w:num w:numId="27">
    <w:abstractNumId w:val="2"/>
  </w:num>
  <w:num w:numId="28">
    <w:abstractNumId w:val="4"/>
  </w:num>
  <w:num w:numId="29">
    <w:abstractNumId w:val="5"/>
  </w:num>
  <w:num w:numId="30">
    <w:abstractNumId w:val="6"/>
  </w:num>
  <w:num w:numId="31">
    <w:abstractNumId w:val="7"/>
  </w:num>
  <w:num w:numId="32">
    <w:abstractNumId w:val="3"/>
  </w:num>
  <w:num w:numId="33">
    <w:abstractNumId w:val="9"/>
  </w:num>
  <w:num w:numId="34">
    <w:abstractNumId w:val="26"/>
  </w:num>
  <w:num w:numId="35">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52"/>
    <w:rsid w:val="000174F9"/>
    <w:rsid w:val="00024972"/>
    <w:rsid w:val="000249C2"/>
    <w:rsid w:val="000258F6"/>
    <w:rsid w:val="000379A7"/>
    <w:rsid w:val="00040EB8"/>
    <w:rsid w:val="00052214"/>
    <w:rsid w:val="000537D0"/>
    <w:rsid w:val="00057B6D"/>
    <w:rsid w:val="00061A7B"/>
    <w:rsid w:val="0008654C"/>
    <w:rsid w:val="000904ED"/>
    <w:rsid w:val="00093294"/>
    <w:rsid w:val="000A27A8"/>
    <w:rsid w:val="000A5291"/>
    <w:rsid w:val="000B1A77"/>
    <w:rsid w:val="000C711B"/>
    <w:rsid w:val="000D6693"/>
    <w:rsid w:val="000E0EE2"/>
    <w:rsid w:val="000E3954"/>
    <w:rsid w:val="000E3E52"/>
    <w:rsid w:val="000F0F9F"/>
    <w:rsid w:val="000F3F43"/>
    <w:rsid w:val="000F72D0"/>
    <w:rsid w:val="00110744"/>
    <w:rsid w:val="00113D5B"/>
    <w:rsid w:val="00113EFD"/>
    <w:rsid w:val="00113F8F"/>
    <w:rsid w:val="001205DE"/>
    <w:rsid w:val="001349DB"/>
    <w:rsid w:val="00136E58"/>
    <w:rsid w:val="00156525"/>
    <w:rsid w:val="00161325"/>
    <w:rsid w:val="0017295E"/>
    <w:rsid w:val="00180C11"/>
    <w:rsid w:val="001836BE"/>
    <w:rsid w:val="001862D3"/>
    <w:rsid w:val="001875B1"/>
    <w:rsid w:val="00191E32"/>
    <w:rsid w:val="00194E52"/>
    <w:rsid w:val="001D4A3E"/>
    <w:rsid w:val="001E0F67"/>
    <w:rsid w:val="001E416D"/>
    <w:rsid w:val="00201337"/>
    <w:rsid w:val="002022EA"/>
    <w:rsid w:val="00205B17"/>
    <w:rsid w:val="00205D9B"/>
    <w:rsid w:val="002204DA"/>
    <w:rsid w:val="0022371A"/>
    <w:rsid w:val="0025141E"/>
    <w:rsid w:val="002520AD"/>
    <w:rsid w:val="00257DF8"/>
    <w:rsid w:val="00257E4A"/>
    <w:rsid w:val="00267094"/>
    <w:rsid w:val="0027175D"/>
    <w:rsid w:val="00274ADD"/>
    <w:rsid w:val="00280DE0"/>
    <w:rsid w:val="00292085"/>
    <w:rsid w:val="002974BA"/>
    <w:rsid w:val="002A29D4"/>
    <w:rsid w:val="002B598C"/>
    <w:rsid w:val="002C5134"/>
    <w:rsid w:val="002C7B21"/>
    <w:rsid w:val="002E22F4"/>
    <w:rsid w:val="002E4993"/>
    <w:rsid w:val="002E5BAC"/>
    <w:rsid w:val="002E7635"/>
    <w:rsid w:val="002F0655"/>
    <w:rsid w:val="002F265A"/>
    <w:rsid w:val="002F3536"/>
    <w:rsid w:val="002F5C34"/>
    <w:rsid w:val="003028AF"/>
    <w:rsid w:val="00305EFE"/>
    <w:rsid w:val="00313D85"/>
    <w:rsid w:val="0031400E"/>
    <w:rsid w:val="00315CE3"/>
    <w:rsid w:val="00320639"/>
    <w:rsid w:val="003251FE"/>
    <w:rsid w:val="003274DB"/>
    <w:rsid w:val="00327FBF"/>
    <w:rsid w:val="0036382D"/>
    <w:rsid w:val="00380350"/>
    <w:rsid w:val="003805E4"/>
    <w:rsid w:val="00380B4E"/>
    <w:rsid w:val="003816E4"/>
    <w:rsid w:val="00383EE9"/>
    <w:rsid w:val="003840BF"/>
    <w:rsid w:val="0038528A"/>
    <w:rsid w:val="0038629E"/>
    <w:rsid w:val="003A368B"/>
    <w:rsid w:val="003A41A2"/>
    <w:rsid w:val="003A7759"/>
    <w:rsid w:val="003B03EA"/>
    <w:rsid w:val="003C7C34"/>
    <w:rsid w:val="003D0F37"/>
    <w:rsid w:val="003D5150"/>
    <w:rsid w:val="003E3151"/>
    <w:rsid w:val="003F191B"/>
    <w:rsid w:val="003F1C3A"/>
    <w:rsid w:val="003F1ECC"/>
    <w:rsid w:val="00422062"/>
    <w:rsid w:val="0042518D"/>
    <w:rsid w:val="0042639D"/>
    <w:rsid w:val="00434423"/>
    <w:rsid w:val="00441393"/>
    <w:rsid w:val="00447CF0"/>
    <w:rsid w:val="00456F10"/>
    <w:rsid w:val="00465491"/>
    <w:rsid w:val="00476494"/>
    <w:rsid w:val="00480D65"/>
    <w:rsid w:val="00492A8D"/>
    <w:rsid w:val="004D0799"/>
    <w:rsid w:val="004E12A7"/>
    <w:rsid w:val="004E1D57"/>
    <w:rsid w:val="004E2F16"/>
    <w:rsid w:val="00503044"/>
    <w:rsid w:val="00513460"/>
    <w:rsid w:val="00523666"/>
    <w:rsid w:val="00526234"/>
    <w:rsid w:val="00556969"/>
    <w:rsid w:val="00556C05"/>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245B"/>
    <w:rsid w:val="005D304B"/>
    <w:rsid w:val="005D6E5D"/>
    <w:rsid w:val="005E24E7"/>
    <w:rsid w:val="005E3989"/>
    <w:rsid w:val="005E4659"/>
    <w:rsid w:val="005E6557"/>
    <w:rsid w:val="005F1386"/>
    <w:rsid w:val="005F17C2"/>
    <w:rsid w:val="005F3D69"/>
    <w:rsid w:val="006127AC"/>
    <w:rsid w:val="00617F1B"/>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B5B52"/>
    <w:rsid w:val="006E0818"/>
    <w:rsid w:val="006E0E7D"/>
    <w:rsid w:val="006F032D"/>
    <w:rsid w:val="006F0D31"/>
    <w:rsid w:val="006F1C14"/>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A68BA"/>
    <w:rsid w:val="007B29A6"/>
    <w:rsid w:val="007B6A93"/>
    <w:rsid w:val="007B7FEC"/>
    <w:rsid w:val="007C1EDC"/>
    <w:rsid w:val="007D2107"/>
    <w:rsid w:val="007D5895"/>
    <w:rsid w:val="007D747F"/>
    <w:rsid w:val="007D77AB"/>
    <w:rsid w:val="007E30DF"/>
    <w:rsid w:val="007F588D"/>
    <w:rsid w:val="007F7544"/>
    <w:rsid w:val="00800995"/>
    <w:rsid w:val="00814D46"/>
    <w:rsid w:val="00815E10"/>
    <w:rsid w:val="008326B2"/>
    <w:rsid w:val="00846831"/>
    <w:rsid w:val="0084683E"/>
    <w:rsid w:val="008533FB"/>
    <w:rsid w:val="00864E45"/>
    <w:rsid w:val="00865532"/>
    <w:rsid w:val="008737D3"/>
    <w:rsid w:val="00873FDD"/>
    <w:rsid w:val="008747E0"/>
    <w:rsid w:val="00876841"/>
    <w:rsid w:val="008827A8"/>
    <w:rsid w:val="00882B3C"/>
    <w:rsid w:val="00883AE3"/>
    <w:rsid w:val="0088489E"/>
    <w:rsid w:val="008972C3"/>
    <w:rsid w:val="008A2B98"/>
    <w:rsid w:val="008C33B5"/>
    <w:rsid w:val="008D1B79"/>
    <w:rsid w:val="008D2314"/>
    <w:rsid w:val="008E1F69"/>
    <w:rsid w:val="008E54F8"/>
    <w:rsid w:val="008E5E93"/>
    <w:rsid w:val="008F57D8"/>
    <w:rsid w:val="00902834"/>
    <w:rsid w:val="00913B44"/>
    <w:rsid w:val="00914E26"/>
    <w:rsid w:val="0091590F"/>
    <w:rsid w:val="009249A2"/>
    <w:rsid w:val="00924ABF"/>
    <w:rsid w:val="00924ED0"/>
    <w:rsid w:val="0092540C"/>
    <w:rsid w:val="00925E0F"/>
    <w:rsid w:val="00931A57"/>
    <w:rsid w:val="009414E6"/>
    <w:rsid w:val="0094549B"/>
    <w:rsid w:val="00945B52"/>
    <w:rsid w:val="00954409"/>
    <w:rsid w:val="00971591"/>
    <w:rsid w:val="00974564"/>
    <w:rsid w:val="00974BC7"/>
    <w:rsid w:val="00974E99"/>
    <w:rsid w:val="009764FA"/>
    <w:rsid w:val="009773B0"/>
    <w:rsid w:val="00980192"/>
    <w:rsid w:val="0098220E"/>
    <w:rsid w:val="00984AE9"/>
    <w:rsid w:val="009865F4"/>
    <w:rsid w:val="0098663B"/>
    <w:rsid w:val="00994D97"/>
    <w:rsid w:val="00997F7E"/>
    <w:rsid w:val="009A1FCD"/>
    <w:rsid w:val="009B785E"/>
    <w:rsid w:val="009C25D3"/>
    <w:rsid w:val="009C26F8"/>
    <w:rsid w:val="009C609E"/>
    <w:rsid w:val="009E16EC"/>
    <w:rsid w:val="009E4A4D"/>
    <w:rsid w:val="009F081F"/>
    <w:rsid w:val="00A03913"/>
    <w:rsid w:val="00A1059F"/>
    <w:rsid w:val="00A13E56"/>
    <w:rsid w:val="00A24838"/>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1796"/>
    <w:rsid w:val="00AD4E86"/>
    <w:rsid w:val="00AE65F1"/>
    <w:rsid w:val="00AE6BB4"/>
    <w:rsid w:val="00AE74AD"/>
    <w:rsid w:val="00AF159C"/>
    <w:rsid w:val="00B01873"/>
    <w:rsid w:val="00B03F1C"/>
    <w:rsid w:val="00B15AD3"/>
    <w:rsid w:val="00B17253"/>
    <w:rsid w:val="00B31A41"/>
    <w:rsid w:val="00B40199"/>
    <w:rsid w:val="00B47A3F"/>
    <w:rsid w:val="00B47A6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566"/>
    <w:rsid w:val="00BC39F4"/>
    <w:rsid w:val="00BD21FE"/>
    <w:rsid w:val="00BD7EE1"/>
    <w:rsid w:val="00BE075E"/>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D11D60"/>
    <w:rsid w:val="00D1463A"/>
    <w:rsid w:val="00D16B8E"/>
    <w:rsid w:val="00D2138C"/>
    <w:rsid w:val="00D216A5"/>
    <w:rsid w:val="00D2697A"/>
    <w:rsid w:val="00D31339"/>
    <w:rsid w:val="00D347D9"/>
    <w:rsid w:val="00D36983"/>
    <w:rsid w:val="00D3700C"/>
    <w:rsid w:val="00D565B9"/>
    <w:rsid w:val="00D653B1"/>
    <w:rsid w:val="00D74AE1"/>
    <w:rsid w:val="00D849AF"/>
    <w:rsid w:val="00D85124"/>
    <w:rsid w:val="00D865A8"/>
    <w:rsid w:val="00D92C2D"/>
    <w:rsid w:val="00D95BDA"/>
    <w:rsid w:val="00DA09C7"/>
    <w:rsid w:val="00DA17CD"/>
    <w:rsid w:val="00DB25B3"/>
    <w:rsid w:val="00DB50E4"/>
    <w:rsid w:val="00DC48A5"/>
    <w:rsid w:val="00DC542F"/>
    <w:rsid w:val="00DC6D2F"/>
    <w:rsid w:val="00DE0893"/>
    <w:rsid w:val="00DE2814"/>
    <w:rsid w:val="00DF2E96"/>
    <w:rsid w:val="00DF331D"/>
    <w:rsid w:val="00E01272"/>
    <w:rsid w:val="00E03846"/>
    <w:rsid w:val="00E14AC9"/>
    <w:rsid w:val="00E20A7D"/>
    <w:rsid w:val="00E27A2F"/>
    <w:rsid w:val="00E42A94"/>
    <w:rsid w:val="00E44BE8"/>
    <w:rsid w:val="00E458BF"/>
    <w:rsid w:val="00E4733B"/>
    <w:rsid w:val="00E56440"/>
    <w:rsid w:val="00E601F9"/>
    <w:rsid w:val="00E65014"/>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422062"/>
    <w:pPr>
      <w:keepNext/>
      <w:keepLines/>
      <w:numPr>
        <w:numId w:val="21"/>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422062"/>
    <w:pPr>
      <w:keepNext/>
      <w:numPr>
        <w:ilvl w:val="1"/>
        <w:numId w:val="21"/>
      </w:numPr>
      <w:spacing w:before="240" w:line="240" w:lineRule="auto"/>
      <w:jc w:val="both"/>
      <w:outlineLvl w:val="1"/>
    </w:pPr>
    <w:rPr>
      <w:rFonts w:ascii="Calibri" w:eastAsiaTheme="majorEastAsia" w:hAnsi="Calibri" w:cs="Arial"/>
      <w:b/>
      <w:bCs/>
      <w:caps/>
      <w:color w:val="00AFAA"/>
      <w:sz w:val="24"/>
      <w:szCs w:val="24"/>
    </w:rPr>
  </w:style>
  <w:style w:type="paragraph" w:styleId="Heading3">
    <w:name w:val="heading 3"/>
    <w:basedOn w:val="Normal"/>
    <w:next w:val="BodyText"/>
    <w:link w:val="Heading3Char"/>
    <w:autoRedefine/>
    <w:qFormat/>
    <w:rsid w:val="00422062"/>
    <w:pPr>
      <w:keepNext/>
      <w:keepLines/>
      <w:numPr>
        <w:ilvl w:val="2"/>
        <w:numId w:val="21"/>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422062"/>
    <w:pPr>
      <w:keepNext/>
      <w:keepLines/>
      <w:numPr>
        <w:ilvl w:val="3"/>
        <w:numId w:val="21"/>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422062"/>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42206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2206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2206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2206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22062"/>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422062"/>
    <w:rPr>
      <w:rFonts w:ascii="Calibri" w:eastAsiaTheme="majorEastAsia" w:hAnsi="Calibri" w:cs="Arial"/>
      <w:b/>
      <w:bCs/>
      <w:caps/>
      <w:color w:val="00AFAA"/>
      <w:sz w:val="24"/>
      <w:szCs w:val="24"/>
      <w:lang w:val="en-GB"/>
    </w:rPr>
  </w:style>
  <w:style w:type="character" w:customStyle="1" w:styleId="Heading3Char">
    <w:name w:val="Heading 3 Char"/>
    <w:basedOn w:val="DefaultParagraphFont"/>
    <w:link w:val="Heading3"/>
    <w:rsid w:val="006F0D31"/>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6F0D31"/>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6F0D3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6F0D3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6F0D3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6F0D3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6F0D3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D31"/>
    <w:pPr>
      <w:numPr>
        <w:numId w:val="6"/>
      </w:numPr>
      <w:spacing w:after="120"/>
    </w:pPr>
    <w:rPr>
      <w:color w:val="000000" w:themeColor="text1"/>
      <w:sz w:val="22"/>
    </w:rPr>
  </w:style>
  <w:style w:type="paragraph" w:customStyle="1" w:styleId="Bullet2">
    <w:name w:val="Bullet 2"/>
    <w:basedOn w:val="Normal"/>
    <w:link w:val="Bullet2Char"/>
    <w:qFormat/>
    <w:rsid w:val="006F0D31"/>
    <w:pPr>
      <w:numPr>
        <w:numId w:val="7"/>
      </w:numPr>
      <w:spacing w:after="120"/>
    </w:pPr>
    <w:rPr>
      <w:color w:val="000000" w:themeColor="text1"/>
      <w:sz w:val="22"/>
    </w:rPr>
  </w:style>
  <w:style w:type="paragraph" w:customStyle="1" w:styleId="Heading1separatationline">
    <w:name w:val="Heading 1 separatation line"/>
    <w:basedOn w:val="Normal"/>
    <w:next w:val="BodyText"/>
    <w:rsid w:val="007F588D"/>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F588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98663B"/>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AD1796"/>
    <w:pPr>
      <w:tabs>
        <w:tab w:val="right" w:leader="dot" w:pos="9781"/>
      </w:tabs>
      <w:spacing w:after="60"/>
      <w:ind w:left="1276" w:right="424" w:hanging="1276"/>
    </w:pPr>
    <w:rPr>
      <w:rFonts w:ascii="Calibri" w:hAnsi="Calibri" w:cs="Arial"/>
      <w:i/>
      <w:noProof/>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6F0D31"/>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6F0D31"/>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6F0D31"/>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6F0D31"/>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6F0D31"/>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6F0D31"/>
    <w:pPr>
      <w:numPr>
        <w:numId w:val="2"/>
      </w:numPr>
      <w:spacing w:after="360"/>
    </w:pPr>
    <w:rPr>
      <w:b/>
      <w:i/>
      <w:caps/>
      <w:color w:val="407EC9"/>
      <w:sz w:val="28"/>
      <w:u w:val="single"/>
    </w:rPr>
  </w:style>
  <w:style w:type="character" w:customStyle="1" w:styleId="AnnexChar">
    <w:name w:val="Annex Char"/>
    <w:basedOn w:val="DefaultParagraphFont"/>
    <w:link w:val="Annex"/>
    <w:rsid w:val="006F0D31"/>
    <w:rPr>
      <w:b/>
      <w:i/>
      <w:caps/>
      <w:color w:val="407EC9"/>
      <w:sz w:val="28"/>
      <w:u w:val="single"/>
      <w:lang w:val="en-GB"/>
    </w:rPr>
  </w:style>
  <w:style w:type="paragraph" w:customStyle="1" w:styleId="AnnexAHead1">
    <w:name w:val="Annex A Head 1"/>
    <w:basedOn w:val="Normal"/>
    <w:next w:val="Heading1separatationline"/>
    <w:rsid w:val="006F0D31"/>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6F0D31"/>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6F0D31"/>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6F0D31"/>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6F0D31"/>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6F0D31"/>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F0D31"/>
    <w:pPr>
      <w:numPr>
        <w:numId w:val="15"/>
      </w:numPr>
      <w:spacing w:after="240"/>
      <w:ind w:left="992" w:hanging="992"/>
    </w:pPr>
  </w:style>
  <w:style w:type="paragraph" w:styleId="ListNumber">
    <w:name w:val="List Number"/>
    <w:basedOn w:val="Normal"/>
    <w:rsid w:val="006F0D31"/>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customStyle="1" w:styleId="Listatext">
    <w:name w:val="List a text"/>
    <w:basedOn w:val="Normal"/>
    <w:qFormat/>
    <w:rsid w:val="00E81AA0"/>
    <w:pPr>
      <w:spacing w:after="120"/>
      <w:ind w:left="1134"/>
    </w:pPr>
    <w:rPr>
      <w:sz w:val="22"/>
    </w:rPr>
  </w:style>
  <w:style w:type="numbering" w:styleId="ArticleSection">
    <w:name w:val="Outline List 3"/>
    <w:basedOn w:val="NoList"/>
    <w:rsid w:val="006F0D31"/>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F0D31"/>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F0D31"/>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6F0D31"/>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6F0D31"/>
    <w:pPr>
      <w:numPr>
        <w:ilvl w:val="2"/>
        <w:numId w:val="12"/>
      </w:numPr>
      <w:spacing w:after="120"/>
    </w:pPr>
    <w:rPr>
      <w:sz w:val="20"/>
    </w:rPr>
  </w:style>
  <w:style w:type="paragraph" w:customStyle="1" w:styleId="List1text">
    <w:name w:val="List 1 text"/>
    <w:basedOn w:val="Normal"/>
    <w:qFormat/>
    <w:rsid w:val="00E601F9"/>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6F0D31"/>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6F0D31"/>
    <w:pPr>
      <w:ind w:left="851" w:hanging="851"/>
    </w:pPr>
  </w:style>
  <w:style w:type="paragraph" w:customStyle="1" w:styleId="Figurecaption">
    <w:name w:val="Figure caption"/>
    <w:basedOn w:val="Caption"/>
    <w:next w:val="Normal"/>
    <w:rsid w:val="006F0D31"/>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6F0D31"/>
    <w:pPr>
      <w:numPr>
        <w:numId w:val="17"/>
      </w:numPr>
    </w:pPr>
  </w:style>
  <w:style w:type="paragraph" w:customStyle="1" w:styleId="AnnexBHead3">
    <w:name w:val="Annex B Head 3"/>
    <w:basedOn w:val="AnnexAHead3"/>
    <w:next w:val="BodyText"/>
    <w:rsid w:val="006F0D31"/>
    <w:pPr>
      <w:numPr>
        <w:numId w:val="17"/>
      </w:numPr>
    </w:pPr>
  </w:style>
  <w:style w:type="paragraph" w:customStyle="1" w:styleId="AnnexBHead4">
    <w:name w:val="Annex B Head 4"/>
    <w:basedOn w:val="AnnexAHead4"/>
    <w:next w:val="BodyText"/>
    <w:rsid w:val="006F0D31"/>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6F0D31"/>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15AD3"/>
    <w:rPr>
      <w:caps/>
      <w:color w:val="00558C"/>
      <w:sz w:val="48"/>
    </w:rPr>
  </w:style>
  <w:style w:type="paragraph" w:customStyle="1" w:styleId="Module">
    <w:name w:val="Module"/>
    <w:basedOn w:val="Normal"/>
    <w:next w:val="Heading1"/>
    <w:qFormat/>
    <w:rsid w:val="006F0D31"/>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98663B"/>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6F0D31"/>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styleId="Index3">
    <w:name w:val="index 3"/>
    <w:basedOn w:val="Normal"/>
    <w:next w:val="Normal"/>
    <w:autoRedefine/>
    <w:rsid w:val="00DF331D"/>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MS Mincho"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microsoft.com/office/2011/relationships/commentsExtended" Target="commentsExtended.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hyperlink" Target="mailto:academy@iala-aism.org" TargetMode="External"/><Relationship Id="rId16" Type="http://schemas.openxmlformats.org/officeDocument/2006/relationships/hyperlink" Target="http://www.iala-aism.org" TargetMode="External"/><Relationship Id="rId17" Type="http://schemas.openxmlformats.org/officeDocument/2006/relationships/header" Target="header4.xml"/><Relationship Id="rId18" Type="http://schemas.openxmlformats.org/officeDocument/2006/relationships/header" Target="header5.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e/Documents/IALA/Editing/Current%20templates/IALA%20Model%20Course%208Feb16_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0728B-BEDF-DF44-B4AF-A6D19A002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Model Course 8Feb16_2.dotx</Template>
  <TotalTime>16</TotalTime>
  <Pages>21</Pages>
  <Words>4798</Words>
  <Characters>27351</Characters>
  <Application>Microsoft Macintosh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32085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Michael Hadley</cp:lastModifiedBy>
  <cp:revision>7</cp:revision>
  <cp:lastPrinted>2016-02-11T12:10:00Z</cp:lastPrinted>
  <dcterms:created xsi:type="dcterms:W3CDTF">2016-04-27T07:44:00Z</dcterms:created>
  <dcterms:modified xsi:type="dcterms:W3CDTF">2017-01-11T16:32:00Z</dcterms:modified>
  <cp:category/>
</cp:coreProperties>
</file>